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E33" w:rsidRDefault="00940E33" w:rsidP="00A35260">
      <w:pPr>
        <w:numPr>
          <w:ilvl w:val="0"/>
          <w:numId w:val="4"/>
        </w:numPr>
      </w:pPr>
      <w:r>
        <w:t>Relation MIB setting</w:t>
      </w:r>
    </w:p>
    <w:p w:rsidR="00940E33" w:rsidRDefault="00940E33" w:rsidP="00A35260">
      <w:pPr>
        <w:ind w:left="-1080"/>
      </w:pPr>
    </w:p>
    <w:p w:rsidR="00940E33" w:rsidRDefault="00940E33" w:rsidP="00A35260">
      <w:pPr>
        <w:ind w:left="-1080"/>
      </w:pPr>
    </w:p>
    <w:tbl>
      <w:tblPr>
        <w:tblW w:w="9330" w:type="dxa"/>
        <w:tblInd w:w="-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01"/>
        <w:gridCol w:w="425"/>
        <w:gridCol w:w="142"/>
        <w:gridCol w:w="993"/>
        <w:gridCol w:w="141"/>
        <w:gridCol w:w="567"/>
        <w:gridCol w:w="1045"/>
        <w:gridCol w:w="798"/>
        <w:gridCol w:w="284"/>
        <w:gridCol w:w="2672"/>
        <w:gridCol w:w="1862"/>
      </w:tblGrid>
      <w:tr w:rsidR="00940E33" w:rsidTr="004543BC">
        <w:tc>
          <w:tcPr>
            <w:tcW w:w="1961" w:type="dxa"/>
            <w:gridSpan w:val="4"/>
          </w:tcPr>
          <w:p w:rsidR="00940E33" w:rsidRPr="00532CE5" w:rsidRDefault="00940E33" w:rsidP="001521CE">
            <w:pPr>
              <w:jc w:val="center"/>
              <w:rPr>
                <w:b/>
              </w:rPr>
            </w:pPr>
            <w:r w:rsidRPr="00532CE5">
              <w:rPr>
                <w:b/>
              </w:rPr>
              <w:t>Name</w:t>
            </w:r>
          </w:p>
        </w:tc>
        <w:tc>
          <w:tcPr>
            <w:tcW w:w="1753" w:type="dxa"/>
            <w:gridSpan w:val="3"/>
          </w:tcPr>
          <w:p w:rsidR="00940E33" w:rsidRPr="00532CE5" w:rsidRDefault="00940E33" w:rsidP="001521CE">
            <w:pPr>
              <w:jc w:val="center"/>
              <w:rPr>
                <w:b/>
              </w:rPr>
            </w:pPr>
            <w:r w:rsidRPr="00532CE5">
              <w:rPr>
                <w:b/>
              </w:rPr>
              <w:t>Meaning</w:t>
            </w:r>
          </w:p>
        </w:tc>
        <w:tc>
          <w:tcPr>
            <w:tcW w:w="3754" w:type="dxa"/>
            <w:gridSpan w:val="3"/>
          </w:tcPr>
          <w:p w:rsidR="00940E33" w:rsidRPr="00532CE5" w:rsidRDefault="00940E33" w:rsidP="001521CE">
            <w:pPr>
              <w:jc w:val="center"/>
              <w:rPr>
                <w:b/>
              </w:rPr>
            </w:pPr>
            <w:r w:rsidRPr="00532CE5">
              <w:rPr>
                <w:b/>
              </w:rPr>
              <w:t>Value</w:t>
            </w:r>
          </w:p>
        </w:tc>
        <w:tc>
          <w:tcPr>
            <w:tcW w:w="1862" w:type="dxa"/>
          </w:tcPr>
          <w:p w:rsidR="00940E33" w:rsidRPr="00532CE5" w:rsidRDefault="00940E33" w:rsidP="001521CE">
            <w:pPr>
              <w:jc w:val="center"/>
              <w:rPr>
                <w:b/>
              </w:rPr>
            </w:pPr>
            <w:r w:rsidRPr="00532CE5">
              <w:rPr>
                <w:b/>
              </w:rPr>
              <w:t>Comment</w:t>
            </w:r>
          </w:p>
        </w:tc>
      </w:tr>
      <w:tr w:rsidR="00940E33" w:rsidTr="004543BC">
        <w:tc>
          <w:tcPr>
            <w:tcW w:w="401" w:type="dxa"/>
            <w:vMerge w:val="restart"/>
            <w:textDirection w:val="btLr"/>
          </w:tcPr>
          <w:p w:rsidR="00940E33" w:rsidRPr="00532CE5" w:rsidRDefault="00940E33" w:rsidP="007849FF">
            <w:pPr>
              <w:ind w:left="113" w:right="113"/>
              <w:jc w:val="center"/>
              <w:rPr>
                <w:b/>
              </w:rPr>
            </w:pPr>
            <w:r w:rsidRPr="00532CE5">
              <w:rPr>
                <w:b/>
              </w:rPr>
              <w:t>General setting</w:t>
            </w:r>
          </w:p>
        </w:tc>
        <w:tc>
          <w:tcPr>
            <w:tcW w:w="1560" w:type="dxa"/>
            <w:gridSpan w:val="3"/>
            <w:vMerge w:val="restart"/>
          </w:tcPr>
          <w:p w:rsidR="00940E33" w:rsidRPr="00532CE5" w:rsidRDefault="00940E33" w:rsidP="00D931CD">
            <w:r w:rsidRPr="00532CE5">
              <w:t>regdomain</w:t>
            </w:r>
          </w:p>
        </w:tc>
        <w:tc>
          <w:tcPr>
            <w:tcW w:w="1753" w:type="dxa"/>
            <w:gridSpan w:val="3"/>
          </w:tcPr>
          <w:p w:rsidR="00940E33" w:rsidRPr="00532CE5" w:rsidRDefault="00940E33" w:rsidP="00D931CD">
            <w:r w:rsidRPr="00532CE5">
              <w:t>Regulation domain</w:t>
            </w:r>
          </w:p>
        </w:tc>
        <w:tc>
          <w:tcPr>
            <w:tcW w:w="3754" w:type="dxa"/>
            <w:gridSpan w:val="3"/>
          </w:tcPr>
          <w:p w:rsidR="00940E33" w:rsidRPr="00532CE5" w:rsidRDefault="00940E33" w:rsidP="00D931CD">
            <w:r w:rsidRPr="00532CE5">
              <w:t xml:space="preserve">1-11 (FCC, IC, </w:t>
            </w:r>
            <w:smartTag w:uri="urn:schemas-microsoft-com:office:smarttags" w:element="City">
              <w:smartTag w:uri="urn:schemas-microsoft-com:office:smarttags" w:element="place">
                <w:r w:rsidRPr="00532CE5">
                  <w:t>ETSI</w:t>
                </w:r>
              </w:smartTag>
              <w:r w:rsidRPr="00532CE5">
                <w:t xml:space="preserve">, </w:t>
              </w:r>
              <w:smartTag w:uri="urn:schemas-microsoft-com:office:smarttags" w:element="chmetcnv">
                <w:smartTagPr>
                  <w:attr w:name="TCSC" w:val="0"/>
                  <w:attr w:name="NumberType" w:val="1"/>
                  <w:attr w:name="Negative" w:val="False"/>
                  <w:attr w:name="HasSpace" w:val="True"/>
                  <w:attr w:name="SourceValue" w:val="2"/>
                  <w:attr w:name="UnitName" w:val="in"/>
                </w:smartTagPr>
                <w:smartTag w:uri="urn:schemas-microsoft-com:office:smarttags" w:element="country-region">
                  <w:r w:rsidRPr="00532CE5">
                    <w:t>SPAIN</w:t>
                  </w:r>
                </w:smartTag>
              </w:smartTag>
            </w:smartTag>
            <w:r w:rsidRPr="00532CE5">
              <w:t>, FRANCE, MKK, ISREAL, MKK1, MKK2, MKK3, NCC)</w:t>
            </w:r>
          </w:p>
        </w:tc>
        <w:tc>
          <w:tcPr>
            <w:tcW w:w="1862" w:type="dxa"/>
          </w:tcPr>
          <w:p w:rsidR="00940E33" w:rsidRPr="00532CE5" w:rsidRDefault="00940E33" w:rsidP="00D931CD"/>
        </w:tc>
      </w:tr>
      <w:tr w:rsidR="00940E33" w:rsidTr="00EB7D32">
        <w:tc>
          <w:tcPr>
            <w:tcW w:w="401" w:type="dxa"/>
            <w:vMerge/>
            <w:textDirection w:val="btLr"/>
          </w:tcPr>
          <w:p w:rsidR="00940E33" w:rsidRPr="00532CE5" w:rsidRDefault="00940E33" w:rsidP="007849FF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560" w:type="dxa"/>
            <w:gridSpan w:val="3"/>
            <w:vMerge/>
          </w:tcPr>
          <w:p w:rsidR="00940E33" w:rsidRPr="00532CE5" w:rsidRDefault="00940E33" w:rsidP="00D931CD"/>
        </w:tc>
        <w:tc>
          <w:tcPr>
            <w:tcW w:w="7369" w:type="dxa"/>
            <w:gridSpan w:val="7"/>
          </w:tcPr>
          <w:p w:rsidR="00940E33" w:rsidRPr="00532CE5" w:rsidRDefault="00940E33" w:rsidP="00D931CD">
            <w:r w:rsidRPr="002F46C2">
              <w:rPr>
                <w:rFonts w:ascii="新細明體" w:cs="新細明體"/>
                <w:color w:val="0000FF"/>
                <w:kern w:val="0"/>
                <w:sz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366.75pt;height:394.5pt">
                  <v:imagedata r:id="rId7" r:href="rId8"/>
                </v:shape>
              </w:pict>
            </w:r>
          </w:p>
        </w:tc>
      </w:tr>
      <w:tr w:rsidR="00940E33" w:rsidTr="004543BC">
        <w:tc>
          <w:tcPr>
            <w:tcW w:w="401" w:type="dxa"/>
            <w:vMerge/>
          </w:tcPr>
          <w:p w:rsidR="00940E33" w:rsidRPr="00532CE5" w:rsidRDefault="00940E33" w:rsidP="00D931CD"/>
        </w:tc>
        <w:tc>
          <w:tcPr>
            <w:tcW w:w="1560" w:type="dxa"/>
            <w:gridSpan w:val="3"/>
          </w:tcPr>
          <w:p w:rsidR="00940E33" w:rsidRPr="00532CE5" w:rsidRDefault="00940E33" w:rsidP="00D931CD">
            <w:r w:rsidRPr="00532CE5">
              <w:t>channel</w:t>
            </w:r>
          </w:p>
        </w:tc>
        <w:tc>
          <w:tcPr>
            <w:tcW w:w="1753" w:type="dxa"/>
            <w:gridSpan w:val="3"/>
          </w:tcPr>
          <w:p w:rsidR="00940E33" w:rsidRPr="00532CE5" w:rsidRDefault="00940E33" w:rsidP="00D931CD">
            <w:r w:rsidRPr="00532CE5">
              <w:t>Operation frequency used</w:t>
            </w:r>
          </w:p>
        </w:tc>
        <w:tc>
          <w:tcPr>
            <w:tcW w:w="3754" w:type="dxa"/>
            <w:gridSpan w:val="3"/>
          </w:tcPr>
          <w:p w:rsidR="00940E33" w:rsidRPr="00532CE5" w:rsidRDefault="00940E33" w:rsidP="00D931CD">
            <w:r w:rsidRPr="00532CE5">
              <w:t xml:space="preserve">0 for auto channel, </w:t>
            </w:r>
          </w:p>
          <w:p w:rsidR="00940E33" w:rsidRPr="00532CE5" w:rsidRDefault="00940E33" w:rsidP="00D931CD">
            <w:r w:rsidRPr="00532CE5">
              <w:t>1-14 for 11b/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2"/>
                <w:attr w:name="UnitName" w:val="in"/>
              </w:smartTagPr>
              <w:r w:rsidRPr="00532CE5">
                <w:t>11g</w:t>
              </w:r>
            </w:smartTag>
            <w:r w:rsidRPr="00532CE5">
              <w:t xml:space="preserve">, </w:t>
            </w:r>
          </w:p>
          <w:p w:rsidR="00940E33" w:rsidRPr="00532CE5" w:rsidRDefault="00940E33" w:rsidP="00D931CD">
            <w:r w:rsidRPr="00532CE5">
              <w:t xml:space="preserve">36-165 for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2"/>
                <w:attr w:name="UnitName" w:val="in"/>
              </w:smartTagPr>
              <w:r w:rsidRPr="00532CE5">
                <w:t>11a</w:t>
              </w:r>
            </w:smartTag>
          </w:p>
        </w:tc>
        <w:tc>
          <w:tcPr>
            <w:tcW w:w="1862" w:type="dxa"/>
          </w:tcPr>
          <w:p w:rsidR="00940E33" w:rsidRPr="00532CE5" w:rsidRDefault="00940E33" w:rsidP="00D931CD"/>
        </w:tc>
      </w:tr>
      <w:tr w:rsidR="00940E33" w:rsidTr="004543BC">
        <w:tc>
          <w:tcPr>
            <w:tcW w:w="401" w:type="dxa"/>
            <w:vMerge/>
          </w:tcPr>
          <w:p w:rsidR="00940E33" w:rsidRPr="00532CE5" w:rsidRDefault="00940E33" w:rsidP="00D931CD"/>
        </w:tc>
        <w:tc>
          <w:tcPr>
            <w:tcW w:w="1560" w:type="dxa"/>
            <w:gridSpan w:val="3"/>
          </w:tcPr>
          <w:p w:rsidR="00940E33" w:rsidRPr="00532CE5" w:rsidRDefault="00940E33" w:rsidP="00D931CD">
            <w:r w:rsidRPr="00532CE5">
              <w:t>opmode</w:t>
            </w:r>
          </w:p>
        </w:tc>
        <w:tc>
          <w:tcPr>
            <w:tcW w:w="1753" w:type="dxa"/>
            <w:gridSpan w:val="3"/>
          </w:tcPr>
          <w:p w:rsidR="00940E33" w:rsidRPr="00532CE5" w:rsidRDefault="00940E33" w:rsidP="00D931CD">
            <w:r w:rsidRPr="00532CE5">
              <w:t>Operation mode (AP or client)</w:t>
            </w:r>
          </w:p>
        </w:tc>
        <w:tc>
          <w:tcPr>
            <w:tcW w:w="3754" w:type="dxa"/>
            <w:gridSpan w:val="3"/>
          </w:tcPr>
          <w:p w:rsidR="00940E33" w:rsidRPr="00532CE5" w:rsidRDefault="00940E33" w:rsidP="00D931CD">
            <w:r w:rsidRPr="00532CE5">
              <w:t>16 – AP, 8 – Infrastructure client, 32 – Ad-hoc client</w:t>
            </w:r>
          </w:p>
        </w:tc>
        <w:tc>
          <w:tcPr>
            <w:tcW w:w="1862" w:type="dxa"/>
          </w:tcPr>
          <w:p w:rsidR="00940E33" w:rsidRPr="00532CE5" w:rsidRDefault="00940E33" w:rsidP="00D931CD"/>
        </w:tc>
      </w:tr>
      <w:tr w:rsidR="00940E33" w:rsidTr="004543BC">
        <w:tc>
          <w:tcPr>
            <w:tcW w:w="401" w:type="dxa"/>
            <w:vMerge/>
          </w:tcPr>
          <w:p w:rsidR="00940E33" w:rsidRPr="00532CE5" w:rsidRDefault="00940E33" w:rsidP="00D931CD"/>
        </w:tc>
        <w:tc>
          <w:tcPr>
            <w:tcW w:w="1560" w:type="dxa"/>
            <w:gridSpan w:val="3"/>
          </w:tcPr>
          <w:p w:rsidR="00940E33" w:rsidRPr="00532CE5" w:rsidRDefault="00940E33" w:rsidP="00D931CD">
            <w:r w:rsidRPr="00532CE5">
              <w:t>use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2"/>
                <w:attr w:name="UnitName" w:val="in"/>
              </w:smartTagPr>
              <w:r w:rsidRPr="00532CE5">
                <w:t>40M</w:t>
              </w:r>
            </w:smartTag>
          </w:p>
        </w:tc>
        <w:tc>
          <w:tcPr>
            <w:tcW w:w="1753" w:type="dxa"/>
            <w:gridSpan w:val="3"/>
          </w:tcPr>
          <w:p w:rsidR="00940E33" w:rsidRPr="00532CE5" w:rsidRDefault="00940E33" w:rsidP="00D931CD">
            <w:r w:rsidRPr="00532CE5">
              <w:t xml:space="preserve">Support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2"/>
                <w:attr w:name="UnitName" w:val="in"/>
              </w:smartTagPr>
              <w:r w:rsidRPr="00532CE5">
                <w:t>40M</w:t>
              </w:r>
            </w:smartTag>
            <w:r w:rsidRPr="00532CE5">
              <w:t xml:space="preserve"> bandwidth in 11n mode</w:t>
            </w:r>
          </w:p>
        </w:tc>
        <w:tc>
          <w:tcPr>
            <w:tcW w:w="3754" w:type="dxa"/>
            <w:gridSpan w:val="3"/>
          </w:tcPr>
          <w:p w:rsidR="00940E33" w:rsidRPr="00532CE5" w:rsidRDefault="00940E33" w:rsidP="00D931CD">
            <w:r w:rsidRPr="00532CE5">
              <w:t>0 – disable, 1 – enable</w:t>
            </w:r>
          </w:p>
        </w:tc>
        <w:tc>
          <w:tcPr>
            <w:tcW w:w="1862" w:type="dxa"/>
          </w:tcPr>
          <w:p w:rsidR="00940E33" w:rsidRPr="00532CE5" w:rsidRDefault="00940E33" w:rsidP="00D931CD"/>
        </w:tc>
      </w:tr>
      <w:tr w:rsidR="00940E33" w:rsidRPr="00876DD5" w:rsidTr="004543BC">
        <w:tc>
          <w:tcPr>
            <w:tcW w:w="401" w:type="dxa"/>
            <w:vMerge/>
          </w:tcPr>
          <w:p w:rsidR="00940E33" w:rsidRPr="00532CE5" w:rsidRDefault="00940E33" w:rsidP="00D931CD"/>
        </w:tc>
        <w:tc>
          <w:tcPr>
            <w:tcW w:w="1560" w:type="dxa"/>
            <w:gridSpan w:val="3"/>
          </w:tcPr>
          <w:p w:rsidR="00940E33" w:rsidRPr="00532CE5" w:rsidRDefault="00940E33" w:rsidP="00D931CD">
            <w:r w:rsidRPr="00532CE5">
              <w:t>band</w:t>
            </w:r>
          </w:p>
        </w:tc>
        <w:tc>
          <w:tcPr>
            <w:tcW w:w="1753" w:type="dxa"/>
            <w:gridSpan w:val="3"/>
          </w:tcPr>
          <w:p w:rsidR="00940E33" w:rsidRPr="00532CE5" w:rsidRDefault="00940E33" w:rsidP="00D931CD">
            <w:r w:rsidRPr="00532CE5">
              <w:t>Band selection</w:t>
            </w:r>
          </w:p>
        </w:tc>
        <w:tc>
          <w:tcPr>
            <w:tcW w:w="3754" w:type="dxa"/>
            <w:gridSpan w:val="3"/>
          </w:tcPr>
          <w:p w:rsidR="00940E33" w:rsidRPr="00A35260" w:rsidRDefault="00940E33" w:rsidP="00D931CD">
            <w:pPr>
              <w:rPr>
                <w:lang w:val="fr-FR"/>
              </w:rPr>
            </w:pPr>
            <w:r w:rsidRPr="00A35260">
              <w:rPr>
                <w:lang w:val="fr-FR"/>
              </w:rPr>
              <w:t xml:space="preserve">1 – 11b, 2 –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2"/>
                <w:attr w:name="UnitName" w:val="in"/>
              </w:smartTagPr>
              <w:r w:rsidRPr="00A35260">
                <w:rPr>
                  <w:lang w:val="fr-FR"/>
                </w:rPr>
                <w:t>11g</w:t>
              </w:r>
            </w:smartTag>
            <w:r w:rsidRPr="00A35260">
              <w:rPr>
                <w:lang w:val="fr-FR"/>
              </w:rPr>
              <w:t xml:space="preserve">, 4 –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2"/>
                <w:attr w:name="UnitName" w:val="in"/>
              </w:smartTagPr>
              <w:r w:rsidRPr="00A35260">
                <w:rPr>
                  <w:lang w:val="fr-FR"/>
                </w:rPr>
                <w:t>11a</w:t>
              </w:r>
            </w:smartTag>
            <w:r w:rsidRPr="00A35260">
              <w:rPr>
                <w:lang w:val="fr-FR"/>
              </w:rPr>
              <w:t>, 8 – 11n</w:t>
            </w:r>
          </w:p>
          <w:p w:rsidR="00940E33" w:rsidRPr="00A35260" w:rsidRDefault="00940E33" w:rsidP="00D931CD">
            <w:pPr>
              <w:rPr>
                <w:lang w:val="fr-FR"/>
              </w:rPr>
            </w:pPr>
            <w:r w:rsidRPr="00A35260">
              <w:rPr>
                <w:lang w:val="fr-FR"/>
              </w:rPr>
              <w:t>a_mode , b_mode , g_mode , n_mode , mixed</w:t>
            </w:r>
          </w:p>
        </w:tc>
        <w:tc>
          <w:tcPr>
            <w:tcW w:w="1862" w:type="dxa"/>
          </w:tcPr>
          <w:p w:rsidR="00940E33" w:rsidRPr="00A35260" w:rsidRDefault="00940E33" w:rsidP="00D931CD">
            <w:pPr>
              <w:rPr>
                <w:lang w:val="fr-FR"/>
              </w:rPr>
            </w:pPr>
          </w:p>
        </w:tc>
      </w:tr>
      <w:tr w:rsidR="00940E33" w:rsidTr="004543BC">
        <w:tc>
          <w:tcPr>
            <w:tcW w:w="401" w:type="dxa"/>
            <w:vMerge/>
          </w:tcPr>
          <w:p w:rsidR="00940E33" w:rsidRPr="00A35260" w:rsidRDefault="00940E33" w:rsidP="00D931CD">
            <w:pPr>
              <w:rPr>
                <w:lang w:val="fr-FR"/>
              </w:rPr>
            </w:pPr>
          </w:p>
        </w:tc>
        <w:tc>
          <w:tcPr>
            <w:tcW w:w="1560" w:type="dxa"/>
            <w:gridSpan w:val="3"/>
          </w:tcPr>
          <w:p w:rsidR="00940E33" w:rsidRPr="00532CE5" w:rsidRDefault="00940E33" w:rsidP="00D931CD">
            <w:r w:rsidRPr="00532CE5">
              <w:t>phyBandSelect</w:t>
            </w:r>
          </w:p>
        </w:tc>
        <w:tc>
          <w:tcPr>
            <w:tcW w:w="1753" w:type="dxa"/>
            <w:gridSpan w:val="3"/>
          </w:tcPr>
          <w:p w:rsidR="00940E33" w:rsidRPr="00532CE5" w:rsidRDefault="00940E33" w:rsidP="00D931CD">
            <w:r w:rsidRPr="00532CE5">
              <w:t>Set band mode for dual-band</w:t>
            </w:r>
          </w:p>
        </w:tc>
        <w:tc>
          <w:tcPr>
            <w:tcW w:w="3754" w:type="dxa"/>
            <w:gridSpan w:val="3"/>
          </w:tcPr>
          <w:p w:rsidR="00940E33" w:rsidRPr="00532CE5" w:rsidRDefault="00940E33" w:rsidP="00D931CD">
            <w:r w:rsidRPr="00532CE5">
              <w:t xml:space="preserve">1 –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2"/>
                <w:attr w:name="UnitName" w:val="in"/>
              </w:smartTagPr>
              <w:r w:rsidRPr="00532CE5">
                <w:t>2G</w:t>
              </w:r>
            </w:smartTag>
            <w:r w:rsidRPr="00532CE5">
              <w:t xml:space="preserve">, 2 –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2"/>
                <w:attr w:name="UnitName" w:val="in"/>
              </w:smartTagPr>
              <w:r w:rsidRPr="00532CE5">
                <w:t>5G</w:t>
              </w:r>
            </w:smartTag>
          </w:p>
        </w:tc>
        <w:tc>
          <w:tcPr>
            <w:tcW w:w="1862" w:type="dxa"/>
          </w:tcPr>
          <w:p w:rsidR="00940E33" w:rsidRPr="00532CE5" w:rsidRDefault="00940E33" w:rsidP="00D931CD">
            <w:r w:rsidRPr="00532CE5">
              <w:t>Please refer to section “Dual-band configuration”</w:t>
            </w:r>
          </w:p>
        </w:tc>
      </w:tr>
      <w:tr w:rsidR="00940E33" w:rsidTr="004543BC">
        <w:tc>
          <w:tcPr>
            <w:tcW w:w="401" w:type="dxa"/>
            <w:vMerge/>
          </w:tcPr>
          <w:p w:rsidR="00940E33" w:rsidRPr="00532CE5" w:rsidRDefault="00940E33" w:rsidP="00D931CD"/>
        </w:tc>
        <w:tc>
          <w:tcPr>
            <w:tcW w:w="1560" w:type="dxa"/>
            <w:gridSpan w:val="3"/>
          </w:tcPr>
          <w:p w:rsidR="00940E33" w:rsidRPr="00532CE5" w:rsidRDefault="00940E33" w:rsidP="00D931CD">
            <w:r w:rsidRPr="00532CE5">
              <w:t>802_1x</w:t>
            </w:r>
          </w:p>
        </w:tc>
        <w:tc>
          <w:tcPr>
            <w:tcW w:w="1753" w:type="dxa"/>
            <w:gridSpan w:val="3"/>
          </w:tcPr>
          <w:p w:rsidR="00940E33" w:rsidRPr="00532CE5" w:rsidRDefault="00940E33" w:rsidP="00D931CD">
            <w:r w:rsidRPr="00532CE5">
              <w:t>Flag of using 802.1x</w:t>
            </w:r>
          </w:p>
        </w:tc>
        <w:tc>
          <w:tcPr>
            <w:tcW w:w="3754" w:type="dxa"/>
            <w:gridSpan w:val="3"/>
          </w:tcPr>
          <w:p w:rsidR="00940E33" w:rsidRPr="00532CE5" w:rsidRDefault="00940E33" w:rsidP="00D931CD">
            <w:r w:rsidRPr="00532CE5">
              <w:t>0 – disable, 1 – enable</w:t>
            </w:r>
          </w:p>
        </w:tc>
        <w:tc>
          <w:tcPr>
            <w:tcW w:w="1862" w:type="dxa"/>
          </w:tcPr>
          <w:p w:rsidR="00940E33" w:rsidRPr="00532CE5" w:rsidRDefault="00940E33" w:rsidP="00D931CD">
            <w:r w:rsidRPr="00532CE5">
              <w:t>When 802.1x is enabled, the Auth daemon must be invoked</w:t>
            </w:r>
          </w:p>
        </w:tc>
      </w:tr>
      <w:tr w:rsidR="00940E33" w:rsidTr="004543BC">
        <w:tc>
          <w:tcPr>
            <w:tcW w:w="401" w:type="dxa"/>
            <w:vMerge/>
          </w:tcPr>
          <w:p w:rsidR="00940E33" w:rsidRPr="00532CE5" w:rsidRDefault="00940E33" w:rsidP="00D931CD"/>
        </w:tc>
        <w:tc>
          <w:tcPr>
            <w:tcW w:w="1560" w:type="dxa"/>
            <w:gridSpan w:val="3"/>
          </w:tcPr>
          <w:p w:rsidR="00940E33" w:rsidRPr="00532CE5" w:rsidRDefault="00940E33" w:rsidP="00D931CD">
            <w:r w:rsidRPr="00532CE5">
              <w:t>ampdu</w:t>
            </w:r>
          </w:p>
        </w:tc>
        <w:tc>
          <w:tcPr>
            <w:tcW w:w="1753" w:type="dxa"/>
            <w:gridSpan w:val="3"/>
          </w:tcPr>
          <w:p w:rsidR="00940E33" w:rsidRPr="00532CE5" w:rsidRDefault="00940E33" w:rsidP="00D931CD"/>
        </w:tc>
        <w:tc>
          <w:tcPr>
            <w:tcW w:w="3754" w:type="dxa"/>
            <w:gridSpan w:val="3"/>
          </w:tcPr>
          <w:p w:rsidR="00940E33" w:rsidRPr="00532CE5" w:rsidRDefault="00940E33" w:rsidP="00D931CD"/>
        </w:tc>
        <w:tc>
          <w:tcPr>
            <w:tcW w:w="1862" w:type="dxa"/>
          </w:tcPr>
          <w:p w:rsidR="00940E33" w:rsidRPr="00532CE5" w:rsidRDefault="00940E33" w:rsidP="00D931CD">
            <w:r w:rsidRPr="00532CE5">
              <w:t>Block ACK</w:t>
            </w:r>
          </w:p>
        </w:tc>
      </w:tr>
      <w:tr w:rsidR="00940E33" w:rsidTr="004543BC">
        <w:tc>
          <w:tcPr>
            <w:tcW w:w="401" w:type="dxa"/>
            <w:vMerge/>
          </w:tcPr>
          <w:p w:rsidR="00940E33" w:rsidRPr="00532CE5" w:rsidRDefault="00940E33" w:rsidP="00D931CD"/>
        </w:tc>
        <w:tc>
          <w:tcPr>
            <w:tcW w:w="1560" w:type="dxa"/>
            <w:gridSpan w:val="3"/>
          </w:tcPr>
          <w:p w:rsidR="00940E33" w:rsidRPr="00532CE5" w:rsidRDefault="00940E33" w:rsidP="00D931CD">
            <w:r w:rsidRPr="00532CE5">
              <w:t>qos_enable</w:t>
            </w:r>
          </w:p>
        </w:tc>
        <w:tc>
          <w:tcPr>
            <w:tcW w:w="1753" w:type="dxa"/>
            <w:gridSpan w:val="3"/>
          </w:tcPr>
          <w:p w:rsidR="00940E33" w:rsidRPr="00532CE5" w:rsidRDefault="00940E33" w:rsidP="00D931CD">
            <w:r w:rsidRPr="00532CE5">
              <w:t>Support WMM and QoS</w:t>
            </w:r>
          </w:p>
        </w:tc>
        <w:tc>
          <w:tcPr>
            <w:tcW w:w="3754" w:type="dxa"/>
            <w:gridSpan w:val="3"/>
          </w:tcPr>
          <w:p w:rsidR="00940E33" w:rsidRPr="00532CE5" w:rsidRDefault="00940E33" w:rsidP="00D931CD">
            <w:r w:rsidRPr="00532CE5">
              <w:t>0 – disable, 1 – enable</w:t>
            </w:r>
          </w:p>
        </w:tc>
        <w:tc>
          <w:tcPr>
            <w:tcW w:w="1862" w:type="dxa"/>
          </w:tcPr>
          <w:p w:rsidR="00940E33" w:rsidRPr="00532CE5" w:rsidRDefault="00940E33" w:rsidP="00D931CD"/>
        </w:tc>
      </w:tr>
      <w:tr w:rsidR="00940E33" w:rsidTr="004543BC">
        <w:trPr>
          <w:trHeight w:val="1450"/>
        </w:trPr>
        <w:tc>
          <w:tcPr>
            <w:tcW w:w="401" w:type="dxa"/>
            <w:vMerge/>
          </w:tcPr>
          <w:p w:rsidR="00940E33" w:rsidRPr="00532CE5" w:rsidRDefault="00940E33" w:rsidP="00D931CD"/>
        </w:tc>
        <w:tc>
          <w:tcPr>
            <w:tcW w:w="1560" w:type="dxa"/>
            <w:gridSpan w:val="3"/>
          </w:tcPr>
          <w:p w:rsidR="00940E33" w:rsidRPr="00D113AD" w:rsidRDefault="00940E33" w:rsidP="00D931CD">
            <w:pPr>
              <w:rPr>
                <w:color w:val="0D0D0D"/>
              </w:rPr>
            </w:pPr>
            <w:r w:rsidRPr="00D113AD">
              <w:rPr>
                <w:color w:val="0D0D0D"/>
              </w:rPr>
              <w:t>vap_enable</w:t>
            </w:r>
          </w:p>
        </w:tc>
        <w:tc>
          <w:tcPr>
            <w:tcW w:w="1753" w:type="dxa"/>
            <w:gridSpan w:val="3"/>
          </w:tcPr>
          <w:p w:rsidR="00940E33" w:rsidRPr="00D113AD" w:rsidRDefault="00940E33" w:rsidP="00D931CD">
            <w:pPr>
              <w:rPr>
                <w:color w:val="0D0D0D"/>
              </w:rPr>
            </w:pPr>
            <w:r w:rsidRPr="00D113AD">
              <w:rPr>
                <w:color w:val="0D0D0D"/>
              </w:rPr>
              <w:t>Tell driver if multiple AP function is enabled or disabled</w:t>
            </w:r>
          </w:p>
        </w:tc>
        <w:tc>
          <w:tcPr>
            <w:tcW w:w="3754" w:type="dxa"/>
            <w:gridSpan w:val="3"/>
          </w:tcPr>
          <w:p w:rsidR="00940E33" w:rsidRPr="00D113AD" w:rsidRDefault="00940E33" w:rsidP="00D931CD">
            <w:pPr>
              <w:rPr>
                <w:color w:val="0D0D0D"/>
              </w:rPr>
            </w:pPr>
            <w:r w:rsidRPr="00D113AD">
              <w:rPr>
                <w:color w:val="0D0D0D"/>
              </w:rPr>
              <w:t>0 – disable, 1 – enable</w:t>
            </w:r>
          </w:p>
        </w:tc>
        <w:tc>
          <w:tcPr>
            <w:tcW w:w="1862" w:type="dxa"/>
          </w:tcPr>
          <w:p w:rsidR="00940E33" w:rsidRPr="00D113AD" w:rsidRDefault="00940E33" w:rsidP="00D931CD">
            <w:pPr>
              <w:rPr>
                <w:color w:val="0D0D0D"/>
              </w:rPr>
            </w:pPr>
            <w:r w:rsidRPr="00D113AD">
              <w:rPr>
                <w:color w:val="0D0D0D"/>
              </w:rPr>
              <w:t>If multiple AP is enabled, this mib must be set to 1.</w:t>
            </w:r>
          </w:p>
        </w:tc>
      </w:tr>
      <w:tr w:rsidR="00940E33" w:rsidTr="004543BC">
        <w:tc>
          <w:tcPr>
            <w:tcW w:w="401" w:type="dxa"/>
            <w:vMerge/>
          </w:tcPr>
          <w:p w:rsidR="00940E33" w:rsidRPr="00532CE5" w:rsidRDefault="00940E33" w:rsidP="00D931CD"/>
        </w:tc>
        <w:tc>
          <w:tcPr>
            <w:tcW w:w="1560" w:type="dxa"/>
            <w:gridSpan w:val="3"/>
          </w:tcPr>
          <w:p w:rsidR="00940E33" w:rsidRPr="00532CE5" w:rsidRDefault="00940E33" w:rsidP="00D931CD">
            <w:pPr>
              <w:rPr>
                <w:color w:val="FF0000"/>
              </w:rPr>
            </w:pPr>
            <w:r w:rsidRPr="00532CE5">
              <w:rPr>
                <w:color w:val="FF0000"/>
              </w:rPr>
              <w:t>ssid</w:t>
            </w:r>
          </w:p>
        </w:tc>
        <w:tc>
          <w:tcPr>
            <w:tcW w:w="1753" w:type="dxa"/>
            <w:gridSpan w:val="3"/>
          </w:tcPr>
          <w:p w:rsidR="00940E33" w:rsidRPr="00532CE5" w:rsidRDefault="00940E33" w:rsidP="00D931CD">
            <w:pPr>
              <w:rPr>
                <w:color w:val="FF0000"/>
              </w:rPr>
            </w:pPr>
            <w:r w:rsidRPr="00532CE5">
              <w:rPr>
                <w:color w:val="FF0000"/>
              </w:rPr>
              <w:t>SSID</w:t>
            </w:r>
          </w:p>
        </w:tc>
        <w:tc>
          <w:tcPr>
            <w:tcW w:w="3754" w:type="dxa"/>
            <w:gridSpan w:val="3"/>
          </w:tcPr>
          <w:p w:rsidR="00940E33" w:rsidRPr="00532CE5" w:rsidRDefault="00940E33" w:rsidP="00D931CD">
            <w:pPr>
              <w:rPr>
                <w:color w:val="FF0000"/>
              </w:rPr>
            </w:pPr>
            <w:r w:rsidRPr="00532CE5">
              <w:rPr>
                <w:color w:val="FF0000"/>
              </w:rPr>
              <w:t>“string_value”, SSID with 32 characters in max</w:t>
            </w:r>
          </w:p>
        </w:tc>
        <w:tc>
          <w:tcPr>
            <w:tcW w:w="1862" w:type="dxa"/>
          </w:tcPr>
          <w:p w:rsidR="00940E33" w:rsidRPr="00532CE5" w:rsidRDefault="00940E33" w:rsidP="00D931CD">
            <w:pPr>
              <w:rPr>
                <w:color w:val="FF0000"/>
              </w:rPr>
            </w:pPr>
          </w:p>
        </w:tc>
      </w:tr>
      <w:tr w:rsidR="00940E33" w:rsidTr="004543BC">
        <w:tc>
          <w:tcPr>
            <w:tcW w:w="401" w:type="dxa"/>
            <w:vMerge/>
          </w:tcPr>
          <w:p w:rsidR="00940E33" w:rsidRPr="00532CE5" w:rsidRDefault="00940E33" w:rsidP="00D931CD"/>
        </w:tc>
        <w:tc>
          <w:tcPr>
            <w:tcW w:w="1560" w:type="dxa"/>
            <w:gridSpan w:val="3"/>
          </w:tcPr>
          <w:p w:rsidR="00940E33" w:rsidRPr="00532CE5" w:rsidRDefault="00940E33" w:rsidP="00D931CD">
            <w:pPr>
              <w:rPr>
                <w:color w:val="FF0000"/>
              </w:rPr>
            </w:pPr>
            <w:r w:rsidRPr="00532CE5">
              <w:rPr>
                <w:color w:val="FF0000"/>
              </w:rPr>
              <w:t>hiddenAP</w:t>
            </w:r>
          </w:p>
        </w:tc>
        <w:tc>
          <w:tcPr>
            <w:tcW w:w="1753" w:type="dxa"/>
            <w:gridSpan w:val="3"/>
          </w:tcPr>
          <w:p w:rsidR="00940E33" w:rsidRPr="00532CE5" w:rsidRDefault="00940E33" w:rsidP="00D931CD">
            <w:pPr>
              <w:rPr>
                <w:color w:val="FF0000"/>
              </w:rPr>
            </w:pPr>
            <w:r w:rsidRPr="00532CE5">
              <w:rPr>
                <w:color w:val="FF0000"/>
              </w:rPr>
              <w:t>Hidden AP enable/disable</w:t>
            </w:r>
          </w:p>
        </w:tc>
        <w:tc>
          <w:tcPr>
            <w:tcW w:w="3754" w:type="dxa"/>
            <w:gridSpan w:val="3"/>
          </w:tcPr>
          <w:p w:rsidR="00940E33" w:rsidRPr="00532CE5" w:rsidRDefault="00940E33" w:rsidP="00D931CD">
            <w:pPr>
              <w:rPr>
                <w:color w:val="FF0000"/>
              </w:rPr>
            </w:pPr>
            <w:r w:rsidRPr="00532CE5">
              <w:rPr>
                <w:color w:val="FF0000"/>
              </w:rPr>
              <w:t>0 – disabled, 1 – enabled</w:t>
            </w:r>
          </w:p>
        </w:tc>
        <w:tc>
          <w:tcPr>
            <w:tcW w:w="1862" w:type="dxa"/>
          </w:tcPr>
          <w:p w:rsidR="00940E33" w:rsidRPr="00532CE5" w:rsidRDefault="00940E33" w:rsidP="00D931CD">
            <w:pPr>
              <w:rPr>
                <w:color w:val="FF0000"/>
              </w:rPr>
            </w:pPr>
          </w:p>
        </w:tc>
      </w:tr>
      <w:tr w:rsidR="00940E33" w:rsidTr="00314CC2">
        <w:trPr>
          <w:trHeight w:val="1090"/>
        </w:trPr>
        <w:tc>
          <w:tcPr>
            <w:tcW w:w="9330" w:type="dxa"/>
            <w:gridSpan w:val="11"/>
          </w:tcPr>
          <w:p w:rsidR="00940E33" w:rsidRPr="00D113AD" w:rsidRDefault="00940E33" w:rsidP="00D931CD">
            <w:pPr>
              <w:rPr>
                <w:b/>
                <w:color w:val="0D0D0D"/>
              </w:rPr>
            </w:pPr>
            <w:r w:rsidRPr="00D113AD">
              <w:rPr>
                <w:color w:val="0D0D0D"/>
              </w:rPr>
              <w:t xml:space="preserve"> </w:t>
            </w:r>
            <w:r w:rsidRPr="00D113AD">
              <w:rPr>
                <w:b/>
                <w:color w:val="0D0D0D"/>
              </w:rPr>
              <w:t xml:space="preserve">The </w:t>
            </w:r>
            <w:r w:rsidRPr="00D113AD">
              <w:rPr>
                <w:b/>
                <w:color w:val="FF0000"/>
              </w:rPr>
              <w:t>ssid</w:t>
            </w:r>
            <w:r w:rsidRPr="00D113AD">
              <w:rPr>
                <w:b/>
                <w:color w:val="0D0D0D"/>
              </w:rPr>
              <w:t xml:space="preserve"> &amp; </w:t>
            </w:r>
            <w:r w:rsidRPr="00D113AD">
              <w:rPr>
                <w:b/>
                <w:color w:val="FF0000"/>
              </w:rPr>
              <w:t xml:space="preserve">hiddenAP </w:t>
            </w:r>
            <w:r w:rsidRPr="00D113AD">
              <w:rPr>
                <w:b/>
                <w:color w:val="0D0D0D"/>
              </w:rPr>
              <w:t>&amp;</w:t>
            </w:r>
            <w:r w:rsidRPr="00D113AD">
              <w:rPr>
                <w:b/>
                <w:color w:val="FF0000"/>
              </w:rPr>
              <w:t xml:space="preserve"> </w:t>
            </w:r>
            <w:r w:rsidRPr="00D113AD">
              <w:rPr>
                <w:b/>
                <w:color w:val="FF0000"/>
                <w:sz w:val="20"/>
              </w:rPr>
              <w:t>Encryption</w:t>
            </w:r>
            <w:r>
              <w:rPr>
                <w:b/>
                <w:color w:val="0D0D0D"/>
                <w:sz w:val="20"/>
              </w:rPr>
              <w:t xml:space="preserve"> can be setted</w:t>
            </w:r>
            <w:r w:rsidRPr="00D113AD">
              <w:rPr>
                <w:b/>
                <w:color w:val="0D0D0D"/>
                <w:sz w:val="20"/>
              </w:rPr>
              <w:t xml:space="preserve"> in VAP device</w:t>
            </w:r>
          </w:p>
          <w:p w:rsidR="00940E33" w:rsidRPr="00532CE5" w:rsidRDefault="00940E33" w:rsidP="00D931CD">
            <w:pPr>
              <w:rPr>
                <w:color w:val="FF0000"/>
              </w:rPr>
            </w:pPr>
          </w:p>
        </w:tc>
      </w:tr>
      <w:tr w:rsidR="00940E33" w:rsidTr="004543BC">
        <w:tc>
          <w:tcPr>
            <w:tcW w:w="401" w:type="dxa"/>
            <w:vMerge w:val="restart"/>
            <w:textDirection w:val="btLr"/>
          </w:tcPr>
          <w:p w:rsidR="00940E33" w:rsidRPr="007849FF" w:rsidRDefault="00940E33" w:rsidP="007849FF">
            <w:pPr>
              <w:ind w:left="113" w:right="113"/>
              <w:jc w:val="center"/>
              <w:rPr>
                <w:b/>
                <w:sz w:val="20"/>
              </w:rPr>
            </w:pPr>
            <w:r w:rsidRPr="007849FF">
              <w:rPr>
                <w:b/>
                <w:sz w:val="20"/>
              </w:rPr>
              <w:t>Rate control</w:t>
            </w:r>
          </w:p>
        </w:tc>
        <w:tc>
          <w:tcPr>
            <w:tcW w:w="1701" w:type="dxa"/>
            <w:gridSpan w:val="4"/>
          </w:tcPr>
          <w:p w:rsidR="00940E33" w:rsidRDefault="00940E33" w:rsidP="00D931CD">
            <w:pPr>
              <w:rPr>
                <w:sz w:val="20"/>
              </w:rPr>
            </w:pPr>
            <w:r>
              <w:rPr>
                <w:sz w:val="20"/>
              </w:rPr>
              <w:t>autorate</w:t>
            </w:r>
          </w:p>
        </w:tc>
        <w:tc>
          <w:tcPr>
            <w:tcW w:w="1612" w:type="dxa"/>
            <w:gridSpan w:val="2"/>
          </w:tcPr>
          <w:p w:rsidR="00940E33" w:rsidRDefault="00940E33" w:rsidP="00D931CD">
            <w:pPr>
              <w:rPr>
                <w:sz w:val="20"/>
              </w:rPr>
            </w:pPr>
            <w:r>
              <w:rPr>
                <w:sz w:val="20"/>
              </w:rPr>
              <w:t>Auto rate adaptive</w:t>
            </w:r>
          </w:p>
        </w:tc>
        <w:tc>
          <w:tcPr>
            <w:tcW w:w="3754" w:type="dxa"/>
            <w:gridSpan w:val="3"/>
          </w:tcPr>
          <w:p w:rsidR="00940E33" w:rsidRDefault="00940E33" w:rsidP="00D931CD">
            <w:pPr>
              <w:rPr>
                <w:sz w:val="20"/>
              </w:rPr>
            </w:pPr>
            <w:r>
              <w:rPr>
                <w:sz w:val="20"/>
              </w:rPr>
              <w:t>0 – disable, 1 – enable</w:t>
            </w:r>
          </w:p>
        </w:tc>
        <w:tc>
          <w:tcPr>
            <w:tcW w:w="1862" w:type="dxa"/>
          </w:tcPr>
          <w:p w:rsidR="00940E33" w:rsidRDefault="00940E33" w:rsidP="00D931CD">
            <w:pPr>
              <w:rPr>
                <w:sz w:val="20"/>
              </w:rPr>
            </w:pPr>
          </w:p>
        </w:tc>
      </w:tr>
      <w:tr w:rsidR="00940E33" w:rsidTr="004543BC">
        <w:tc>
          <w:tcPr>
            <w:tcW w:w="401" w:type="dxa"/>
            <w:vMerge/>
          </w:tcPr>
          <w:p w:rsidR="00940E33" w:rsidRDefault="00940E33" w:rsidP="00D931CD">
            <w:pPr>
              <w:rPr>
                <w:sz w:val="20"/>
              </w:rPr>
            </w:pPr>
          </w:p>
        </w:tc>
        <w:tc>
          <w:tcPr>
            <w:tcW w:w="1701" w:type="dxa"/>
            <w:gridSpan w:val="4"/>
          </w:tcPr>
          <w:p w:rsidR="00940E33" w:rsidRDefault="00940E33" w:rsidP="00D931CD">
            <w:pPr>
              <w:rPr>
                <w:sz w:val="20"/>
              </w:rPr>
            </w:pPr>
          </w:p>
          <w:p w:rsidR="00940E33" w:rsidRDefault="00940E33" w:rsidP="00D931CD">
            <w:pPr>
              <w:rPr>
                <w:sz w:val="20"/>
              </w:rPr>
            </w:pPr>
          </w:p>
          <w:p w:rsidR="00940E33" w:rsidRDefault="00940E33" w:rsidP="00D931CD">
            <w:pPr>
              <w:rPr>
                <w:sz w:val="20"/>
              </w:rPr>
            </w:pPr>
            <w:r>
              <w:rPr>
                <w:sz w:val="20"/>
              </w:rPr>
              <w:t>fixrate</w:t>
            </w:r>
          </w:p>
        </w:tc>
        <w:tc>
          <w:tcPr>
            <w:tcW w:w="1612" w:type="dxa"/>
            <w:gridSpan w:val="2"/>
          </w:tcPr>
          <w:p w:rsidR="00940E33" w:rsidRDefault="00940E33" w:rsidP="00D931CD">
            <w:pPr>
              <w:rPr>
                <w:sz w:val="20"/>
              </w:rPr>
            </w:pPr>
            <w:r>
              <w:rPr>
                <w:sz w:val="20"/>
              </w:rPr>
              <w:t>Fixed Tx rate</w:t>
            </w:r>
          </w:p>
        </w:tc>
        <w:tc>
          <w:tcPr>
            <w:tcW w:w="3754" w:type="dxa"/>
            <w:gridSpan w:val="3"/>
          </w:tcPr>
          <w:p w:rsidR="00940E33" w:rsidRDefault="00940E33" w:rsidP="00D931CD">
            <w:pPr>
              <w:rPr>
                <w:sz w:val="20"/>
              </w:rPr>
            </w:pPr>
            <w:r>
              <w:rPr>
                <w:sz w:val="20"/>
              </w:rPr>
              <w:t xml:space="preserve">Bit0-bit11 for </w:t>
            </w:r>
          </w:p>
          <w:p w:rsidR="00940E33" w:rsidRDefault="00940E33" w:rsidP="00D931CD">
            <w:pPr>
              <w:rPr>
                <w:sz w:val="20"/>
              </w:rPr>
            </w:pPr>
            <w:r>
              <w:rPr>
                <w:sz w:val="20"/>
              </w:rPr>
              <w:t xml:space="preserve">CCK :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2"/>
                <w:attr w:name="UnitName" w:val="in"/>
              </w:smartTagPr>
              <w:r w:rsidRPr="00F4190D">
                <w:rPr>
                  <w:sz w:val="20"/>
                </w:rPr>
                <w:t>1M</w:t>
              </w:r>
            </w:smartTag>
            <w:r>
              <w:rPr>
                <w:sz w:val="20"/>
              </w:rPr>
              <w:t xml:space="preserve"> , 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2"/>
                <w:attr w:name="UnitName" w:val="in"/>
              </w:smartTagPr>
              <w:r>
                <w:rPr>
                  <w:sz w:val="20"/>
                </w:rPr>
                <w:t>2</w:t>
              </w:r>
              <w:r w:rsidRPr="00F4190D">
                <w:rPr>
                  <w:sz w:val="20"/>
                </w:rPr>
                <w:t>M</w:t>
              </w:r>
            </w:smartTag>
            <w:r>
              <w:rPr>
                <w:sz w:val="20"/>
              </w:rPr>
              <w:t xml:space="preserve">, 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2"/>
                <w:attr w:name="UnitName" w:val="in"/>
              </w:smartTagPr>
              <w:r w:rsidRPr="00F4190D">
                <w:rPr>
                  <w:sz w:val="20"/>
                </w:rPr>
                <w:t>5.5M</w:t>
              </w:r>
            </w:smartTag>
            <w:r>
              <w:rPr>
                <w:sz w:val="20"/>
              </w:rPr>
              <w:t xml:space="preserve"> ,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2"/>
                <w:attr w:name="UnitName" w:val="in"/>
              </w:smartTagPr>
              <w:r w:rsidRPr="00F4190D">
                <w:rPr>
                  <w:sz w:val="20"/>
                </w:rPr>
                <w:t>11M</w:t>
              </w:r>
            </w:smartTag>
            <w:r>
              <w:rPr>
                <w:sz w:val="20"/>
              </w:rPr>
              <w:t xml:space="preserve">  ,</w:t>
            </w:r>
          </w:p>
          <w:p w:rsidR="00940E33" w:rsidRPr="00A35260" w:rsidRDefault="00940E33" w:rsidP="00CE75CD">
            <w:pPr>
              <w:rPr>
                <w:sz w:val="20"/>
                <w:lang w:val="nl-NL"/>
              </w:rPr>
            </w:pPr>
            <w:r w:rsidRPr="00A35260">
              <w:rPr>
                <w:sz w:val="20"/>
                <w:lang w:val="nl-NL"/>
              </w:rPr>
              <w:t xml:space="preserve">OFDM :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2"/>
                <w:attr w:name="UnitName" w:val="in"/>
              </w:smartTagPr>
              <w:r w:rsidRPr="00A35260">
                <w:rPr>
                  <w:sz w:val="20"/>
                  <w:lang w:val="nl-NL"/>
                </w:rPr>
                <w:t>6M</w:t>
              </w:r>
            </w:smartTag>
            <w:r w:rsidRPr="00A35260">
              <w:rPr>
                <w:sz w:val="20"/>
                <w:lang w:val="nl-NL"/>
              </w:rPr>
              <w:t xml:space="preserve"> ,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2"/>
                <w:attr w:name="UnitName" w:val="in"/>
              </w:smartTagPr>
              <w:r w:rsidRPr="00A35260">
                <w:rPr>
                  <w:sz w:val="20"/>
                  <w:lang w:val="nl-NL"/>
                </w:rPr>
                <w:t>9 M</w:t>
              </w:r>
            </w:smartTag>
            <w:r w:rsidRPr="00A35260">
              <w:rPr>
                <w:sz w:val="20"/>
                <w:lang w:val="nl-NL"/>
              </w:rPr>
              <w:t xml:space="preserve"> ,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2"/>
                <w:attr w:name="UnitName" w:val="in"/>
              </w:smartTagPr>
              <w:r w:rsidRPr="00A35260">
                <w:rPr>
                  <w:sz w:val="20"/>
                  <w:lang w:val="nl-NL"/>
                </w:rPr>
                <w:t>12 M</w:t>
              </w:r>
            </w:smartTag>
            <w:r w:rsidRPr="00A35260">
              <w:rPr>
                <w:sz w:val="20"/>
                <w:lang w:val="nl-NL"/>
              </w:rPr>
              <w:t xml:space="preserve"> ,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2"/>
                <w:attr w:name="UnitName" w:val="in"/>
              </w:smartTagPr>
              <w:r w:rsidRPr="00A35260">
                <w:rPr>
                  <w:sz w:val="20"/>
                  <w:lang w:val="nl-NL"/>
                </w:rPr>
                <w:t>18M</w:t>
              </w:r>
            </w:smartTag>
            <w:r w:rsidRPr="00A35260">
              <w:rPr>
                <w:sz w:val="20"/>
                <w:lang w:val="nl-NL"/>
              </w:rPr>
              <w:t xml:space="preserve"> ,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2"/>
                <w:attr w:name="UnitName" w:val="in"/>
              </w:smartTagPr>
              <w:r w:rsidRPr="00A35260">
                <w:rPr>
                  <w:sz w:val="20"/>
                  <w:lang w:val="nl-NL"/>
                </w:rPr>
                <w:t>24 M</w:t>
              </w:r>
            </w:smartTag>
            <w:r w:rsidRPr="00A35260">
              <w:rPr>
                <w:sz w:val="20"/>
                <w:lang w:val="nl-NL"/>
              </w:rPr>
              <w:t>,36,</w:t>
            </w:r>
          </w:p>
          <w:p w:rsidR="00940E33" w:rsidRPr="00A35260" w:rsidRDefault="00940E33" w:rsidP="00CE75CD">
            <w:pPr>
              <w:ind w:firstLineChars="350" w:firstLine="700"/>
              <w:rPr>
                <w:sz w:val="20"/>
                <w:lang w:val="nl-NL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2"/>
                <w:attr w:name="UnitName" w:val="in"/>
              </w:smartTagPr>
              <w:r w:rsidRPr="00A35260">
                <w:rPr>
                  <w:sz w:val="20"/>
                  <w:lang w:val="nl-NL"/>
                </w:rPr>
                <w:t>48 M</w:t>
              </w:r>
            </w:smartTag>
            <w:r w:rsidRPr="00A35260">
              <w:rPr>
                <w:sz w:val="20"/>
                <w:lang w:val="nl-NL"/>
              </w:rPr>
              <w:t xml:space="preserve">,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2"/>
                <w:attr w:name="UnitName" w:val="in"/>
              </w:smartTagPr>
              <w:r w:rsidRPr="00A35260">
                <w:rPr>
                  <w:sz w:val="20"/>
                  <w:lang w:val="nl-NL"/>
                </w:rPr>
                <w:t>54M</w:t>
              </w:r>
            </w:smartTag>
          </w:p>
          <w:p w:rsidR="00940E33" w:rsidRDefault="00940E33" w:rsidP="00CE75CD">
            <w:pPr>
              <w:rPr>
                <w:sz w:val="20"/>
              </w:rPr>
            </w:pPr>
            <w:r>
              <w:rPr>
                <w:sz w:val="20"/>
              </w:rPr>
              <w:t>Bit12-Bit27 :  MCS0~MCS15</w:t>
            </w:r>
          </w:p>
        </w:tc>
        <w:tc>
          <w:tcPr>
            <w:tcW w:w="1862" w:type="dxa"/>
          </w:tcPr>
          <w:p w:rsidR="00940E33" w:rsidRDefault="00940E33" w:rsidP="00D931CD">
            <w:pPr>
              <w:rPr>
                <w:sz w:val="20"/>
              </w:rPr>
            </w:pPr>
            <w:r>
              <w:rPr>
                <w:sz w:val="20"/>
              </w:rPr>
              <w:t>Refer when auto rate is disabled</w:t>
            </w:r>
          </w:p>
        </w:tc>
      </w:tr>
      <w:tr w:rsidR="00940E33" w:rsidTr="004543BC">
        <w:tc>
          <w:tcPr>
            <w:tcW w:w="401" w:type="dxa"/>
            <w:vMerge w:val="restart"/>
            <w:textDirection w:val="btLr"/>
          </w:tcPr>
          <w:p w:rsidR="00940E33" w:rsidRDefault="00940E33" w:rsidP="004543BC">
            <w:pPr>
              <w:ind w:left="113" w:right="113"/>
              <w:jc w:val="center"/>
              <w:rPr>
                <w:b/>
                <w:sz w:val="20"/>
              </w:rPr>
            </w:pPr>
            <w:r w:rsidRPr="004543BC">
              <w:rPr>
                <w:b/>
                <w:sz w:val="20"/>
              </w:rPr>
              <w:t>Encryption</w:t>
            </w:r>
          </w:p>
          <w:p w:rsidR="00940E33" w:rsidRDefault="00940E33" w:rsidP="004543BC">
            <w:pPr>
              <w:ind w:left="113" w:right="113"/>
              <w:jc w:val="center"/>
              <w:rPr>
                <w:b/>
                <w:sz w:val="20"/>
              </w:rPr>
            </w:pPr>
          </w:p>
          <w:p w:rsidR="00940E33" w:rsidRPr="004543BC" w:rsidRDefault="00940E33" w:rsidP="004543BC">
            <w:pPr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gridSpan w:val="4"/>
          </w:tcPr>
          <w:p w:rsidR="00940E33" w:rsidRDefault="00940E33" w:rsidP="00D931CD">
            <w:pPr>
              <w:rPr>
                <w:sz w:val="20"/>
              </w:rPr>
            </w:pPr>
            <w:r>
              <w:rPr>
                <w:sz w:val="20"/>
              </w:rPr>
              <w:t>authtype</w:t>
            </w:r>
          </w:p>
        </w:tc>
        <w:tc>
          <w:tcPr>
            <w:tcW w:w="1612" w:type="dxa"/>
            <w:gridSpan w:val="2"/>
          </w:tcPr>
          <w:p w:rsidR="00940E33" w:rsidRDefault="00940E33" w:rsidP="00D931CD">
            <w:pPr>
              <w:rPr>
                <w:sz w:val="20"/>
              </w:rPr>
            </w:pPr>
            <w:r>
              <w:rPr>
                <w:sz w:val="20"/>
              </w:rPr>
              <w:t>802.11 Authentication type</w:t>
            </w:r>
          </w:p>
        </w:tc>
        <w:tc>
          <w:tcPr>
            <w:tcW w:w="3754" w:type="dxa"/>
            <w:gridSpan w:val="3"/>
          </w:tcPr>
          <w:p w:rsidR="00940E33" w:rsidRDefault="00940E33" w:rsidP="00D931CD">
            <w:pPr>
              <w:rPr>
                <w:sz w:val="20"/>
              </w:rPr>
            </w:pPr>
            <w:r>
              <w:rPr>
                <w:sz w:val="20"/>
              </w:rPr>
              <w:t>0 – open system, 1 – shared key, 2 – auto</w:t>
            </w:r>
          </w:p>
        </w:tc>
        <w:tc>
          <w:tcPr>
            <w:tcW w:w="1862" w:type="dxa"/>
          </w:tcPr>
          <w:p w:rsidR="00940E33" w:rsidRDefault="00940E33" w:rsidP="00D931CD">
            <w:pPr>
              <w:rPr>
                <w:sz w:val="20"/>
              </w:rPr>
            </w:pPr>
          </w:p>
        </w:tc>
      </w:tr>
      <w:tr w:rsidR="00940E33" w:rsidTr="004543BC">
        <w:tc>
          <w:tcPr>
            <w:tcW w:w="401" w:type="dxa"/>
            <w:vMerge/>
          </w:tcPr>
          <w:p w:rsidR="00940E33" w:rsidRDefault="00940E33" w:rsidP="00D931CD">
            <w:pPr>
              <w:rPr>
                <w:sz w:val="20"/>
              </w:rPr>
            </w:pPr>
          </w:p>
        </w:tc>
        <w:tc>
          <w:tcPr>
            <w:tcW w:w="1701" w:type="dxa"/>
            <w:gridSpan w:val="4"/>
          </w:tcPr>
          <w:p w:rsidR="00940E33" w:rsidRDefault="00940E33" w:rsidP="00D931CD">
            <w:pPr>
              <w:rPr>
                <w:sz w:val="20"/>
              </w:rPr>
            </w:pPr>
            <w:r>
              <w:rPr>
                <w:sz w:val="20"/>
              </w:rPr>
              <w:t>encmode</w:t>
            </w:r>
          </w:p>
        </w:tc>
        <w:tc>
          <w:tcPr>
            <w:tcW w:w="1612" w:type="dxa"/>
            <w:gridSpan w:val="2"/>
          </w:tcPr>
          <w:p w:rsidR="00940E33" w:rsidRDefault="00940E33" w:rsidP="00D931CD">
            <w:pPr>
              <w:rPr>
                <w:sz w:val="20"/>
              </w:rPr>
            </w:pPr>
            <w:r>
              <w:rPr>
                <w:sz w:val="20"/>
              </w:rPr>
              <w:t>Encryption mode</w:t>
            </w:r>
          </w:p>
        </w:tc>
        <w:tc>
          <w:tcPr>
            <w:tcW w:w="3754" w:type="dxa"/>
            <w:gridSpan w:val="3"/>
          </w:tcPr>
          <w:p w:rsidR="00940E33" w:rsidRDefault="00940E33" w:rsidP="00D931CD">
            <w:pPr>
              <w:rPr>
                <w:sz w:val="20"/>
              </w:rPr>
            </w:pPr>
            <w:r>
              <w:rPr>
                <w:sz w:val="20"/>
              </w:rPr>
              <w:t>0 – disabled, 1 – WEP64, 2 – TKIP, 4 – AES(CCMP), 5 – WEP128</w:t>
            </w:r>
          </w:p>
        </w:tc>
        <w:tc>
          <w:tcPr>
            <w:tcW w:w="1862" w:type="dxa"/>
          </w:tcPr>
          <w:p w:rsidR="00940E33" w:rsidRDefault="00940E33" w:rsidP="00D931CD">
            <w:pPr>
              <w:rPr>
                <w:sz w:val="20"/>
              </w:rPr>
            </w:pPr>
            <w:r>
              <w:rPr>
                <w:sz w:val="20"/>
              </w:rPr>
              <w:t>Set to 2 always under WPA/WPA2 mode</w:t>
            </w:r>
          </w:p>
        </w:tc>
      </w:tr>
      <w:tr w:rsidR="00940E33" w:rsidTr="00CF0039">
        <w:trPr>
          <w:trHeight w:val="373"/>
        </w:trPr>
        <w:tc>
          <w:tcPr>
            <w:tcW w:w="401" w:type="dxa"/>
            <w:vMerge/>
          </w:tcPr>
          <w:p w:rsidR="00940E33" w:rsidRDefault="00940E33" w:rsidP="00D931CD">
            <w:pPr>
              <w:rPr>
                <w:sz w:val="20"/>
              </w:rPr>
            </w:pPr>
          </w:p>
        </w:tc>
        <w:tc>
          <w:tcPr>
            <w:tcW w:w="8929" w:type="dxa"/>
            <w:gridSpan w:val="10"/>
          </w:tcPr>
          <w:p w:rsidR="00940E33" w:rsidRDefault="00940E33" w:rsidP="00D931CD">
            <w:pPr>
              <w:rPr>
                <w:sz w:val="20"/>
              </w:rPr>
            </w:pPr>
          </w:p>
        </w:tc>
      </w:tr>
      <w:tr w:rsidR="00940E33" w:rsidTr="00CF0039">
        <w:tc>
          <w:tcPr>
            <w:tcW w:w="401" w:type="dxa"/>
            <w:vMerge/>
          </w:tcPr>
          <w:p w:rsidR="00940E33" w:rsidRDefault="00940E33" w:rsidP="00D931CD">
            <w:pPr>
              <w:rPr>
                <w:sz w:val="20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940E33" w:rsidRDefault="00940E33" w:rsidP="00D931CD">
            <w:pPr>
              <w:rPr>
                <w:sz w:val="20"/>
              </w:rPr>
            </w:pPr>
          </w:p>
          <w:p w:rsidR="00940E33" w:rsidRDefault="00940E33" w:rsidP="00D931CD">
            <w:pPr>
              <w:rPr>
                <w:sz w:val="20"/>
              </w:rPr>
            </w:pPr>
            <w:r>
              <w:rPr>
                <w:sz w:val="20"/>
              </w:rPr>
              <w:t>WEP</w:t>
            </w:r>
          </w:p>
        </w:tc>
        <w:tc>
          <w:tcPr>
            <w:tcW w:w="1701" w:type="dxa"/>
            <w:gridSpan w:val="3"/>
          </w:tcPr>
          <w:p w:rsidR="00940E33" w:rsidRDefault="00940E33" w:rsidP="00D931CD">
            <w:pPr>
              <w:rPr>
                <w:sz w:val="20"/>
              </w:rPr>
            </w:pPr>
            <w:r>
              <w:rPr>
                <w:sz w:val="20"/>
              </w:rPr>
              <w:t>wepdkeyid</w:t>
            </w:r>
          </w:p>
        </w:tc>
        <w:tc>
          <w:tcPr>
            <w:tcW w:w="1843" w:type="dxa"/>
            <w:gridSpan w:val="2"/>
          </w:tcPr>
          <w:p w:rsidR="00940E33" w:rsidRDefault="00940E33" w:rsidP="00D931CD">
            <w:pPr>
              <w:rPr>
                <w:sz w:val="20"/>
              </w:rPr>
            </w:pPr>
            <w:r>
              <w:rPr>
                <w:sz w:val="20"/>
              </w:rPr>
              <w:t>WEP default Tx key</w:t>
            </w:r>
          </w:p>
        </w:tc>
        <w:tc>
          <w:tcPr>
            <w:tcW w:w="2956" w:type="dxa"/>
            <w:gridSpan w:val="2"/>
          </w:tcPr>
          <w:p w:rsidR="00940E33" w:rsidRDefault="00940E33" w:rsidP="00D931CD">
            <w:pPr>
              <w:rPr>
                <w:sz w:val="20"/>
              </w:rPr>
            </w:pPr>
            <w:r>
              <w:rPr>
                <w:sz w:val="20"/>
              </w:rPr>
              <w:t>0-3</w:t>
            </w:r>
          </w:p>
        </w:tc>
        <w:tc>
          <w:tcPr>
            <w:tcW w:w="1862" w:type="dxa"/>
          </w:tcPr>
          <w:p w:rsidR="00940E33" w:rsidRDefault="00940E33" w:rsidP="00D931CD">
            <w:pPr>
              <w:rPr>
                <w:sz w:val="20"/>
              </w:rPr>
            </w:pPr>
          </w:p>
        </w:tc>
      </w:tr>
      <w:tr w:rsidR="00940E33" w:rsidTr="00CF0039">
        <w:tc>
          <w:tcPr>
            <w:tcW w:w="401" w:type="dxa"/>
            <w:vMerge/>
          </w:tcPr>
          <w:p w:rsidR="00940E33" w:rsidRDefault="00940E33" w:rsidP="00D931CD">
            <w:pPr>
              <w:rPr>
                <w:sz w:val="20"/>
              </w:rPr>
            </w:pPr>
          </w:p>
        </w:tc>
        <w:tc>
          <w:tcPr>
            <w:tcW w:w="567" w:type="dxa"/>
            <w:gridSpan w:val="2"/>
            <w:vMerge/>
          </w:tcPr>
          <w:p w:rsidR="00940E33" w:rsidRDefault="00940E33" w:rsidP="00D931CD">
            <w:pPr>
              <w:rPr>
                <w:sz w:val="20"/>
              </w:rPr>
            </w:pPr>
          </w:p>
        </w:tc>
        <w:tc>
          <w:tcPr>
            <w:tcW w:w="1701" w:type="dxa"/>
            <w:gridSpan w:val="3"/>
          </w:tcPr>
          <w:p w:rsidR="00940E33" w:rsidRDefault="00940E33" w:rsidP="00D931CD">
            <w:pPr>
              <w:rPr>
                <w:sz w:val="20"/>
              </w:rPr>
            </w:pPr>
            <w:r>
              <w:rPr>
                <w:sz w:val="20"/>
              </w:rPr>
              <w:t>wepkey1~4</w:t>
            </w:r>
          </w:p>
        </w:tc>
        <w:tc>
          <w:tcPr>
            <w:tcW w:w="1843" w:type="dxa"/>
            <w:gridSpan w:val="2"/>
          </w:tcPr>
          <w:p w:rsidR="00940E33" w:rsidRDefault="00940E33" w:rsidP="00D931CD">
            <w:pPr>
              <w:rPr>
                <w:sz w:val="20"/>
              </w:rPr>
            </w:pPr>
          </w:p>
        </w:tc>
        <w:tc>
          <w:tcPr>
            <w:tcW w:w="2956" w:type="dxa"/>
            <w:gridSpan w:val="2"/>
          </w:tcPr>
          <w:p w:rsidR="00940E33" w:rsidRDefault="00940E33" w:rsidP="00D931CD">
            <w:pPr>
              <w:rPr>
                <w:sz w:val="20"/>
              </w:rPr>
            </w:pPr>
            <w:r>
              <w:rPr>
                <w:sz w:val="20"/>
              </w:rPr>
              <w:t>10 hex digits for WEP64, 26 hex digits for WEP128</w:t>
            </w:r>
          </w:p>
        </w:tc>
        <w:tc>
          <w:tcPr>
            <w:tcW w:w="1862" w:type="dxa"/>
          </w:tcPr>
          <w:p w:rsidR="00940E33" w:rsidRDefault="00940E33" w:rsidP="00D931CD">
            <w:pPr>
              <w:rPr>
                <w:sz w:val="20"/>
              </w:rPr>
            </w:pPr>
          </w:p>
        </w:tc>
      </w:tr>
      <w:tr w:rsidR="00940E33" w:rsidTr="001D6B3F">
        <w:tc>
          <w:tcPr>
            <w:tcW w:w="401" w:type="dxa"/>
            <w:vMerge/>
          </w:tcPr>
          <w:p w:rsidR="00940E33" w:rsidRDefault="00940E33" w:rsidP="00D931CD">
            <w:pPr>
              <w:rPr>
                <w:sz w:val="20"/>
              </w:rPr>
            </w:pPr>
          </w:p>
        </w:tc>
        <w:tc>
          <w:tcPr>
            <w:tcW w:w="8929" w:type="dxa"/>
            <w:gridSpan w:val="10"/>
          </w:tcPr>
          <w:p w:rsidR="00940E33" w:rsidRDefault="00940E33" w:rsidP="00D931CD">
            <w:pPr>
              <w:rPr>
                <w:sz w:val="20"/>
              </w:rPr>
            </w:pPr>
          </w:p>
        </w:tc>
      </w:tr>
      <w:tr w:rsidR="00940E33" w:rsidTr="00912C6B">
        <w:tc>
          <w:tcPr>
            <w:tcW w:w="401" w:type="dxa"/>
            <w:vMerge/>
          </w:tcPr>
          <w:p w:rsidR="00940E33" w:rsidRDefault="00940E33" w:rsidP="00D931CD">
            <w:pPr>
              <w:rPr>
                <w:sz w:val="20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940E33" w:rsidRDefault="00940E33" w:rsidP="00D931CD">
            <w:pPr>
              <w:rPr>
                <w:sz w:val="20"/>
              </w:rPr>
            </w:pPr>
          </w:p>
          <w:p w:rsidR="00940E33" w:rsidRDefault="00940E33" w:rsidP="00D931CD">
            <w:pPr>
              <w:rPr>
                <w:sz w:val="20"/>
              </w:rPr>
            </w:pPr>
          </w:p>
          <w:p w:rsidR="00940E33" w:rsidRDefault="00940E33" w:rsidP="00D931CD">
            <w:pPr>
              <w:rPr>
                <w:sz w:val="20"/>
              </w:rPr>
            </w:pPr>
            <w:r>
              <w:rPr>
                <w:sz w:val="20"/>
              </w:rPr>
              <w:t>WPA</w:t>
            </w:r>
          </w:p>
        </w:tc>
        <w:tc>
          <w:tcPr>
            <w:tcW w:w="1701" w:type="dxa"/>
            <w:gridSpan w:val="3"/>
          </w:tcPr>
          <w:p w:rsidR="00940E33" w:rsidRDefault="00940E33" w:rsidP="00D931CD">
            <w:pPr>
              <w:rPr>
                <w:sz w:val="20"/>
              </w:rPr>
            </w:pPr>
            <w:r>
              <w:rPr>
                <w:sz w:val="20"/>
              </w:rPr>
              <w:t>psk_enable</w:t>
            </w:r>
          </w:p>
        </w:tc>
        <w:tc>
          <w:tcPr>
            <w:tcW w:w="2127" w:type="dxa"/>
            <w:gridSpan w:val="3"/>
          </w:tcPr>
          <w:p w:rsidR="00940E33" w:rsidRDefault="00940E33" w:rsidP="00D931CD">
            <w:pPr>
              <w:rPr>
                <w:sz w:val="20"/>
              </w:rPr>
            </w:pPr>
            <w:r>
              <w:rPr>
                <w:sz w:val="20"/>
              </w:rPr>
              <w:t>PSK mode</w:t>
            </w:r>
          </w:p>
        </w:tc>
        <w:tc>
          <w:tcPr>
            <w:tcW w:w="2672" w:type="dxa"/>
          </w:tcPr>
          <w:p w:rsidR="00940E33" w:rsidRDefault="00940E33" w:rsidP="00D931CD">
            <w:pPr>
              <w:rPr>
                <w:sz w:val="20"/>
              </w:rPr>
            </w:pPr>
            <w:r>
              <w:rPr>
                <w:sz w:val="20"/>
              </w:rPr>
              <w:t>0 – disable, 1 – WPA, 2 – WPA2, 3 – WPA/WPA2 mixed</w:t>
            </w:r>
          </w:p>
        </w:tc>
        <w:tc>
          <w:tcPr>
            <w:tcW w:w="1862" w:type="dxa"/>
          </w:tcPr>
          <w:p w:rsidR="00940E33" w:rsidRDefault="00940E33" w:rsidP="00D931CD">
            <w:pPr>
              <w:rPr>
                <w:sz w:val="20"/>
              </w:rPr>
            </w:pPr>
          </w:p>
        </w:tc>
      </w:tr>
      <w:tr w:rsidR="00940E33" w:rsidTr="00912C6B">
        <w:tc>
          <w:tcPr>
            <w:tcW w:w="401" w:type="dxa"/>
            <w:vMerge/>
          </w:tcPr>
          <w:p w:rsidR="00940E33" w:rsidRDefault="00940E33" w:rsidP="00D931CD">
            <w:pPr>
              <w:rPr>
                <w:sz w:val="20"/>
              </w:rPr>
            </w:pPr>
          </w:p>
        </w:tc>
        <w:tc>
          <w:tcPr>
            <w:tcW w:w="567" w:type="dxa"/>
            <w:gridSpan w:val="2"/>
            <w:vMerge/>
          </w:tcPr>
          <w:p w:rsidR="00940E33" w:rsidRDefault="00940E33" w:rsidP="00D931CD">
            <w:pPr>
              <w:rPr>
                <w:sz w:val="20"/>
              </w:rPr>
            </w:pPr>
          </w:p>
        </w:tc>
        <w:tc>
          <w:tcPr>
            <w:tcW w:w="1701" w:type="dxa"/>
            <w:gridSpan w:val="3"/>
          </w:tcPr>
          <w:p w:rsidR="00940E33" w:rsidRDefault="00940E33" w:rsidP="00D931CD">
            <w:pPr>
              <w:rPr>
                <w:sz w:val="20"/>
              </w:rPr>
            </w:pPr>
            <w:r>
              <w:rPr>
                <w:sz w:val="20"/>
              </w:rPr>
              <w:t>wpa_cipher</w:t>
            </w:r>
          </w:p>
        </w:tc>
        <w:tc>
          <w:tcPr>
            <w:tcW w:w="2127" w:type="dxa"/>
            <w:gridSpan w:val="3"/>
          </w:tcPr>
          <w:p w:rsidR="00940E33" w:rsidRDefault="00940E33" w:rsidP="00D931CD">
            <w:pPr>
              <w:rPr>
                <w:sz w:val="20"/>
              </w:rPr>
            </w:pPr>
            <w:r>
              <w:rPr>
                <w:sz w:val="20"/>
              </w:rPr>
              <w:t>WPA PSK cipher suite</w:t>
            </w:r>
          </w:p>
        </w:tc>
        <w:tc>
          <w:tcPr>
            <w:tcW w:w="2672" w:type="dxa"/>
          </w:tcPr>
          <w:p w:rsidR="00940E33" w:rsidRDefault="00940E33" w:rsidP="00D931CD">
            <w:pPr>
              <w:rPr>
                <w:sz w:val="20"/>
              </w:rPr>
            </w:pPr>
            <w:r>
              <w:rPr>
                <w:sz w:val="20"/>
              </w:rPr>
              <w:t>2 –TKIP, 8 – AES(CCMP), 10 – TKIP/AES mixed</w:t>
            </w:r>
          </w:p>
        </w:tc>
        <w:tc>
          <w:tcPr>
            <w:tcW w:w="1862" w:type="dxa"/>
          </w:tcPr>
          <w:p w:rsidR="00940E33" w:rsidRDefault="00940E33" w:rsidP="00D931CD">
            <w:pPr>
              <w:rPr>
                <w:sz w:val="20"/>
              </w:rPr>
            </w:pPr>
          </w:p>
        </w:tc>
      </w:tr>
      <w:tr w:rsidR="00940E33" w:rsidTr="00912C6B">
        <w:tc>
          <w:tcPr>
            <w:tcW w:w="401" w:type="dxa"/>
            <w:vMerge/>
          </w:tcPr>
          <w:p w:rsidR="00940E33" w:rsidRDefault="00940E33" w:rsidP="00D931CD">
            <w:pPr>
              <w:rPr>
                <w:sz w:val="20"/>
              </w:rPr>
            </w:pPr>
          </w:p>
        </w:tc>
        <w:tc>
          <w:tcPr>
            <w:tcW w:w="567" w:type="dxa"/>
            <w:gridSpan w:val="2"/>
            <w:vMerge/>
          </w:tcPr>
          <w:p w:rsidR="00940E33" w:rsidRDefault="00940E33" w:rsidP="00D931CD">
            <w:pPr>
              <w:rPr>
                <w:sz w:val="20"/>
              </w:rPr>
            </w:pPr>
          </w:p>
        </w:tc>
        <w:tc>
          <w:tcPr>
            <w:tcW w:w="1701" w:type="dxa"/>
            <w:gridSpan w:val="3"/>
          </w:tcPr>
          <w:p w:rsidR="00940E33" w:rsidRDefault="00940E33" w:rsidP="00D931CD">
            <w:pPr>
              <w:rPr>
                <w:sz w:val="20"/>
              </w:rPr>
            </w:pPr>
            <w:r>
              <w:rPr>
                <w:sz w:val="20"/>
              </w:rPr>
              <w:t>wpa2_cipher</w:t>
            </w:r>
          </w:p>
        </w:tc>
        <w:tc>
          <w:tcPr>
            <w:tcW w:w="2127" w:type="dxa"/>
            <w:gridSpan w:val="3"/>
          </w:tcPr>
          <w:p w:rsidR="00940E33" w:rsidRDefault="00940E33" w:rsidP="00D931CD">
            <w:pPr>
              <w:rPr>
                <w:sz w:val="20"/>
              </w:rPr>
            </w:pPr>
            <w:r>
              <w:rPr>
                <w:sz w:val="20"/>
              </w:rPr>
              <w:t>WPA2 PSK cipher suite</w:t>
            </w:r>
          </w:p>
        </w:tc>
        <w:tc>
          <w:tcPr>
            <w:tcW w:w="2672" w:type="dxa"/>
          </w:tcPr>
          <w:p w:rsidR="00940E33" w:rsidRDefault="00940E33" w:rsidP="00D931CD">
            <w:pPr>
              <w:rPr>
                <w:sz w:val="20"/>
              </w:rPr>
            </w:pPr>
            <w:r>
              <w:rPr>
                <w:sz w:val="20"/>
              </w:rPr>
              <w:t>2 –TKIP, 8 – AES(CCMP), 10 – TKIP/AES mixed</w:t>
            </w:r>
          </w:p>
        </w:tc>
        <w:tc>
          <w:tcPr>
            <w:tcW w:w="1862" w:type="dxa"/>
          </w:tcPr>
          <w:p w:rsidR="00940E33" w:rsidRDefault="00940E33" w:rsidP="00D931CD">
            <w:pPr>
              <w:rPr>
                <w:sz w:val="20"/>
              </w:rPr>
            </w:pPr>
          </w:p>
        </w:tc>
      </w:tr>
      <w:tr w:rsidR="00940E33" w:rsidTr="00912C6B">
        <w:tc>
          <w:tcPr>
            <w:tcW w:w="401" w:type="dxa"/>
            <w:vMerge/>
          </w:tcPr>
          <w:p w:rsidR="00940E33" w:rsidRDefault="00940E33" w:rsidP="00D931CD">
            <w:pPr>
              <w:rPr>
                <w:sz w:val="20"/>
              </w:rPr>
            </w:pPr>
          </w:p>
        </w:tc>
        <w:tc>
          <w:tcPr>
            <w:tcW w:w="567" w:type="dxa"/>
            <w:gridSpan w:val="2"/>
            <w:vMerge/>
          </w:tcPr>
          <w:p w:rsidR="00940E33" w:rsidRDefault="00940E33" w:rsidP="00D931CD">
            <w:pPr>
              <w:rPr>
                <w:sz w:val="20"/>
              </w:rPr>
            </w:pPr>
          </w:p>
        </w:tc>
        <w:tc>
          <w:tcPr>
            <w:tcW w:w="1701" w:type="dxa"/>
            <w:gridSpan w:val="3"/>
          </w:tcPr>
          <w:p w:rsidR="00940E33" w:rsidRDefault="00940E33" w:rsidP="00D931CD">
            <w:pPr>
              <w:rPr>
                <w:sz w:val="20"/>
              </w:rPr>
            </w:pPr>
            <w:r>
              <w:rPr>
                <w:sz w:val="20"/>
              </w:rPr>
              <w:t>passphrase</w:t>
            </w:r>
          </w:p>
        </w:tc>
        <w:tc>
          <w:tcPr>
            <w:tcW w:w="2127" w:type="dxa"/>
            <w:gridSpan w:val="3"/>
          </w:tcPr>
          <w:p w:rsidR="00940E33" w:rsidRDefault="00940E33" w:rsidP="00D931CD">
            <w:pPr>
              <w:rPr>
                <w:sz w:val="20"/>
              </w:rPr>
            </w:pPr>
            <w:r>
              <w:rPr>
                <w:sz w:val="20"/>
              </w:rPr>
              <w:t>PSK key</w:t>
            </w:r>
          </w:p>
        </w:tc>
        <w:tc>
          <w:tcPr>
            <w:tcW w:w="2672" w:type="dxa"/>
          </w:tcPr>
          <w:p w:rsidR="00940E33" w:rsidRDefault="00940E33" w:rsidP="00D931CD">
            <w:pPr>
              <w:rPr>
                <w:sz w:val="20"/>
              </w:rPr>
            </w:pPr>
            <w:r>
              <w:rPr>
                <w:sz w:val="20"/>
              </w:rPr>
              <w:t>32 characters or 64 hex digits</w:t>
            </w:r>
          </w:p>
        </w:tc>
        <w:tc>
          <w:tcPr>
            <w:tcW w:w="1862" w:type="dxa"/>
          </w:tcPr>
          <w:p w:rsidR="00940E33" w:rsidRDefault="00940E33" w:rsidP="00D931CD">
            <w:pPr>
              <w:rPr>
                <w:sz w:val="20"/>
              </w:rPr>
            </w:pPr>
          </w:p>
        </w:tc>
      </w:tr>
      <w:tr w:rsidR="00940E33" w:rsidTr="000709E0">
        <w:tc>
          <w:tcPr>
            <w:tcW w:w="9330" w:type="dxa"/>
            <w:gridSpan w:val="11"/>
          </w:tcPr>
          <w:p w:rsidR="00940E33" w:rsidRDefault="00940E33" w:rsidP="004543BC">
            <w:pPr>
              <w:jc w:val="center"/>
              <w:rPr>
                <w:sz w:val="20"/>
              </w:rPr>
            </w:pPr>
          </w:p>
        </w:tc>
      </w:tr>
      <w:tr w:rsidR="00940E33" w:rsidTr="003B547B">
        <w:tc>
          <w:tcPr>
            <w:tcW w:w="826" w:type="dxa"/>
            <w:gridSpan w:val="2"/>
          </w:tcPr>
          <w:p w:rsidR="00940E33" w:rsidRDefault="00940E33" w:rsidP="00D931CD">
            <w:pPr>
              <w:rPr>
                <w:sz w:val="20"/>
              </w:rPr>
            </w:pPr>
            <w:r>
              <w:rPr>
                <w:sz w:val="20"/>
              </w:rPr>
              <w:t>WMM</w:t>
            </w:r>
          </w:p>
        </w:tc>
        <w:tc>
          <w:tcPr>
            <w:tcW w:w="1276" w:type="dxa"/>
            <w:gridSpan w:val="3"/>
          </w:tcPr>
          <w:p w:rsidR="00940E33" w:rsidRDefault="00940E33" w:rsidP="00D931CD">
            <w:pPr>
              <w:rPr>
                <w:sz w:val="20"/>
              </w:rPr>
            </w:pPr>
            <w:r>
              <w:rPr>
                <w:sz w:val="20"/>
              </w:rPr>
              <w:t>apsd_enable</w:t>
            </w:r>
          </w:p>
        </w:tc>
        <w:tc>
          <w:tcPr>
            <w:tcW w:w="1612" w:type="dxa"/>
            <w:gridSpan w:val="2"/>
          </w:tcPr>
          <w:p w:rsidR="00940E33" w:rsidRDefault="00940E33" w:rsidP="00D931CD">
            <w:pPr>
              <w:rPr>
                <w:sz w:val="20"/>
              </w:rPr>
            </w:pPr>
            <w:r>
              <w:rPr>
                <w:sz w:val="20"/>
              </w:rPr>
              <w:t>Support WMM APSD function</w:t>
            </w:r>
          </w:p>
        </w:tc>
        <w:tc>
          <w:tcPr>
            <w:tcW w:w="3754" w:type="dxa"/>
            <w:gridSpan w:val="3"/>
          </w:tcPr>
          <w:p w:rsidR="00940E33" w:rsidRDefault="00940E33" w:rsidP="00D931CD">
            <w:pPr>
              <w:rPr>
                <w:sz w:val="20"/>
              </w:rPr>
            </w:pPr>
            <w:r>
              <w:rPr>
                <w:sz w:val="20"/>
              </w:rPr>
              <w:t>0 – disable, 1 – enable</w:t>
            </w:r>
          </w:p>
        </w:tc>
        <w:tc>
          <w:tcPr>
            <w:tcW w:w="1862" w:type="dxa"/>
          </w:tcPr>
          <w:p w:rsidR="00940E33" w:rsidRDefault="00940E33" w:rsidP="00D931CD">
            <w:pPr>
              <w:rPr>
                <w:sz w:val="20"/>
              </w:rPr>
            </w:pPr>
          </w:p>
        </w:tc>
      </w:tr>
      <w:tr w:rsidR="00940E33" w:rsidTr="004543BC">
        <w:tc>
          <w:tcPr>
            <w:tcW w:w="2102" w:type="dxa"/>
            <w:gridSpan w:val="5"/>
          </w:tcPr>
          <w:p w:rsidR="00940E33" w:rsidRDefault="00940E33" w:rsidP="00D931CD">
            <w:pPr>
              <w:rPr>
                <w:sz w:val="20"/>
              </w:rPr>
            </w:pPr>
          </w:p>
        </w:tc>
        <w:tc>
          <w:tcPr>
            <w:tcW w:w="1612" w:type="dxa"/>
            <w:gridSpan w:val="2"/>
          </w:tcPr>
          <w:p w:rsidR="00940E33" w:rsidRDefault="00940E33" w:rsidP="00D931CD">
            <w:pPr>
              <w:rPr>
                <w:sz w:val="20"/>
              </w:rPr>
            </w:pPr>
          </w:p>
        </w:tc>
        <w:tc>
          <w:tcPr>
            <w:tcW w:w="3754" w:type="dxa"/>
            <w:gridSpan w:val="3"/>
          </w:tcPr>
          <w:p w:rsidR="00940E33" w:rsidRDefault="00940E33" w:rsidP="00D931CD">
            <w:pPr>
              <w:rPr>
                <w:sz w:val="20"/>
              </w:rPr>
            </w:pPr>
          </w:p>
        </w:tc>
        <w:tc>
          <w:tcPr>
            <w:tcW w:w="1862" w:type="dxa"/>
          </w:tcPr>
          <w:p w:rsidR="00940E33" w:rsidRDefault="00940E33" w:rsidP="00D931CD">
            <w:pPr>
              <w:rPr>
                <w:sz w:val="20"/>
              </w:rPr>
            </w:pPr>
          </w:p>
        </w:tc>
      </w:tr>
    </w:tbl>
    <w:p w:rsidR="00940E33" w:rsidRDefault="00940E33"/>
    <w:p w:rsidR="00940E33" w:rsidRDefault="00940E33" w:rsidP="00A35260">
      <w:pPr>
        <w:numPr>
          <w:ilvl w:val="0"/>
          <w:numId w:val="4"/>
        </w:numPr>
      </w:pPr>
      <w:r>
        <w:t>How to run</w:t>
      </w:r>
    </w:p>
    <w:p w:rsidR="00940E33" w:rsidRDefault="00940E33" w:rsidP="00A35260">
      <w:pPr>
        <w:numPr>
          <w:ilvl w:val="0"/>
          <w:numId w:val="5"/>
        </w:numPr>
      </w:pPr>
      <w:r w:rsidRPr="00A35260">
        <w:t xml:space="preserve">First </w:t>
      </w:r>
      <w:r>
        <w:t>change The path of wifi config(CONFIG_ROOT_DIR) in each script file(.sh) to the path about you wanting</w:t>
      </w:r>
    </w:p>
    <w:p w:rsidR="00940E33" w:rsidRDefault="00940E33" w:rsidP="0019684C">
      <w:pPr>
        <w:ind w:leftChars="-250" w:left="-600" w:firstLineChars="150" w:firstLine="360"/>
      </w:pPr>
      <w:r>
        <w:t xml:space="preserve">For Example : If you want to save the wifi config to /var folder, please change the </w:t>
      </w:r>
    </w:p>
    <w:p w:rsidR="00940E33" w:rsidRDefault="00940E33" w:rsidP="0019684C">
      <w:pPr>
        <w:ind w:leftChars="-250" w:left="-600" w:firstLineChars="750" w:firstLine="1800"/>
      </w:pPr>
      <w:r>
        <w:t>CONFIG_ROOT_DIR path in each script file.</w:t>
      </w:r>
    </w:p>
    <w:p w:rsidR="00940E33" w:rsidRDefault="00940E33" w:rsidP="00A35260">
      <w:r>
        <w:tab/>
      </w:r>
      <w:r>
        <w:tab/>
        <w:t xml:space="preserve">  CONFIG_ROOT_DIR =/var/rtl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2"/>
          <w:attr w:name="UnitName" w:val="in"/>
        </w:smartTagPr>
        <w:r>
          <w:t>8192c</w:t>
        </w:r>
      </w:smartTag>
    </w:p>
    <w:p w:rsidR="00940E33" w:rsidRDefault="00940E33" w:rsidP="00A35260"/>
    <w:p w:rsidR="00940E33" w:rsidRDefault="00940E33" w:rsidP="00144ACF">
      <w:pPr>
        <w:ind w:leftChars="-225" w:left="1" w:hangingChars="225" w:hanging="541"/>
      </w:pPr>
      <w:r w:rsidRPr="0019684C">
        <w:rPr>
          <w:b/>
        </w:rPr>
        <w:t>B.</w:t>
      </w:r>
      <w:r>
        <w:t xml:space="preserve">change the IWPRIV_PATH path in </w:t>
      </w:r>
      <w:r w:rsidRPr="00A06A3A">
        <w:t xml:space="preserve">web_wifi_test.sh </w:t>
      </w:r>
      <w:r>
        <w:t xml:space="preserve">to the folder path of your iwpriv </w:t>
      </w:r>
    </w:p>
    <w:p w:rsidR="00940E33" w:rsidRDefault="00940E33" w:rsidP="00A35260">
      <w:r>
        <w:tab/>
        <w:t>For Example :</w:t>
      </w:r>
    </w:p>
    <w:p w:rsidR="00940E33" w:rsidRDefault="00940E33" w:rsidP="00A35260">
      <w:r>
        <w:tab/>
      </w:r>
      <w:r>
        <w:tab/>
        <w:t>IWPRIV_PATH=/root</w:t>
      </w:r>
    </w:p>
    <w:p w:rsidR="00940E33" w:rsidRPr="00CF73C5" w:rsidRDefault="00940E33" w:rsidP="00144ACF">
      <w:pPr>
        <w:ind w:leftChars="-225" w:left="1" w:hangingChars="225" w:hanging="541"/>
      </w:pPr>
      <w:r w:rsidRPr="00CF73C5">
        <w:rPr>
          <w:b/>
        </w:rPr>
        <w:t>C.</w:t>
      </w:r>
      <w:r w:rsidRPr="00CF73C5">
        <w:t xml:space="preserve">8192CE wifi Initialie </w:t>
      </w:r>
    </w:p>
    <w:p w:rsidR="00940E33" w:rsidRPr="00144ACF" w:rsidRDefault="00940E33" w:rsidP="00144ACF">
      <w:pPr>
        <w:ind w:leftChars="-225" w:hangingChars="225" w:hanging="540"/>
      </w:pPr>
      <w:r w:rsidRPr="00CF73C5">
        <w:t xml:space="preserve">  </w:t>
      </w:r>
      <w:r w:rsidRPr="00144ACF">
        <w:t>1. main interface initialize</w:t>
      </w:r>
    </w:p>
    <w:p w:rsidR="00940E33" w:rsidRPr="0035343A" w:rsidRDefault="00940E33" w:rsidP="00144ACF">
      <w:pPr>
        <w:rPr>
          <w:b/>
        </w:rPr>
      </w:pPr>
      <w:r w:rsidRPr="0035343A">
        <w:rPr>
          <w:b/>
        </w:rPr>
        <w:t>./web_wifi_test.sh &lt;interface&gt; &lt;encrypt&gt; &lt;ssid&gt; &lt;MAC address&gt;</w:t>
      </w:r>
    </w:p>
    <w:p w:rsidR="00940E33" w:rsidRPr="00144ACF" w:rsidRDefault="00940E33" w:rsidP="00144ACF">
      <w:pPr>
        <w:ind w:leftChars="-225" w:hangingChars="225" w:hanging="540"/>
      </w:pPr>
      <w:r w:rsidRPr="00144ACF">
        <w:tab/>
        <w:t>./web_wifi_test.sh wlan0 1 Timmy_0 00:E0: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2"/>
          <w:attr w:name="UnitName" w:val="in"/>
        </w:smartTagPr>
        <w:r w:rsidRPr="00144ACF">
          <w:t>4C</w:t>
        </w:r>
      </w:smartTag>
      <w:r w:rsidRPr="00144ACF">
        <w:t>:81:86:70</w:t>
      </w:r>
    </w:p>
    <w:p w:rsidR="00940E33" w:rsidRPr="00144ACF" w:rsidRDefault="00940E33" w:rsidP="00144ACF">
      <w:pPr>
        <w:ind w:leftChars="-225" w:hangingChars="225" w:hanging="540"/>
      </w:pPr>
    </w:p>
    <w:p w:rsidR="00940E33" w:rsidRDefault="00940E33" w:rsidP="00144ACF">
      <w:pPr>
        <w:ind w:leftChars="-225" w:hangingChars="225" w:hanging="540"/>
      </w:pPr>
      <w:r>
        <w:t xml:space="preserve">  2.</w:t>
      </w:r>
      <w:r w:rsidRPr="00144ACF">
        <w:t xml:space="preserve"> </w:t>
      </w:r>
      <w:r>
        <w:t>virtual interface</w:t>
      </w:r>
      <w:r w:rsidRPr="00144ACF">
        <w:t xml:space="preserve"> initialize</w:t>
      </w:r>
    </w:p>
    <w:p w:rsidR="00940E33" w:rsidRPr="0035343A" w:rsidRDefault="00940E33" w:rsidP="00144ACF">
      <w:pPr>
        <w:rPr>
          <w:b/>
        </w:rPr>
      </w:pPr>
      <w:r w:rsidRPr="0035343A">
        <w:rPr>
          <w:b/>
        </w:rPr>
        <w:t>./web_vap_setting.sh &lt;INTERFACE&gt; &lt;ssid&gt; &lt;MAC address&gt;</w:t>
      </w:r>
    </w:p>
    <w:p w:rsidR="00940E33" w:rsidRDefault="00940E33" w:rsidP="00144ACF">
      <w:pPr>
        <w:ind w:leftChars="-225" w:hangingChars="225" w:hanging="540"/>
      </w:pPr>
      <w:r>
        <w:tab/>
        <w:t>./web_vap_set_init.sh wlan0-va0 Timmy_0-va0 00:E0: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2"/>
          <w:attr w:name="UnitName" w:val="in"/>
        </w:smartTagPr>
        <w:r>
          <w:t>4C</w:t>
        </w:r>
      </w:smartTag>
      <w:r>
        <w:t>:81:86:80</w:t>
      </w:r>
    </w:p>
    <w:p w:rsidR="00940E33" w:rsidRDefault="00940E33" w:rsidP="00144ACF">
      <w:pPr>
        <w:ind w:leftChars="-225" w:hangingChars="225" w:hanging="540"/>
      </w:pPr>
      <w:r>
        <w:tab/>
        <w:t>./web_vap_set_init.sh wlan0-va1 Timmy_0-va1 00:E0: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2"/>
          <w:attr w:name="UnitName" w:val="in"/>
        </w:smartTagPr>
        <w:r>
          <w:t>4C</w:t>
        </w:r>
      </w:smartTag>
      <w:r>
        <w:t>:81:86:81</w:t>
      </w:r>
    </w:p>
    <w:p w:rsidR="00940E33" w:rsidRDefault="00940E33" w:rsidP="00144ACF">
      <w:pPr>
        <w:ind w:leftChars="-225" w:hangingChars="225" w:hanging="540"/>
      </w:pPr>
      <w:r>
        <w:tab/>
        <w:t>./web_vap_set_init.sh wlan0-va2 Timmy_0-va2 00:E0: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2"/>
          <w:attr w:name="UnitName" w:val="in"/>
        </w:smartTagPr>
        <w:r>
          <w:t>4C</w:t>
        </w:r>
      </w:smartTag>
      <w:r>
        <w:t>:81:86:82</w:t>
      </w:r>
    </w:p>
    <w:p w:rsidR="00940E33" w:rsidRPr="00144ACF" w:rsidRDefault="00940E33" w:rsidP="00144ACF">
      <w:pPr>
        <w:ind w:leftChars="-225" w:hangingChars="225" w:hanging="540"/>
      </w:pPr>
      <w:r>
        <w:tab/>
        <w:t>./web_vap_set_init.sh wlan0-va3 Timmy_0-va3 00:E0: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2"/>
          <w:attr w:name="UnitName" w:val="in"/>
        </w:smartTagPr>
        <w:r>
          <w:t>4C</w:t>
        </w:r>
      </w:smartTag>
      <w:r>
        <w:t>:81:86:83</w:t>
      </w:r>
    </w:p>
    <w:p w:rsidR="00940E33" w:rsidRDefault="00940E33" w:rsidP="00144ACF">
      <w:pPr>
        <w:ind w:leftChars="-225" w:hangingChars="225" w:hanging="540"/>
      </w:pPr>
    </w:p>
    <w:p w:rsidR="00940E33" w:rsidRDefault="00940E33" w:rsidP="0035343A">
      <w:pPr>
        <w:ind w:leftChars="-225" w:left="1" w:hangingChars="225" w:hanging="541"/>
      </w:pPr>
      <w:r w:rsidRPr="0035343A">
        <w:rPr>
          <w:b/>
        </w:rPr>
        <w:t>D.</w:t>
      </w:r>
      <w:r w:rsidRPr="006E0C35">
        <w:t>If you want to change the wifi setting</w:t>
      </w:r>
      <w:r>
        <w:t>, you can refer following step.</w:t>
      </w:r>
    </w:p>
    <w:p w:rsidR="00940E33" w:rsidRPr="0035343A" w:rsidRDefault="00940E33" w:rsidP="0035343A">
      <w:pPr>
        <w:ind w:leftChars="-225" w:left="1" w:hangingChars="225" w:hanging="541"/>
        <w:rPr>
          <w:b/>
        </w:rPr>
      </w:pPr>
      <w:r>
        <w:rPr>
          <w:b/>
        </w:rPr>
        <w:t xml:space="preserve">  </w:t>
      </w:r>
      <w:r w:rsidRPr="0035343A">
        <w:rPr>
          <w:b/>
        </w:rPr>
        <w:t>==================================================</w:t>
      </w:r>
    </w:p>
    <w:p w:rsidR="00940E33" w:rsidRDefault="00940E33" w:rsidP="0035343A">
      <w:pPr>
        <w:ind w:leftChars="-125" w:hangingChars="125" w:hanging="300"/>
        <w:rPr>
          <w:b/>
        </w:rPr>
      </w:pPr>
      <w:r w:rsidRPr="0035343A">
        <w:rPr>
          <w:b/>
        </w:rPr>
        <w:t>1</w:t>
      </w:r>
      <w:r w:rsidRPr="0035343A">
        <w:rPr>
          <w:rFonts w:hint="eastAsia"/>
          <w:b/>
        </w:rPr>
        <w:t>、</w:t>
      </w:r>
      <w:r w:rsidRPr="0035343A">
        <w:rPr>
          <w:b/>
        </w:rPr>
        <w:t>802.11b/g/n Setting</w:t>
      </w:r>
    </w:p>
    <w:p w:rsidR="00940E33" w:rsidRPr="0035343A" w:rsidRDefault="00940E33" w:rsidP="00DE71DE">
      <w:pPr>
        <w:ind w:firstLineChars="50" w:firstLine="120"/>
        <w:rPr>
          <w:b/>
        </w:rPr>
      </w:pPr>
      <w:r>
        <w:rPr>
          <w:b/>
        </w:rPr>
        <w:t>Allow ifterface : wlan0 only</w:t>
      </w:r>
    </w:p>
    <w:p w:rsidR="00940E33" w:rsidRPr="0035343A" w:rsidRDefault="00940E33" w:rsidP="0035343A">
      <w:pPr>
        <w:ind w:leftChars="-125" w:hangingChars="125" w:hanging="300"/>
        <w:rPr>
          <w:b/>
        </w:rPr>
      </w:pPr>
      <w:r w:rsidRPr="0035343A">
        <w:rPr>
          <w:b/>
        </w:rPr>
        <w:t>==================================================</w:t>
      </w:r>
    </w:p>
    <w:p w:rsidR="00940E33" w:rsidRPr="0035343A" w:rsidRDefault="00940E33" w:rsidP="0035343A">
      <w:pPr>
        <w:ind w:leftChars="-225" w:hangingChars="225" w:hanging="540"/>
      </w:pPr>
      <w:r w:rsidRPr="0035343A">
        <w:tab/>
        <w:t xml:space="preserve"> ./web_set_bgn.sh  &lt;interface&gt; &lt;bgn_mode&gt;</w:t>
      </w:r>
    </w:p>
    <w:p w:rsidR="00940E33" w:rsidRPr="0035343A" w:rsidRDefault="00940E33" w:rsidP="0035343A">
      <w:pPr>
        <w:ind w:leftChars="-225" w:hangingChars="225" w:hanging="540"/>
        <w:rPr>
          <w:lang w:val="fr-FR"/>
        </w:rPr>
      </w:pPr>
      <w:r w:rsidRPr="0035343A">
        <w:tab/>
        <w:t xml:space="preserve"> </w:t>
      </w:r>
      <w:r w:rsidRPr="0035343A">
        <w:rPr>
          <w:lang w:val="fr-FR"/>
        </w:rPr>
        <w:t xml:space="preserve">&lt;bgn_mode&gt; : </w:t>
      </w:r>
    </w:p>
    <w:p w:rsidR="00940E33" w:rsidRPr="0035343A" w:rsidRDefault="00940E33" w:rsidP="0035343A">
      <w:pPr>
        <w:ind w:leftChars="-225" w:hangingChars="225" w:hanging="540"/>
        <w:rPr>
          <w:lang w:val="fr-FR"/>
        </w:rPr>
      </w:pPr>
      <w:r w:rsidRPr="0035343A">
        <w:rPr>
          <w:lang w:val="fr-FR"/>
        </w:rPr>
        <w:tab/>
        <w:t xml:space="preserve"> </w:t>
      </w:r>
      <w:r w:rsidRPr="0035343A">
        <w:rPr>
          <w:lang w:val="fr-FR"/>
        </w:rPr>
        <w:tab/>
      </w:r>
      <w:r w:rsidRPr="0035343A">
        <w:rPr>
          <w:lang w:val="fr-FR"/>
        </w:rPr>
        <w:tab/>
        <w:t xml:space="preserve">b_mode , </w:t>
      </w:r>
      <w:r w:rsidRPr="0035343A">
        <w:rPr>
          <w:lang w:val="fr-FR"/>
        </w:rPr>
        <w:tab/>
        <w:t>g_mode , n_mode , mixed</w:t>
      </w:r>
    </w:p>
    <w:p w:rsidR="00940E33" w:rsidRPr="0035343A" w:rsidRDefault="00940E33" w:rsidP="0035343A">
      <w:pPr>
        <w:ind w:leftChars="-225" w:hangingChars="225" w:hanging="540"/>
        <w:rPr>
          <w:lang w:val="fr-FR"/>
        </w:rPr>
      </w:pPr>
      <w:r w:rsidRPr="0035343A">
        <w:rPr>
          <w:lang w:val="fr-FR"/>
        </w:rPr>
        <w:tab/>
        <w:t xml:space="preserve"> </w:t>
      </w:r>
      <w:r w:rsidRPr="0035343A">
        <w:rPr>
          <w:lang w:val="fr-FR"/>
        </w:rPr>
        <w:tab/>
      </w:r>
      <w:r w:rsidRPr="0035343A">
        <w:rPr>
          <w:lang w:val="fr-FR"/>
        </w:rPr>
        <w:tab/>
      </w:r>
    </w:p>
    <w:p w:rsidR="00940E33" w:rsidRPr="0035343A" w:rsidRDefault="00940E33" w:rsidP="0035343A">
      <w:pPr>
        <w:ind w:leftChars="-225" w:hangingChars="225" w:hanging="540"/>
      </w:pPr>
      <w:r w:rsidRPr="0035343A">
        <w:rPr>
          <w:lang w:val="fr-FR"/>
        </w:rPr>
        <w:tab/>
      </w:r>
      <w:r w:rsidRPr="0035343A">
        <w:rPr>
          <w:lang w:val="fr-FR"/>
        </w:rPr>
        <w:tab/>
      </w:r>
      <w:r w:rsidRPr="0035343A">
        <w:t>For Example :</w:t>
      </w:r>
    </w:p>
    <w:p w:rsidR="00940E33" w:rsidRPr="0035343A" w:rsidRDefault="00940E33" w:rsidP="0035343A">
      <w:pPr>
        <w:ind w:leftChars="-225" w:hangingChars="225" w:hanging="540"/>
      </w:pPr>
      <w:r w:rsidRPr="0035343A">
        <w:tab/>
      </w:r>
      <w:r w:rsidRPr="0035343A">
        <w:tab/>
      </w:r>
      <w:r w:rsidRPr="0035343A">
        <w:tab/>
        <w:t>./web_set_bgn.sh wlan0 b_mode</w:t>
      </w:r>
    </w:p>
    <w:p w:rsidR="00940E33" w:rsidRPr="0035343A" w:rsidRDefault="00940E33" w:rsidP="0035343A">
      <w:pPr>
        <w:ind w:leftChars="-225" w:hangingChars="225" w:hanging="540"/>
      </w:pPr>
      <w:r w:rsidRPr="0035343A">
        <w:tab/>
      </w:r>
      <w:r w:rsidRPr="0035343A">
        <w:tab/>
      </w:r>
      <w:r w:rsidRPr="0035343A">
        <w:tab/>
        <w:t>ifconfig wlan0 down</w:t>
      </w:r>
    </w:p>
    <w:p w:rsidR="00940E33" w:rsidRDefault="00940E33" w:rsidP="0035343A">
      <w:pPr>
        <w:ind w:leftChars="-225" w:hangingChars="225" w:hanging="540"/>
      </w:pPr>
      <w:r w:rsidRPr="0035343A">
        <w:tab/>
      </w:r>
      <w:r w:rsidRPr="0035343A">
        <w:tab/>
      </w:r>
      <w:r w:rsidRPr="0035343A">
        <w:tab/>
        <w:t>ifconfig wlan0 up</w:t>
      </w:r>
    </w:p>
    <w:p w:rsidR="00940E33" w:rsidRPr="0035343A" w:rsidRDefault="00940E33" w:rsidP="0035343A">
      <w:pPr>
        <w:ind w:leftChars="-225" w:hangingChars="225" w:hanging="540"/>
      </w:pPr>
    </w:p>
    <w:p w:rsidR="00940E33" w:rsidRPr="0035343A" w:rsidRDefault="00940E33" w:rsidP="0035343A">
      <w:pPr>
        <w:ind w:leftChars="-175" w:hangingChars="175" w:hanging="420"/>
        <w:rPr>
          <w:b/>
        </w:rPr>
      </w:pPr>
      <w:r w:rsidRPr="0035343A">
        <w:rPr>
          <w:b/>
        </w:rPr>
        <w:t>==================================================</w:t>
      </w:r>
    </w:p>
    <w:p w:rsidR="00940E33" w:rsidRDefault="00940E33" w:rsidP="00DB76B7">
      <w:pPr>
        <w:ind w:leftChars="-175" w:hangingChars="175" w:hanging="420"/>
        <w:rPr>
          <w:b/>
        </w:rPr>
      </w:pPr>
      <w:r w:rsidRPr="0035343A">
        <w:rPr>
          <w:b/>
        </w:rPr>
        <w:t>2</w:t>
      </w:r>
      <w:r w:rsidRPr="0035343A">
        <w:rPr>
          <w:rFonts w:hint="eastAsia"/>
          <w:b/>
        </w:rPr>
        <w:t>、</w:t>
      </w:r>
      <w:r w:rsidRPr="0035343A">
        <w:rPr>
          <w:b/>
        </w:rPr>
        <w:t xml:space="preserve">multi-ssid Setting </w:t>
      </w:r>
    </w:p>
    <w:p w:rsidR="00940E33" w:rsidRPr="0035343A" w:rsidRDefault="00940E33" w:rsidP="00DB76B7">
      <w:pPr>
        <w:ind w:leftChars="-175" w:hangingChars="175" w:hanging="420"/>
        <w:rPr>
          <w:b/>
        </w:rPr>
      </w:pPr>
      <w:r>
        <w:rPr>
          <w:b/>
        </w:rPr>
        <w:t xml:space="preserve">Allow ifterface : </w:t>
      </w:r>
      <w:r w:rsidRPr="0035343A">
        <w:rPr>
          <w:b/>
        </w:rPr>
        <w:t>wlan0 , wlan0-va0 , wlan0-va0 , wlan0-va1 , wlan0-va2 , wlan0-va3</w:t>
      </w:r>
    </w:p>
    <w:p w:rsidR="00940E33" w:rsidRPr="00760C7A" w:rsidRDefault="00940E33" w:rsidP="0035343A">
      <w:pPr>
        <w:ind w:leftChars="-175" w:hangingChars="175" w:hanging="420"/>
        <w:rPr>
          <w:b/>
        </w:rPr>
      </w:pPr>
      <w:r w:rsidRPr="00760C7A">
        <w:rPr>
          <w:b/>
        </w:rPr>
        <w:t>==================================================</w:t>
      </w:r>
    </w:p>
    <w:p w:rsidR="00940E33" w:rsidRPr="0035343A" w:rsidRDefault="00940E33" w:rsidP="0035343A">
      <w:pPr>
        <w:ind w:leftChars="-225" w:hangingChars="225" w:hanging="540"/>
      </w:pPr>
      <w:r w:rsidRPr="00760C7A">
        <w:tab/>
      </w:r>
      <w:r w:rsidRPr="0035343A">
        <w:t xml:space="preserve">./web_set_ssid.sh &lt;interface&gt;   &lt;ssid&gt; </w:t>
      </w:r>
    </w:p>
    <w:p w:rsidR="00940E33" w:rsidRPr="0035343A" w:rsidRDefault="00940E33" w:rsidP="0035343A">
      <w:pPr>
        <w:ind w:leftChars="-225" w:hangingChars="225" w:hanging="540"/>
      </w:pPr>
      <w:r w:rsidRPr="0035343A">
        <w:tab/>
        <w:t>For Example :</w:t>
      </w:r>
    </w:p>
    <w:p w:rsidR="00940E33" w:rsidRPr="0035343A" w:rsidRDefault="00940E33" w:rsidP="0035343A">
      <w:pPr>
        <w:ind w:leftChars="-225" w:hangingChars="225" w:hanging="540"/>
      </w:pPr>
      <w:r w:rsidRPr="0035343A">
        <w:tab/>
      </w:r>
      <w:r w:rsidRPr="0035343A">
        <w:tab/>
      </w:r>
      <w:r w:rsidRPr="0035343A">
        <w:tab/>
        <w:t>./web_set_ssid.sh wlan0 Timmy_SSID</w:t>
      </w:r>
    </w:p>
    <w:p w:rsidR="00940E33" w:rsidRPr="0035343A" w:rsidRDefault="00940E33" w:rsidP="0035343A">
      <w:pPr>
        <w:ind w:leftChars="-225" w:hangingChars="225" w:hanging="540"/>
      </w:pPr>
      <w:r w:rsidRPr="0035343A">
        <w:tab/>
      </w:r>
      <w:r w:rsidRPr="0035343A">
        <w:tab/>
      </w:r>
      <w:r w:rsidRPr="0035343A">
        <w:tab/>
        <w:t>ifconfig wlan0 down</w:t>
      </w:r>
    </w:p>
    <w:p w:rsidR="00940E33" w:rsidRPr="0035343A" w:rsidRDefault="00940E33" w:rsidP="0035343A">
      <w:pPr>
        <w:ind w:leftChars="-225" w:hangingChars="225" w:hanging="540"/>
      </w:pPr>
      <w:r w:rsidRPr="0035343A">
        <w:tab/>
      </w:r>
      <w:r w:rsidRPr="0035343A">
        <w:tab/>
      </w:r>
      <w:r w:rsidRPr="0035343A">
        <w:tab/>
        <w:t>ifconfig wlan0 up</w:t>
      </w:r>
    </w:p>
    <w:p w:rsidR="00940E33" w:rsidRPr="0035343A" w:rsidRDefault="00940E33" w:rsidP="0035343A">
      <w:pPr>
        <w:ind w:leftChars="-225" w:left="1" w:hangingChars="225" w:hanging="541"/>
        <w:rPr>
          <w:b/>
        </w:rPr>
      </w:pPr>
      <w:r w:rsidRPr="0035343A">
        <w:rPr>
          <w:b/>
        </w:rPr>
        <w:t>==================================================</w:t>
      </w:r>
    </w:p>
    <w:p w:rsidR="00940E33" w:rsidRDefault="00940E33" w:rsidP="0035343A">
      <w:pPr>
        <w:ind w:leftChars="-225" w:left="1" w:hangingChars="225" w:hanging="541"/>
        <w:rPr>
          <w:b/>
        </w:rPr>
      </w:pPr>
      <w:r w:rsidRPr="0035343A">
        <w:rPr>
          <w:b/>
        </w:rPr>
        <w:t>3</w:t>
      </w:r>
      <w:r w:rsidRPr="0035343A">
        <w:rPr>
          <w:rFonts w:hint="eastAsia"/>
          <w:b/>
        </w:rPr>
        <w:t>、</w:t>
      </w:r>
      <w:r w:rsidRPr="0035343A">
        <w:rPr>
          <w:b/>
        </w:rPr>
        <w:t>power calibration</w:t>
      </w:r>
    </w:p>
    <w:p w:rsidR="00940E33" w:rsidRPr="0035343A" w:rsidRDefault="00940E33" w:rsidP="00DE71DE">
      <w:pPr>
        <w:ind w:leftChars="-75" w:hangingChars="75" w:hanging="180"/>
        <w:rPr>
          <w:b/>
        </w:rPr>
      </w:pPr>
      <w:r>
        <w:rPr>
          <w:b/>
        </w:rPr>
        <w:t xml:space="preserve">Allow ifterface : </w:t>
      </w:r>
      <w:r w:rsidRPr="0035343A">
        <w:rPr>
          <w:b/>
        </w:rPr>
        <w:t>wlan0 only</w:t>
      </w:r>
    </w:p>
    <w:p w:rsidR="00940E33" w:rsidRPr="0035343A" w:rsidRDefault="00940E33" w:rsidP="0035343A">
      <w:pPr>
        <w:ind w:leftChars="-225" w:left="1" w:hangingChars="225" w:hanging="541"/>
        <w:rPr>
          <w:b/>
        </w:rPr>
      </w:pPr>
      <w:r w:rsidRPr="0035343A">
        <w:rPr>
          <w:b/>
        </w:rPr>
        <w:t>==================================================</w:t>
      </w:r>
    </w:p>
    <w:p w:rsidR="00940E33" w:rsidRPr="00312B0B" w:rsidRDefault="00940E33" w:rsidP="00312B0B">
      <w:pPr>
        <w:ind w:leftChars="-225" w:left="1" w:hangingChars="225" w:hanging="541"/>
        <w:rPr>
          <w:b/>
        </w:rPr>
      </w:pPr>
      <w:r w:rsidRPr="00312B0B">
        <w:rPr>
          <w:b/>
        </w:rPr>
        <w:tab/>
        <w:t>A.(fill out the values of HW_TX_POWER_CCK_A,</w:t>
      </w:r>
    </w:p>
    <w:p w:rsidR="00940E33" w:rsidRPr="00312B0B" w:rsidRDefault="00940E33" w:rsidP="00312B0B">
      <w:pPr>
        <w:ind w:leftChars="-225" w:left="1" w:hangingChars="225" w:hanging="541"/>
        <w:rPr>
          <w:b/>
        </w:rPr>
      </w:pPr>
      <w:r w:rsidRPr="00312B0B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12B0B">
        <w:rPr>
          <w:b/>
        </w:rPr>
        <w:tab/>
        <w:t>HW_TX_POWER_CCK_B,</w:t>
      </w:r>
    </w:p>
    <w:p w:rsidR="00940E33" w:rsidRPr="00312B0B" w:rsidRDefault="00940E33" w:rsidP="00312B0B">
      <w:pPr>
        <w:ind w:leftChars="-225" w:left="1" w:hangingChars="225" w:hanging="541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12B0B">
        <w:rPr>
          <w:b/>
        </w:rPr>
        <w:tab/>
        <w:t>HW_TX_POWER_HT40_1S_A,</w:t>
      </w:r>
    </w:p>
    <w:p w:rsidR="00940E33" w:rsidRPr="00312B0B" w:rsidRDefault="00940E33" w:rsidP="00312B0B">
      <w:pPr>
        <w:ind w:leftChars="-225" w:left="1" w:hangingChars="225" w:hanging="541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12B0B">
        <w:rPr>
          <w:b/>
        </w:rPr>
        <w:t>HW_TX_POWER_HT40_1S_B,</w:t>
      </w:r>
    </w:p>
    <w:p w:rsidR="00940E33" w:rsidRPr="00312B0B" w:rsidRDefault="00940E33" w:rsidP="00312B0B">
      <w:pPr>
        <w:ind w:leftChars="-225" w:left="1" w:hangingChars="225" w:hanging="541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12B0B">
        <w:rPr>
          <w:b/>
        </w:rPr>
        <w:tab/>
        <w:t>HW_TX_POWER_DIFF_HT40_2S,</w:t>
      </w:r>
    </w:p>
    <w:p w:rsidR="00940E33" w:rsidRPr="00312B0B" w:rsidRDefault="00940E33" w:rsidP="00312B0B">
      <w:pPr>
        <w:ind w:leftChars="-225" w:left="1" w:hangingChars="225" w:hanging="541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12B0B">
        <w:rPr>
          <w:b/>
        </w:rPr>
        <w:tab/>
        <w:t>HW_TX_POWER_DIFF_HT20,</w:t>
      </w:r>
    </w:p>
    <w:p w:rsidR="00940E33" w:rsidRDefault="00940E33" w:rsidP="00312B0B">
      <w:pPr>
        <w:ind w:leftChars="-225" w:left="1" w:hangingChars="225" w:hanging="541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12B0B">
        <w:rPr>
          <w:b/>
        </w:rPr>
        <w:tab/>
        <w:t xml:space="preserve">HW_TX_POWER_DIFF_OFDM and </w:t>
      </w:r>
    </w:p>
    <w:p w:rsidR="00940E33" w:rsidRDefault="00940E33" w:rsidP="00C23F30">
      <w:pPr>
        <w:ind w:leftChars="-225" w:left="-540"/>
        <w:rPr>
          <w:b/>
        </w:rPr>
      </w:pPr>
      <w:r w:rsidRPr="00312B0B">
        <w:rPr>
          <w:b/>
        </w:rPr>
        <w:tab/>
      </w:r>
      <w:r w:rsidRPr="00312B0B">
        <w:rPr>
          <w:b/>
        </w:rPr>
        <w:tab/>
      </w:r>
      <w:r w:rsidRPr="00312B0B">
        <w:rPr>
          <w:b/>
        </w:rPr>
        <w:tab/>
      </w:r>
      <w:r w:rsidRPr="00312B0B">
        <w:rPr>
          <w:b/>
        </w:rPr>
        <w:tab/>
      </w:r>
      <w:r w:rsidRPr="00312B0B">
        <w:rPr>
          <w:b/>
        </w:rPr>
        <w:tab/>
      </w:r>
      <w:r w:rsidRPr="00312B0B">
        <w:rPr>
          <w:b/>
        </w:rPr>
        <w:tab/>
      </w:r>
      <w:r w:rsidRPr="00312B0B">
        <w:rPr>
          <w:b/>
        </w:rPr>
        <w:tab/>
        <w:t xml:space="preserve">HW_WLAN0_WLAN_ADDR in web_set_power.sh , </w:t>
      </w:r>
    </w:p>
    <w:p w:rsidR="00940E33" w:rsidRPr="00312B0B" w:rsidRDefault="00940E33" w:rsidP="00C23F30">
      <w:pPr>
        <w:ind w:leftChars="-225" w:left="-540"/>
        <w:rPr>
          <w:b/>
        </w:rPr>
      </w:pPr>
      <w:r w:rsidRPr="00312B0B">
        <w:rPr>
          <w:b/>
        </w:rPr>
        <w:tab/>
      </w:r>
      <w:r w:rsidRPr="00312B0B">
        <w:rPr>
          <w:b/>
        </w:rPr>
        <w:tab/>
      </w:r>
      <w:r w:rsidRPr="00312B0B">
        <w:rPr>
          <w:b/>
        </w:rPr>
        <w:tab/>
      </w:r>
      <w:r w:rsidRPr="00312B0B">
        <w:rPr>
          <w:b/>
        </w:rPr>
        <w:tab/>
      </w:r>
      <w:r w:rsidRPr="00312B0B">
        <w:rPr>
          <w:b/>
        </w:rPr>
        <w:tab/>
      </w:r>
      <w:r w:rsidRPr="00312B0B">
        <w:rPr>
          <w:b/>
        </w:rPr>
        <w:tab/>
      </w:r>
      <w:r w:rsidRPr="00312B0B">
        <w:rPr>
          <w:b/>
        </w:rPr>
        <w:tab/>
        <w:t>these value should be get after calibration )</w:t>
      </w:r>
    </w:p>
    <w:p w:rsidR="00940E33" w:rsidRPr="00312B0B" w:rsidRDefault="00940E33" w:rsidP="00312B0B">
      <w:pPr>
        <w:ind w:leftChars="-225" w:left="1" w:hangingChars="225" w:hanging="541"/>
        <w:rPr>
          <w:b/>
        </w:rPr>
      </w:pPr>
      <w:r w:rsidRPr="00312B0B">
        <w:rPr>
          <w:b/>
        </w:rPr>
        <w:tab/>
        <w:t>B.  ./web_set_power.sh wlan0</w:t>
      </w:r>
    </w:p>
    <w:p w:rsidR="00940E33" w:rsidRPr="00312B0B" w:rsidRDefault="00940E33" w:rsidP="00312B0B">
      <w:pPr>
        <w:ind w:leftChars="-225" w:left="1" w:hangingChars="225" w:hanging="541"/>
        <w:rPr>
          <w:b/>
        </w:rPr>
      </w:pPr>
      <w:r w:rsidRPr="00312B0B">
        <w:rPr>
          <w:b/>
        </w:rPr>
        <w:tab/>
      </w:r>
      <w:r w:rsidRPr="00312B0B">
        <w:rPr>
          <w:b/>
        </w:rPr>
        <w:tab/>
      </w:r>
      <w:r w:rsidRPr="00312B0B">
        <w:rPr>
          <w:b/>
        </w:rPr>
        <w:tab/>
        <w:t>these setting value will be saved in Efuse and driver will read these value to initialize wifi device during wifi device initialization</w:t>
      </w:r>
    </w:p>
    <w:p w:rsidR="00940E33" w:rsidRPr="00312B0B" w:rsidRDefault="00940E33" w:rsidP="00312B0B">
      <w:pPr>
        <w:ind w:leftChars="-225" w:left="1" w:hangingChars="225" w:hanging="541"/>
        <w:rPr>
          <w:b/>
        </w:rPr>
      </w:pPr>
      <w:r w:rsidRPr="00312B0B">
        <w:rPr>
          <w:b/>
        </w:rPr>
        <w:tab/>
      </w:r>
      <w:r w:rsidRPr="00312B0B">
        <w:rPr>
          <w:b/>
        </w:rPr>
        <w:tab/>
      </w:r>
      <w:r w:rsidRPr="00312B0B">
        <w:rPr>
          <w:b/>
        </w:rPr>
        <w:tab/>
      </w:r>
    </w:p>
    <w:p w:rsidR="00940E33" w:rsidRPr="00312B0B" w:rsidRDefault="00940E33" w:rsidP="00312B0B">
      <w:pPr>
        <w:ind w:leftChars="-225" w:left="1" w:hangingChars="225" w:hanging="541"/>
        <w:rPr>
          <w:b/>
        </w:rPr>
      </w:pPr>
      <w:r w:rsidRPr="00312B0B">
        <w:rPr>
          <w:b/>
        </w:rPr>
        <w:tab/>
        <w:t>C.</w:t>
      </w:r>
      <w:r w:rsidRPr="00312B0B">
        <w:rPr>
          <w:b/>
        </w:rPr>
        <w:tab/>
        <w:t xml:space="preserve">Efuse parameter   </w:t>
      </w:r>
      <w:r w:rsidRPr="00312B0B">
        <w:rPr>
          <w:b/>
        </w:rPr>
        <w:tab/>
      </w:r>
      <w:r w:rsidRPr="00312B0B">
        <w:rPr>
          <w:b/>
        </w:rPr>
        <w:tab/>
      </w:r>
      <w:r w:rsidRPr="00312B0B">
        <w:rPr>
          <w:b/>
        </w:rPr>
        <w:tab/>
      </w:r>
      <w:r w:rsidRPr="00312B0B">
        <w:rPr>
          <w:b/>
        </w:rPr>
        <w:tab/>
        <w:t>V.S    iwpriv tool parameter</w:t>
      </w:r>
    </w:p>
    <w:p w:rsidR="00940E33" w:rsidRPr="00312B0B" w:rsidRDefault="00940E33" w:rsidP="00312B0B">
      <w:pPr>
        <w:ind w:leftChars="-225" w:left="1" w:hangingChars="225" w:hanging="541"/>
        <w:rPr>
          <w:b/>
        </w:rPr>
      </w:pPr>
      <w:r>
        <w:rPr>
          <w:b/>
        </w:rPr>
        <w:tab/>
      </w:r>
      <w:r>
        <w:rPr>
          <w:b/>
        </w:rPr>
        <w:tab/>
        <w:t>HW_TX_POWER_CCK_A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12B0B">
        <w:rPr>
          <w:b/>
        </w:rPr>
        <w:tab/>
        <w:t>pwrlevelCCK_A</w:t>
      </w:r>
    </w:p>
    <w:p w:rsidR="00940E33" w:rsidRPr="00312B0B" w:rsidRDefault="00940E33" w:rsidP="00312B0B">
      <w:pPr>
        <w:ind w:leftChars="-225" w:left="1" w:hangingChars="225" w:hanging="541"/>
        <w:rPr>
          <w:b/>
        </w:rPr>
      </w:pPr>
      <w:r>
        <w:rPr>
          <w:b/>
        </w:rPr>
        <w:tab/>
      </w:r>
      <w:r>
        <w:rPr>
          <w:b/>
        </w:rPr>
        <w:tab/>
        <w:t>HW_TX_POWER_CCK_B</w:t>
      </w:r>
      <w:r>
        <w:rPr>
          <w:b/>
        </w:rPr>
        <w:tab/>
      </w:r>
      <w:r w:rsidRPr="00312B0B">
        <w:rPr>
          <w:b/>
        </w:rPr>
        <w:tab/>
      </w:r>
      <w:r w:rsidRPr="00312B0B">
        <w:rPr>
          <w:b/>
        </w:rPr>
        <w:tab/>
      </w:r>
      <w:r w:rsidRPr="00312B0B">
        <w:rPr>
          <w:b/>
        </w:rPr>
        <w:tab/>
      </w:r>
      <w:r w:rsidRPr="00312B0B">
        <w:rPr>
          <w:b/>
        </w:rPr>
        <w:tab/>
        <w:t>pwrlevelCCK_B</w:t>
      </w:r>
    </w:p>
    <w:p w:rsidR="00940E33" w:rsidRPr="00312B0B" w:rsidRDefault="00940E33" w:rsidP="00312B0B">
      <w:pPr>
        <w:ind w:leftChars="-225" w:left="1" w:hangingChars="225" w:hanging="541"/>
        <w:rPr>
          <w:b/>
        </w:rPr>
      </w:pPr>
      <w:r>
        <w:rPr>
          <w:b/>
        </w:rPr>
        <w:tab/>
      </w:r>
      <w:r>
        <w:rPr>
          <w:b/>
        </w:rPr>
        <w:tab/>
        <w:t>HW_TX_POWER_HT40_1S_A</w:t>
      </w:r>
      <w:r>
        <w:rPr>
          <w:b/>
        </w:rPr>
        <w:tab/>
      </w:r>
      <w:r w:rsidRPr="00312B0B">
        <w:rPr>
          <w:b/>
        </w:rPr>
        <w:tab/>
      </w:r>
      <w:r w:rsidRPr="00312B0B">
        <w:rPr>
          <w:b/>
        </w:rPr>
        <w:tab/>
      </w:r>
      <w:r w:rsidRPr="00312B0B">
        <w:rPr>
          <w:b/>
        </w:rPr>
        <w:tab/>
        <w:t>pwrlevelHT40_1S_A</w:t>
      </w:r>
    </w:p>
    <w:p w:rsidR="00940E33" w:rsidRPr="00312B0B" w:rsidRDefault="00940E33" w:rsidP="00312B0B">
      <w:pPr>
        <w:ind w:leftChars="-225" w:left="1" w:hangingChars="225" w:hanging="541"/>
        <w:rPr>
          <w:b/>
        </w:rPr>
      </w:pPr>
      <w:r>
        <w:rPr>
          <w:b/>
        </w:rPr>
        <w:tab/>
      </w:r>
      <w:r>
        <w:rPr>
          <w:b/>
        </w:rPr>
        <w:tab/>
        <w:t>HW_TX_POWER_HT40_1S_B</w:t>
      </w:r>
      <w:r>
        <w:rPr>
          <w:b/>
        </w:rPr>
        <w:tab/>
      </w:r>
      <w:r w:rsidRPr="00312B0B">
        <w:rPr>
          <w:b/>
        </w:rPr>
        <w:tab/>
      </w:r>
      <w:r w:rsidRPr="00312B0B">
        <w:rPr>
          <w:b/>
        </w:rPr>
        <w:tab/>
      </w:r>
      <w:r w:rsidRPr="00312B0B">
        <w:rPr>
          <w:b/>
        </w:rPr>
        <w:tab/>
        <w:t>pwrlevelHT40_1S_B</w:t>
      </w:r>
    </w:p>
    <w:p w:rsidR="00940E33" w:rsidRPr="00312B0B" w:rsidRDefault="00940E33" w:rsidP="00312B0B">
      <w:pPr>
        <w:ind w:leftChars="-225" w:left="1" w:hangingChars="225" w:hanging="541"/>
        <w:rPr>
          <w:b/>
        </w:rPr>
      </w:pPr>
      <w:r>
        <w:rPr>
          <w:b/>
        </w:rPr>
        <w:tab/>
      </w:r>
      <w:r>
        <w:rPr>
          <w:b/>
        </w:rPr>
        <w:tab/>
      </w:r>
      <w:r w:rsidRPr="00312B0B">
        <w:rPr>
          <w:b/>
        </w:rPr>
        <w:t>HW_TX_POWER</w:t>
      </w:r>
      <w:r>
        <w:rPr>
          <w:b/>
        </w:rPr>
        <w:t>_DIFF_HT40_2S</w:t>
      </w:r>
      <w:r>
        <w:rPr>
          <w:b/>
        </w:rPr>
        <w:tab/>
      </w:r>
      <w:r w:rsidRPr="00312B0B">
        <w:rPr>
          <w:b/>
        </w:rPr>
        <w:tab/>
      </w:r>
      <w:r w:rsidRPr="00312B0B">
        <w:rPr>
          <w:b/>
        </w:rPr>
        <w:tab/>
        <w:t>pwrdiffHT40_2S</w:t>
      </w:r>
    </w:p>
    <w:p w:rsidR="00940E33" w:rsidRPr="00312B0B" w:rsidRDefault="00940E33" w:rsidP="00312B0B">
      <w:pPr>
        <w:ind w:leftChars="-225" w:left="1" w:hangingChars="225" w:hanging="541"/>
        <w:rPr>
          <w:b/>
        </w:rPr>
      </w:pPr>
      <w:r>
        <w:rPr>
          <w:b/>
        </w:rPr>
        <w:tab/>
      </w:r>
      <w:r>
        <w:rPr>
          <w:b/>
        </w:rPr>
        <w:tab/>
        <w:t>HW_TX_POWER_DIFF_HT20</w:t>
      </w:r>
      <w:r>
        <w:rPr>
          <w:b/>
        </w:rPr>
        <w:tab/>
      </w:r>
      <w:r w:rsidRPr="00312B0B">
        <w:rPr>
          <w:b/>
        </w:rPr>
        <w:tab/>
      </w:r>
      <w:r w:rsidRPr="00312B0B">
        <w:rPr>
          <w:b/>
        </w:rPr>
        <w:tab/>
      </w:r>
      <w:r w:rsidRPr="00312B0B">
        <w:rPr>
          <w:b/>
        </w:rPr>
        <w:tab/>
        <w:t>pwrdiffHT20</w:t>
      </w:r>
    </w:p>
    <w:p w:rsidR="00940E33" w:rsidRPr="00312B0B" w:rsidRDefault="00940E33" w:rsidP="00312B0B">
      <w:pPr>
        <w:ind w:leftChars="-225" w:left="1" w:hangingChars="225" w:hanging="541"/>
        <w:rPr>
          <w:b/>
        </w:rPr>
      </w:pPr>
      <w:r>
        <w:rPr>
          <w:b/>
        </w:rPr>
        <w:tab/>
      </w:r>
      <w:r>
        <w:rPr>
          <w:b/>
        </w:rPr>
        <w:tab/>
        <w:t xml:space="preserve">HW_TX_POWER_DIFF_OFDM </w:t>
      </w:r>
      <w:r w:rsidRPr="00312B0B">
        <w:rPr>
          <w:b/>
        </w:rPr>
        <w:tab/>
      </w:r>
      <w:r w:rsidRPr="00312B0B">
        <w:rPr>
          <w:b/>
        </w:rPr>
        <w:tab/>
      </w:r>
      <w:r w:rsidRPr="00312B0B">
        <w:rPr>
          <w:b/>
        </w:rPr>
        <w:tab/>
        <w:t>pwrdiffOFDM</w:t>
      </w:r>
    </w:p>
    <w:p w:rsidR="00940E33" w:rsidRPr="00312B0B" w:rsidRDefault="00940E33" w:rsidP="00312B0B">
      <w:pPr>
        <w:ind w:leftChars="-225" w:left="1" w:hangingChars="225" w:hanging="541"/>
        <w:rPr>
          <w:b/>
        </w:rPr>
      </w:pPr>
      <w:r w:rsidRPr="00312B0B">
        <w:rPr>
          <w:b/>
        </w:rPr>
        <w:tab/>
      </w:r>
      <w:r w:rsidRPr="00312B0B">
        <w:rPr>
          <w:b/>
        </w:rPr>
        <w:tab/>
      </w:r>
      <w:r w:rsidRPr="00312B0B">
        <w:rPr>
          <w:b/>
        </w:rPr>
        <w:tab/>
      </w:r>
    </w:p>
    <w:p w:rsidR="00940E33" w:rsidRPr="00312B0B" w:rsidRDefault="00940E33" w:rsidP="00312B0B">
      <w:pPr>
        <w:ind w:leftChars="-225" w:left="1" w:hangingChars="225" w:hanging="541"/>
        <w:rPr>
          <w:b/>
        </w:rPr>
      </w:pPr>
      <w:r w:rsidRPr="00312B0B">
        <w:rPr>
          <w:b/>
        </w:rPr>
        <w:tab/>
        <w:t>D.</w:t>
      </w:r>
      <w:r w:rsidRPr="00312B0B">
        <w:rPr>
          <w:b/>
        </w:rPr>
        <w:tab/>
        <w:t>About the define of each field , please refer the how_to_K_power_parameter.doc</w:t>
      </w:r>
    </w:p>
    <w:p w:rsidR="00940E33" w:rsidRPr="00312B0B" w:rsidRDefault="00940E33" w:rsidP="00312B0B">
      <w:pPr>
        <w:ind w:leftChars="-225" w:left="1" w:hangingChars="225" w:hanging="541"/>
        <w:rPr>
          <w:b/>
        </w:rPr>
      </w:pPr>
      <w:r w:rsidRPr="00312B0B">
        <w:rPr>
          <w:b/>
        </w:rPr>
        <w:tab/>
      </w:r>
      <w:r w:rsidRPr="00312B0B">
        <w:rPr>
          <w:b/>
        </w:rPr>
        <w:tab/>
      </w:r>
    </w:p>
    <w:p w:rsidR="00940E33" w:rsidRPr="00312B0B" w:rsidRDefault="00940E33" w:rsidP="00312B0B">
      <w:pPr>
        <w:ind w:leftChars="-225" w:left="1" w:hangingChars="225" w:hanging="541"/>
        <w:rPr>
          <w:b/>
        </w:rPr>
      </w:pPr>
      <w:r w:rsidRPr="00312B0B">
        <w:rPr>
          <w:b/>
        </w:rPr>
        <w:tab/>
        <w:t>E.</w:t>
      </w:r>
      <w:r w:rsidRPr="00312B0B">
        <w:rPr>
          <w:b/>
        </w:rPr>
        <w:tab/>
        <w:t>You also can directly save the setting value in Efuse throughput MP tool.</w:t>
      </w:r>
    </w:p>
    <w:p w:rsidR="00940E33" w:rsidRPr="00C23F30" w:rsidRDefault="00940E33" w:rsidP="00C23F30">
      <w:pPr>
        <w:ind w:leftChars="-225" w:left="1" w:hangingChars="225" w:hanging="541"/>
        <w:rPr>
          <w:b/>
        </w:rPr>
      </w:pPr>
      <w:r w:rsidRPr="00312B0B">
        <w:rPr>
          <w:b/>
        </w:rPr>
        <w:tab/>
      </w:r>
      <w:r w:rsidRPr="00312B0B">
        <w:rPr>
          <w:b/>
        </w:rPr>
        <w:tab/>
      </w:r>
      <w:r w:rsidRPr="00312B0B">
        <w:rPr>
          <w:b/>
        </w:rPr>
        <w:tab/>
        <w:t>The detail refer MP.Tool.Introduction-v1.2.pdf</w:t>
      </w:r>
    </w:p>
    <w:p w:rsidR="00940E33" w:rsidRPr="0035343A" w:rsidRDefault="00940E33" w:rsidP="0035343A">
      <w:pPr>
        <w:ind w:leftChars="-225" w:left="1" w:hangingChars="225" w:hanging="541"/>
        <w:rPr>
          <w:b/>
        </w:rPr>
      </w:pPr>
    </w:p>
    <w:p w:rsidR="00940E33" w:rsidRPr="0035343A" w:rsidRDefault="00940E33" w:rsidP="0035343A">
      <w:pPr>
        <w:ind w:leftChars="-225" w:left="1" w:hangingChars="225" w:hanging="541"/>
        <w:rPr>
          <w:b/>
        </w:rPr>
      </w:pPr>
    </w:p>
    <w:p w:rsidR="00940E33" w:rsidRPr="0035343A" w:rsidRDefault="00940E33" w:rsidP="0035343A">
      <w:pPr>
        <w:ind w:leftChars="-225" w:left="1" w:hangingChars="225" w:hanging="541"/>
        <w:rPr>
          <w:b/>
        </w:rPr>
      </w:pPr>
      <w:r w:rsidRPr="0035343A">
        <w:rPr>
          <w:b/>
        </w:rPr>
        <w:t>==================================================</w:t>
      </w:r>
    </w:p>
    <w:p w:rsidR="00940E33" w:rsidRDefault="00940E33" w:rsidP="0035343A">
      <w:pPr>
        <w:ind w:leftChars="-225" w:left="1" w:hangingChars="225" w:hanging="541"/>
        <w:rPr>
          <w:b/>
        </w:rPr>
      </w:pPr>
      <w:r w:rsidRPr="0035343A">
        <w:rPr>
          <w:b/>
        </w:rPr>
        <w:t>4</w:t>
      </w:r>
      <w:r w:rsidRPr="0035343A">
        <w:rPr>
          <w:rFonts w:hint="eastAsia"/>
          <w:b/>
        </w:rPr>
        <w:t>、</w:t>
      </w:r>
      <w:r w:rsidRPr="0035343A">
        <w:rPr>
          <w:b/>
        </w:rPr>
        <w:t>channel setting</w:t>
      </w:r>
    </w:p>
    <w:p w:rsidR="00940E33" w:rsidRPr="0035343A" w:rsidRDefault="00940E33" w:rsidP="00DE71DE">
      <w:pPr>
        <w:ind w:leftChars="-75" w:hangingChars="75" w:hanging="180"/>
        <w:rPr>
          <w:b/>
        </w:rPr>
      </w:pPr>
      <w:r>
        <w:rPr>
          <w:b/>
        </w:rPr>
        <w:t xml:space="preserve">Allow ifterface : </w:t>
      </w:r>
      <w:r w:rsidRPr="0035343A">
        <w:rPr>
          <w:b/>
        </w:rPr>
        <w:t>wlan0 only</w:t>
      </w:r>
    </w:p>
    <w:p w:rsidR="00940E33" w:rsidRPr="0035343A" w:rsidRDefault="00940E33" w:rsidP="0035343A">
      <w:pPr>
        <w:ind w:leftChars="-225" w:left="1" w:hangingChars="225" w:hanging="541"/>
        <w:rPr>
          <w:b/>
        </w:rPr>
      </w:pPr>
      <w:r w:rsidRPr="0035343A">
        <w:rPr>
          <w:b/>
        </w:rPr>
        <w:t>==================================================</w:t>
      </w:r>
    </w:p>
    <w:p w:rsidR="00940E33" w:rsidRPr="00760C7A" w:rsidRDefault="00940E33" w:rsidP="00760C7A">
      <w:pPr>
        <w:ind w:leftChars="-225" w:hangingChars="225" w:hanging="540"/>
      </w:pPr>
      <w:r w:rsidRPr="00760C7A">
        <w:tab/>
        <w:t>./web_channel.sh &lt;interface&gt; &lt;channel&gt;</w:t>
      </w:r>
    </w:p>
    <w:p w:rsidR="00940E33" w:rsidRPr="00760C7A" w:rsidRDefault="00940E33" w:rsidP="00760C7A">
      <w:pPr>
        <w:ind w:leftChars="-225" w:hangingChars="225" w:hanging="540"/>
      </w:pPr>
      <w:r w:rsidRPr="00760C7A">
        <w:tab/>
      </w:r>
    </w:p>
    <w:p w:rsidR="00940E33" w:rsidRPr="00760C7A" w:rsidRDefault="00940E33" w:rsidP="00760C7A">
      <w:pPr>
        <w:ind w:leftChars="-225" w:hangingChars="225" w:hanging="540"/>
      </w:pPr>
      <w:r w:rsidRPr="00760C7A">
        <w:tab/>
        <w:t>For Example :</w:t>
      </w:r>
    </w:p>
    <w:p w:rsidR="00940E33" w:rsidRPr="00760C7A" w:rsidRDefault="00940E33" w:rsidP="00760C7A">
      <w:pPr>
        <w:ind w:leftChars="-225" w:hangingChars="225" w:hanging="540"/>
      </w:pPr>
      <w:r w:rsidRPr="00760C7A">
        <w:tab/>
      </w:r>
      <w:r w:rsidRPr="00760C7A">
        <w:tab/>
      </w:r>
      <w:r w:rsidRPr="00760C7A">
        <w:tab/>
        <w:t>./web_channel.sh wlan0 11</w:t>
      </w:r>
    </w:p>
    <w:p w:rsidR="00940E33" w:rsidRPr="00760C7A" w:rsidRDefault="00940E33" w:rsidP="00760C7A">
      <w:pPr>
        <w:ind w:leftChars="-225" w:hangingChars="225" w:hanging="540"/>
      </w:pPr>
      <w:r w:rsidRPr="00760C7A">
        <w:tab/>
      </w:r>
      <w:r w:rsidRPr="00760C7A">
        <w:tab/>
      </w:r>
      <w:r w:rsidRPr="00760C7A">
        <w:tab/>
        <w:t>ifconfig wlan0 down</w:t>
      </w:r>
    </w:p>
    <w:p w:rsidR="00940E33" w:rsidRPr="00760C7A" w:rsidRDefault="00940E33" w:rsidP="00760C7A">
      <w:pPr>
        <w:ind w:leftChars="-225" w:hangingChars="225" w:hanging="540"/>
      </w:pPr>
      <w:r w:rsidRPr="00760C7A">
        <w:tab/>
      </w:r>
      <w:r w:rsidRPr="00760C7A">
        <w:tab/>
      </w:r>
      <w:r w:rsidRPr="00760C7A">
        <w:tab/>
        <w:t>ifconfig wlan0 up</w:t>
      </w:r>
    </w:p>
    <w:p w:rsidR="00940E33" w:rsidRPr="0035343A" w:rsidRDefault="00940E33" w:rsidP="0035343A">
      <w:pPr>
        <w:ind w:leftChars="-225" w:left="1" w:hangingChars="225" w:hanging="541"/>
        <w:rPr>
          <w:b/>
        </w:rPr>
      </w:pPr>
      <w:r w:rsidRPr="0035343A">
        <w:rPr>
          <w:b/>
        </w:rPr>
        <w:t>==================================================</w:t>
      </w:r>
    </w:p>
    <w:p w:rsidR="00940E33" w:rsidRDefault="00940E33" w:rsidP="0035343A">
      <w:pPr>
        <w:ind w:leftChars="-225" w:left="1" w:hangingChars="225" w:hanging="541"/>
        <w:rPr>
          <w:b/>
        </w:rPr>
      </w:pPr>
      <w:r w:rsidRPr="0035343A">
        <w:rPr>
          <w:b/>
        </w:rPr>
        <w:t>5</w:t>
      </w:r>
      <w:r w:rsidRPr="0035343A">
        <w:rPr>
          <w:rFonts w:hint="eastAsia"/>
          <w:b/>
        </w:rPr>
        <w:t>、</w:t>
      </w:r>
      <w:r w:rsidRPr="0035343A">
        <w:rPr>
          <w:b/>
        </w:rPr>
        <w:t>Tx rate setting</w:t>
      </w:r>
    </w:p>
    <w:p w:rsidR="00940E33" w:rsidRPr="0035343A" w:rsidRDefault="00940E33" w:rsidP="00DE71DE">
      <w:pPr>
        <w:ind w:leftChars="-75" w:hangingChars="75" w:hanging="180"/>
        <w:rPr>
          <w:b/>
        </w:rPr>
      </w:pPr>
      <w:r>
        <w:rPr>
          <w:b/>
        </w:rPr>
        <w:t xml:space="preserve">Allow ifterface : </w:t>
      </w:r>
      <w:r w:rsidRPr="0035343A">
        <w:rPr>
          <w:b/>
        </w:rPr>
        <w:t>wlan0 only</w:t>
      </w:r>
    </w:p>
    <w:p w:rsidR="00940E33" w:rsidRPr="0035343A" w:rsidRDefault="00940E33" w:rsidP="0035343A">
      <w:pPr>
        <w:ind w:leftChars="-225" w:left="1" w:hangingChars="225" w:hanging="541"/>
        <w:rPr>
          <w:b/>
        </w:rPr>
      </w:pPr>
      <w:r w:rsidRPr="0035343A">
        <w:rPr>
          <w:b/>
        </w:rPr>
        <w:t>==================================================</w:t>
      </w:r>
    </w:p>
    <w:p w:rsidR="00940E33" w:rsidRPr="00760C7A" w:rsidRDefault="00940E33" w:rsidP="00760C7A">
      <w:pPr>
        <w:ind w:leftChars="-225" w:hangingChars="225" w:hanging="540"/>
      </w:pPr>
      <w:r w:rsidRPr="00760C7A">
        <w:tab/>
        <w:t>./web_tx_rate.sh &lt;interface&gt; &lt;rate&gt;</w:t>
      </w:r>
    </w:p>
    <w:p w:rsidR="00940E33" w:rsidRPr="00760C7A" w:rsidRDefault="00940E33" w:rsidP="00760C7A">
      <w:pPr>
        <w:ind w:leftChars="-225" w:hangingChars="225" w:hanging="540"/>
      </w:pPr>
      <w:r w:rsidRPr="00760C7A">
        <w:tab/>
        <w:t xml:space="preserve">&lt;rate&gt; : </w:t>
      </w:r>
    </w:p>
    <w:tbl>
      <w:tblPr>
        <w:tblW w:w="9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01"/>
        <w:gridCol w:w="1701"/>
        <w:gridCol w:w="1612"/>
        <w:gridCol w:w="3754"/>
        <w:gridCol w:w="1862"/>
      </w:tblGrid>
      <w:tr w:rsidR="00940E33" w:rsidTr="00EC5479">
        <w:tc>
          <w:tcPr>
            <w:tcW w:w="401" w:type="dxa"/>
            <w:vMerge w:val="restart"/>
            <w:textDirection w:val="btLr"/>
          </w:tcPr>
          <w:p w:rsidR="00940E33" w:rsidRPr="007849FF" w:rsidRDefault="00940E33" w:rsidP="00A30320">
            <w:pPr>
              <w:ind w:left="113" w:right="113"/>
              <w:jc w:val="center"/>
              <w:rPr>
                <w:b/>
                <w:sz w:val="20"/>
              </w:rPr>
            </w:pPr>
            <w:r w:rsidRPr="007849FF">
              <w:rPr>
                <w:b/>
                <w:sz w:val="20"/>
              </w:rPr>
              <w:t>Rate control</w:t>
            </w:r>
          </w:p>
        </w:tc>
        <w:tc>
          <w:tcPr>
            <w:tcW w:w="1701" w:type="dxa"/>
          </w:tcPr>
          <w:p w:rsidR="00940E33" w:rsidRDefault="00940E33" w:rsidP="00A30320">
            <w:pPr>
              <w:rPr>
                <w:sz w:val="20"/>
              </w:rPr>
            </w:pPr>
            <w:r>
              <w:rPr>
                <w:sz w:val="20"/>
              </w:rPr>
              <w:t>autorate</w:t>
            </w:r>
          </w:p>
        </w:tc>
        <w:tc>
          <w:tcPr>
            <w:tcW w:w="1612" w:type="dxa"/>
          </w:tcPr>
          <w:p w:rsidR="00940E33" w:rsidRDefault="00940E33" w:rsidP="00A30320">
            <w:pPr>
              <w:rPr>
                <w:sz w:val="20"/>
              </w:rPr>
            </w:pPr>
            <w:r>
              <w:rPr>
                <w:sz w:val="20"/>
              </w:rPr>
              <w:t>Auto rate adaptive</w:t>
            </w:r>
          </w:p>
        </w:tc>
        <w:tc>
          <w:tcPr>
            <w:tcW w:w="3754" w:type="dxa"/>
          </w:tcPr>
          <w:p w:rsidR="00940E33" w:rsidRDefault="00940E33" w:rsidP="00A30320">
            <w:pPr>
              <w:rPr>
                <w:sz w:val="20"/>
              </w:rPr>
            </w:pPr>
            <w:r>
              <w:rPr>
                <w:sz w:val="20"/>
              </w:rPr>
              <w:t>0 – disable, 1 – enable</w:t>
            </w:r>
          </w:p>
        </w:tc>
        <w:tc>
          <w:tcPr>
            <w:tcW w:w="1862" w:type="dxa"/>
          </w:tcPr>
          <w:p w:rsidR="00940E33" w:rsidRDefault="00940E33" w:rsidP="00A30320">
            <w:pPr>
              <w:rPr>
                <w:sz w:val="20"/>
              </w:rPr>
            </w:pPr>
          </w:p>
        </w:tc>
      </w:tr>
      <w:tr w:rsidR="00940E33" w:rsidTr="00EC5479">
        <w:tc>
          <w:tcPr>
            <w:tcW w:w="401" w:type="dxa"/>
            <w:vMerge/>
          </w:tcPr>
          <w:p w:rsidR="00940E33" w:rsidRDefault="00940E33" w:rsidP="00A30320">
            <w:pPr>
              <w:rPr>
                <w:sz w:val="20"/>
              </w:rPr>
            </w:pPr>
          </w:p>
        </w:tc>
        <w:tc>
          <w:tcPr>
            <w:tcW w:w="1701" w:type="dxa"/>
          </w:tcPr>
          <w:p w:rsidR="00940E33" w:rsidRDefault="00940E33" w:rsidP="00A30320">
            <w:pPr>
              <w:rPr>
                <w:sz w:val="20"/>
              </w:rPr>
            </w:pPr>
          </w:p>
          <w:p w:rsidR="00940E33" w:rsidRDefault="00940E33" w:rsidP="00A30320">
            <w:pPr>
              <w:rPr>
                <w:sz w:val="20"/>
              </w:rPr>
            </w:pPr>
          </w:p>
          <w:p w:rsidR="00940E33" w:rsidRDefault="00940E33" w:rsidP="00A30320">
            <w:pPr>
              <w:rPr>
                <w:sz w:val="20"/>
              </w:rPr>
            </w:pPr>
            <w:r>
              <w:rPr>
                <w:sz w:val="20"/>
              </w:rPr>
              <w:t>fixrate</w:t>
            </w:r>
          </w:p>
        </w:tc>
        <w:tc>
          <w:tcPr>
            <w:tcW w:w="1612" w:type="dxa"/>
          </w:tcPr>
          <w:p w:rsidR="00940E33" w:rsidRDefault="00940E33" w:rsidP="00A30320">
            <w:pPr>
              <w:rPr>
                <w:sz w:val="20"/>
              </w:rPr>
            </w:pPr>
            <w:r>
              <w:rPr>
                <w:sz w:val="20"/>
              </w:rPr>
              <w:t>Fixed Tx rate</w:t>
            </w:r>
          </w:p>
        </w:tc>
        <w:tc>
          <w:tcPr>
            <w:tcW w:w="3754" w:type="dxa"/>
          </w:tcPr>
          <w:p w:rsidR="00940E33" w:rsidRDefault="00940E33" w:rsidP="00A30320">
            <w:pPr>
              <w:rPr>
                <w:sz w:val="20"/>
              </w:rPr>
            </w:pPr>
            <w:r>
              <w:rPr>
                <w:sz w:val="20"/>
              </w:rPr>
              <w:t xml:space="preserve">Bit0-bit11 for </w:t>
            </w:r>
          </w:p>
          <w:p w:rsidR="00940E33" w:rsidRDefault="00940E33" w:rsidP="00A30320">
            <w:pPr>
              <w:rPr>
                <w:sz w:val="20"/>
              </w:rPr>
            </w:pPr>
            <w:r>
              <w:rPr>
                <w:sz w:val="20"/>
              </w:rPr>
              <w:t xml:space="preserve">CCK :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2"/>
                <w:attr w:name="UnitName" w:val="in"/>
              </w:smartTagPr>
              <w:r w:rsidRPr="00F4190D">
                <w:rPr>
                  <w:sz w:val="20"/>
                </w:rPr>
                <w:t>1M</w:t>
              </w:r>
            </w:smartTag>
            <w:r>
              <w:rPr>
                <w:sz w:val="20"/>
              </w:rPr>
              <w:t xml:space="preserve"> , 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2"/>
                <w:attr w:name="UnitName" w:val="in"/>
              </w:smartTagPr>
              <w:r>
                <w:rPr>
                  <w:sz w:val="20"/>
                </w:rPr>
                <w:t>2</w:t>
              </w:r>
              <w:r w:rsidRPr="00F4190D">
                <w:rPr>
                  <w:sz w:val="20"/>
                </w:rPr>
                <w:t>M</w:t>
              </w:r>
            </w:smartTag>
            <w:r>
              <w:rPr>
                <w:sz w:val="20"/>
              </w:rPr>
              <w:t xml:space="preserve">, 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2"/>
                <w:attr w:name="UnitName" w:val="in"/>
              </w:smartTagPr>
              <w:r w:rsidRPr="00F4190D">
                <w:rPr>
                  <w:sz w:val="20"/>
                </w:rPr>
                <w:t>5.5M</w:t>
              </w:r>
            </w:smartTag>
            <w:r>
              <w:rPr>
                <w:sz w:val="20"/>
              </w:rPr>
              <w:t xml:space="preserve"> ,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2"/>
                <w:attr w:name="UnitName" w:val="in"/>
              </w:smartTagPr>
              <w:r w:rsidRPr="00F4190D">
                <w:rPr>
                  <w:sz w:val="20"/>
                </w:rPr>
                <w:t>11M</w:t>
              </w:r>
            </w:smartTag>
            <w:r>
              <w:rPr>
                <w:sz w:val="20"/>
              </w:rPr>
              <w:t xml:space="preserve">  ,</w:t>
            </w:r>
          </w:p>
          <w:p w:rsidR="00940E33" w:rsidRPr="00A35260" w:rsidRDefault="00940E33" w:rsidP="00A30320">
            <w:pPr>
              <w:rPr>
                <w:sz w:val="20"/>
                <w:lang w:val="nl-NL"/>
              </w:rPr>
            </w:pPr>
            <w:r w:rsidRPr="00A35260">
              <w:rPr>
                <w:sz w:val="20"/>
                <w:lang w:val="nl-NL"/>
              </w:rPr>
              <w:t xml:space="preserve">OFDM :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2"/>
                <w:attr w:name="UnitName" w:val="in"/>
              </w:smartTagPr>
              <w:r w:rsidRPr="00A35260">
                <w:rPr>
                  <w:sz w:val="20"/>
                  <w:lang w:val="nl-NL"/>
                </w:rPr>
                <w:t>6M</w:t>
              </w:r>
            </w:smartTag>
            <w:r w:rsidRPr="00A35260">
              <w:rPr>
                <w:sz w:val="20"/>
                <w:lang w:val="nl-NL"/>
              </w:rPr>
              <w:t xml:space="preserve"> ,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2"/>
                <w:attr w:name="UnitName" w:val="in"/>
              </w:smartTagPr>
              <w:r w:rsidRPr="00A35260">
                <w:rPr>
                  <w:sz w:val="20"/>
                  <w:lang w:val="nl-NL"/>
                </w:rPr>
                <w:t>9 M</w:t>
              </w:r>
            </w:smartTag>
            <w:r w:rsidRPr="00A35260">
              <w:rPr>
                <w:sz w:val="20"/>
                <w:lang w:val="nl-NL"/>
              </w:rPr>
              <w:t xml:space="preserve"> ,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2"/>
                <w:attr w:name="UnitName" w:val="in"/>
              </w:smartTagPr>
              <w:r w:rsidRPr="00A35260">
                <w:rPr>
                  <w:sz w:val="20"/>
                  <w:lang w:val="nl-NL"/>
                </w:rPr>
                <w:t>12 M</w:t>
              </w:r>
            </w:smartTag>
            <w:r w:rsidRPr="00A35260">
              <w:rPr>
                <w:sz w:val="20"/>
                <w:lang w:val="nl-NL"/>
              </w:rPr>
              <w:t xml:space="preserve"> ,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2"/>
                <w:attr w:name="UnitName" w:val="in"/>
              </w:smartTagPr>
              <w:r w:rsidRPr="00A35260">
                <w:rPr>
                  <w:sz w:val="20"/>
                  <w:lang w:val="nl-NL"/>
                </w:rPr>
                <w:t>18M</w:t>
              </w:r>
            </w:smartTag>
            <w:r w:rsidRPr="00A35260">
              <w:rPr>
                <w:sz w:val="20"/>
                <w:lang w:val="nl-NL"/>
              </w:rPr>
              <w:t xml:space="preserve"> ,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2"/>
                <w:attr w:name="UnitName" w:val="in"/>
              </w:smartTagPr>
              <w:r w:rsidRPr="00A35260">
                <w:rPr>
                  <w:sz w:val="20"/>
                  <w:lang w:val="nl-NL"/>
                </w:rPr>
                <w:t>24 M</w:t>
              </w:r>
            </w:smartTag>
            <w:r w:rsidRPr="00A35260">
              <w:rPr>
                <w:sz w:val="20"/>
                <w:lang w:val="nl-NL"/>
              </w:rPr>
              <w:t>,36,</w:t>
            </w:r>
          </w:p>
          <w:p w:rsidR="00940E33" w:rsidRPr="00A35260" w:rsidRDefault="00940E33" w:rsidP="00A30320">
            <w:pPr>
              <w:ind w:firstLineChars="350" w:firstLine="700"/>
              <w:rPr>
                <w:sz w:val="20"/>
                <w:lang w:val="nl-NL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2"/>
                <w:attr w:name="UnitName" w:val="in"/>
              </w:smartTagPr>
              <w:r w:rsidRPr="00A35260">
                <w:rPr>
                  <w:sz w:val="20"/>
                  <w:lang w:val="nl-NL"/>
                </w:rPr>
                <w:t>48 M</w:t>
              </w:r>
            </w:smartTag>
            <w:r w:rsidRPr="00A35260">
              <w:rPr>
                <w:sz w:val="20"/>
                <w:lang w:val="nl-NL"/>
              </w:rPr>
              <w:t xml:space="preserve">,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True"/>
                <w:attr w:name="SourceValue" w:val="2"/>
                <w:attr w:name="UnitName" w:val="in"/>
              </w:smartTagPr>
              <w:r w:rsidRPr="00A35260">
                <w:rPr>
                  <w:sz w:val="20"/>
                  <w:lang w:val="nl-NL"/>
                </w:rPr>
                <w:t>54M</w:t>
              </w:r>
            </w:smartTag>
          </w:p>
          <w:p w:rsidR="00940E33" w:rsidRDefault="00940E33" w:rsidP="00A30320">
            <w:pPr>
              <w:rPr>
                <w:sz w:val="20"/>
              </w:rPr>
            </w:pPr>
            <w:r>
              <w:rPr>
                <w:sz w:val="20"/>
              </w:rPr>
              <w:t>Bit12-Bit27 :  MCS0~MCS15</w:t>
            </w:r>
          </w:p>
        </w:tc>
        <w:tc>
          <w:tcPr>
            <w:tcW w:w="1862" w:type="dxa"/>
          </w:tcPr>
          <w:p w:rsidR="00940E33" w:rsidRDefault="00940E33" w:rsidP="00A30320">
            <w:pPr>
              <w:rPr>
                <w:sz w:val="20"/>
              </w:rPr>
            </w:pPr>
            <w:r>
              <w:rPr>
                <w:sz w:val="20"/>
              </w:rPr>
              <w:t>Refer when auto rate is disabled</w:t>
            </w:r>
          </w:p>
        </w:tc>
      </w:tr>
    </w:tbl>
    <w:p w:rsidR="00940E33" w:rsidRPr="00EC5479" w:rsidRDefault="00940E33" w:rsidP="0035343A">
      <w:pPr>
        <w:ind w:leftChars="-225" w:left="1" w:hangingChars="225" w:hanging="541"/>
        <w:rPr>
          <w:b/>
        </w:rPr>
      </w:pPr>
    </w:p>
    <w:p w:rsidR="00940E33" w:rsidRPr="0035343A" w:rsidRDefault="00940E33" w:rsidP="0035343A">
      <w:pPr>
        <w:ind w:leftChars="-225" w:left="1" w:hangingChars="225" w:hanging="541"/>
        <w:rPr>
          <w:b/>
        </w:rPr>
      </w:pPr>
      <w:r w:rsidRPr="0035343A">
        <w:rPr>
          <w:b/>
        </w:rPr>
        <w:tab/>
      </w:r>
      <w:r w:rsidRPr="0035343A">
        <w:rPr>
          <w:b/>
        </w:rPr>
        <w:tab/>
        <w:t>For Example :</w:t>
      </w:r>
      <w:r>
        <w:rPr>
          <w:b/>
        </w:rPr>
        <w:t>Fixed Tx rate in MCS0</w:t>
      </w:r>
    </w:p>
    <w:p w:rsidR="00940E33" w:rsidRPr="0035343A" w:rsidRDefault="00940E33" w:rsidP="0035343A">
      <w:pPr>
        <w:ind w:leftChars="-225" w:left="1" w:hangingChars="225" w:hanging="541"/>
        <w:rPr>
          <w:b/>
        </w:rPr>
      </w:pPr>
      <w:r w:rsidRPr="0035343A">
        <w:rPr>
          <w:b/>
        </w:rPr>
        <w:tab/>
      </w:r>
      <w:r w:rsidRPr="0035343A">
        <w:rPr>
          <w:b/>
        </w:rPr>
        <w:tab/>
      </w:r>
      <w:r w:rsidRPr="0035343A">
        <w:rPr>
          <w:b/>
        </w:rPr>
        <w:tab/>
        <w:t>./web_tx_rate.sh wlan0 mcs0</w:t>
      </w:r>
    </w:p>
    <w:p w:rsidR="00940E33" w:rsidRPr="0035343A" w:rsidRDefault="00940E33" w:rsidP="0035343A">
      <w:pPr>
        <w:ind w:leftChars="-225" w:left="1" w:hangingChars="225" w:hanging="541"/>
        <w:rPr>
          <w:b/>
        </w:rPr>
      </w:pPr>
      <w:r w:rsidRPr="0035343A">
        <w:rPr>
          <w:b/>
        </w:rPr>
        <w:tab/>
      </w:r>
      <w:r w:rsidRPr="0035343A">
        <w:rPr>
          <w:b/>
        </w:rPr>
        <w:tab/>
      </w:r>
      <w:r w:rsidRPr="0035343A">
        <w:rPr>
          <w:b/>
        </w:rPr>
        <w:tab/>
        <w:t>ifconfig wlan0 down</w:t>
      </w:r>
    </w:p>
    <w:p w:rsidR="00940E33" w:rsidRPr="0035343A" w:rsidRDefault="00940E33" w:rsidP="0035343A">
      <w:pPr>
        <w:ind w:leftChars="-225" w:left="1" w:hangingChars="225" w:hanging="541"/>
        <w:rPr>
          <w:b/>
        </w:rPr>
      </w:pPr>
      <w:r w:rsidRPr="0035343A">
        <w:rPr>
          <w:b/>
        </w:rPr>
        <w:tab/>
      </w:r>
      <w:r w:rsidRPr="0035343A">
        <w:rPr>
          <w:b/>
        </w:rPr>
        <w:tab/>
      </w:r>
      <w:r w:rsidRPr="0035343A">
        <w:rPr>
          <w:b/>
        </w:rPr>
        <w:tab/>
        <w:t>ifconfig wlan0 up</w:t>
      </w:r>
    </w:p>
    <w:p w:rsidR="00940E33" w:rsidRDefault="00940E33" w:rsidP="0035343A">
      <w:pPr>
        <w:ind w:leftChars="-225" w:left="1" w:hangingChars="225" w:hanging="541"/>
        <w:rPr>
          <w:b/>
        </w:rPr>
      </w:pPr>
      <w:r>
        <w:rPr>
          <w:b/>
        </w:rPr>
        <w:t>Note : you can type following the confirm the Tx rate status.</w:t>
      </w:r>
    </w:p>
    <w:p w:rsidR="00940E33" w:rsidRDefault="00940E33" w:rsidP="0035343A">
      <w:pPr>
        <w:ind w:leftChars="-225" w:left="1" w:hangingChars="225" w:hanging="541"/>
        <w:rPr>
          <w:b/>
          <w:color w:val="FF0000"/>
        </w:rPr>
      </w:pPr>
      <w:r>
        <w:rPr>
          <w:b/>
        </w:rPr>
        <w:t xml:space="preserve">  </w:t>
      </w:r>
      <w:r w:rsidRPr="00FC4889">
        <w:rPr>
          <w:b/>
          <w:color w:val="FF0000"/>
        </w:rPr>
        <w:t xml:space="preserve">  iwpriv wlan0 set_mib rssi_dump=1</w:t>
      </w:r>
    </w:p>
    <w:p w:rsidR="00940E33" w:rsidRPr="00FC4889" w:rsidRDefault="00940E33" w:rsidP="0035343A">
      <w:pPr>
        <w:ind w:leftChars="-225" w:left="1" w:hangingChars="225" w:hanging="541"/>
        <w:rPr>
          <w:b/>
          <w:color w:val="FF0000"/>
        </w:rPr>
      </w:pPr>
    </w:p>
    <w:p w:rsidR="00940E33" w:rsidRDefault="00940E33" w:rsidP="0035343A">
      <w:pPr>
        <w:ind w:leftChars="-225" w:left="1" w:hangingChars="225" w:hanging="541"/>
        <w:rPr>
          <w:b/>
        </w:rPr>
      </w:pPr>
      <w:r w:rsidRPr="0035343A">
        <w:rPr>
          <w:b/>
        </w:rPr>
        <w:t>==================================================</w:t>
      </w:r>
    </w:p>
    <w:p w:rsidR="00940E33" w:rsidRDefault="00940E33" w:rsidP="007C5010">
      <w:pPr>
        <w:ind w:leftChars="-225" w:left="1" w:hangingChars="225" w:hanging="541"/>
        <w:rPr>
          <w:b/>
        </w:rPr>
      </w:pPr>
      <w:r w:rsidRPr="0035343A">
        <w:rPr>
          <w:b/>
        </w:rPr>
        <w:t>6</w:t>
      </w:r>
      <w:r w:rsidRPr="0035343A">
        <w:rPr>
          <w:rFonts w:hint="eastAsia"/>
          <w:b/>
        </w:rPr>
        <w:t>、</w:t>
      </w:r>
      <w:r w:rsidRPr="0035343A">
        <w:rPr>
          <w:b/>
        </w:rPr>
        <w:t>WPS</w:t>
      </w:r>
      <w:r>
        <w:rPr>
          <w:b/>
        </w:rPr>
        <w:t xml:space="preserve"> : </w:t>
      </w:r>
    </w:p>
    <w:p w:rsidR="00940E33" w:rsidRDefault="00940E33" w:rsidP="007C5010">
      <w:pPr>
        <w:ind w:leftChars="-225" w:left="1" w:hangingChars="225" w:hanging="541"/>
        <w:rPr>
          <w:b/>
        </w:rPr>
      </w:pPr>
      <w:r>
        <w:rPr>
          <w:b/>
        </w:rPr>
        <w:t>Allow ifterface : wlan0 only</w:t>
      </w:r>
    </w:p>
    <w:p w:rsidR="00940E33" w:rsidRDefault="00940E33" w:rsidP="007C5010">
      <w:pPr>
        <w:ind w:leftChars="-225" w:left="1" w:hangingChars="225" w:hanging="541"/>
        <w:rPr>
          <w:b/>
        </w:rPr>
      </w:pPr>
      <w:r w:rsidRPr="0035343A">
        <w:rPr>
          <w:b/>
        </w:rPr>
        <w:t>==================================================</w:t>
      </w:r>
    </w:p>
    <w:p w:rsidR="00940E33" w:rsidRDefault="00940E33" w:rsidP="007C5010">
      <w:pPr>
        <w:ind w:leftChars="-225" w:left="1" w:hangingChars="225" w:hanging="541"/>
      </w:pPr>
      <w:r w:rsidRPr="007C5010">
        <w:rPr>
          <w:b/>
        </w:rPr>
        <w:t xml:space="preserve">First </w:t>
      </w:r>
      <w:r w:rsidRPr="007C5010">
        <w:t xml:space="preserve">please </w:t>
      </w:r>
      <w:r>
        <w:t>change following path in wlanapp_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2"/>
          <w:attr w:name="UnitName" w:val="in"/>
        </w:smartTagPr>
        <w:r>
          <w:t>8192c</w:t>
        </w:r>
      </w:smartTag>
      <w:r>
        <w:t xml:space="preserve">.sh to the path of the tools in your system </w:t>
      </w:r>
    </w:p>
    <w:p w:rsidR="00940E33" w:rsidRPr="007C5010" w:rsidRDefault="00940E33" w:rsidP="007C5010">
      <w:pPr>
        <w:ind w:firstLine="480"/>
        <w:rPr>
          <w:b/>
        </w:rPr>
      </w:pPr>
      <w:r>
        <w:t>AUTH_PATH=/root/auth</w:t>
      </w:r>
    </w:p>
    <w:p w:rsidR="00940E33" w:rsidRDefault="00940E33" w:rsidP="007C5010">
      <w:r>
        <w:tab/>
        <w:t>IWCONTROL_PATH=/root/iwcontrol</w:t>
      </w:r>
    </w:p>
    <w:p w:rsidR="00940E33" w:rsidRDefault="00940E33" w:rsidP="007C5010">
      <w:r>
        <w:tab/>
        <w:t>WSCD_PATH=/root/wscd</w:t>
      </w:r>
    </w:p>
    <w:p w:rsidR="00940E33" w:rsidRDefault="00940E33" w:rsidP="007C5010">
      <w:r>
        <w:tab/>
        <w:t>SIMPLECFG_PATH=/root/simplecfgservice.xml</w:t>
      </w:r>
    </w:p>
    <w:p w:rsidR="00940E33" w:rsidRDefault="00940E33" w:rsidP="007C5010">
      <w:r>
        <w:tab/>
        <w:t>CONFIG_FILE_PATH=/root/wscd.conf</w:t>
      </w:r>
    </w:p>
    <w:p w:rsidR="00940E33" w:rsidRPr="007C5010" w:rsidRDefault="00940E33" w:rsidP="0035343A">
      <w:pPr>
        <w:ind w:leftChars="-225" w:left="1" w:hangingChars="225" w:hanging="541"/>
        <w:rPr>
          <w:b/>
        </w:rPr>
      </w:pPr>
    </w:p>
    <w:p w:rsidR="00940E33" w:rsidRPr="00CF73C5" w:rsidRDefault="00940E33" w:rsidP="00FE3504">
      <w:pPr>
        <w:ind w:leftChars="-225" w:hangingChars="225" w:hanging="540"/>
      </w:pPr>
      <w:r w:rsidRPr="00CF73C5">
        <w:t>1.Add Bridge interface</w:t>
      </w:r>
    </w:p>
    <w:p w:rsidR="00940E33" w:rsidRPr="00CF73C5" w:rsidRDefault="00940E33" w:rsidP="00CF73C5">
      <w:pPr>
        <w:ind w:leftChars="-225" w:hangingChars="225" w:hanging="540"/>
      </w:pPr>
      <w:r w:rsidRPr="00CF73C5">
        <w:t>2.bridge wifi device into Bridge interface</w:t>
      </w:r>
    </w:p>
    <w:p w:rsidR="00940E33" w:rsidRDefault="00940E33" w:rsidP="00BC4413">
      <w:pPr>
        <w:ind w:leftChars="-225" w:hangingChars="225" w:hanging="540"/>
      </w:pPr>
      <w:r w:rsidRPr="00CF73C5">
        <w:t>3. setting IP of Bridge interface</w:t>
      </w:r>
    </w:p>
    <w:p w:rsidR="00940E33" w:rsidRPr="0026781A" w:rsidRDefault="00940E33" w:rsidP="00C143BD">
      <w:pPr>
        <w:ind w:leftChars="-225" w:hangingChars="225" w:hanging="540"/>
      </w:pPr>
      <w:r>
        <w:t>4</w:t>
      </w:r>
      <w:r w:rsidRPr="00CF73C5">
        <w:t>.</w:t>
      </w:r>
      <w:r>
        <w:t xml:space="preserve">Open WPS </w:t>
      </w:r>
      <w:r>
        <w:rPr>
          <w:rFonts w:hint="eastAsia"/>
        </w:rPr>
        <w:t>：</w:t>
      </w:r>
      <w:r>
        <w:t xml:space="preserve"> </w:t>
      </w:r>
      <w:r w:rsidRPr="0026781A">
        <w:t>./web_wps_setting.sh wlan0 open</w:t>
      </w:r>
    </w:p>
    <w:p w:rsidR="00940E33" w:rsidRDefault="00940E33" w:rsidP="00876DD5">
      <w:pPr>
        <w:ind w:leftChars="600" w:left="1440" w:firstLineChars="50" w:firstLine="120"/>
      </w:pPr>
      <w:r>
        <w:t>iwcontrol wlan0</w:t>
      </w:r>
    </w:p>
    <w:p w:rsidR="00940E33" w:rsidRDefault="00940E33" w:rsidP="00876DD5">
      <w:pPr>
        <w:ind w:leftChars="600" w:left="1440" w:firstLineChars="50" w:firstLine="120"/>
      </w:pPr>
    </w:p>
    <w:p w:rsidR="00940E33" w:rsidRDefault="00940E33" w:rsidP="00CF73C5">
      <w:pPr>
        <w:ind w:leftChars="-225" w:hangingChars="225" w:hanging="540"/>
      </w:pPr>
      <w:r>
        <w:t xml:space="preserve">5. </w:t>
      </w:r>
      <w:r w:rsidRPr="0026781A">
        <w:t>Close</w:t>
      </w:r>
      <w:r>
        <w:t xml:space="preserve"> WPS </w:t>
      </w:r>
      <w:r>
        <w:rPr>
          <w:rFonts w:hint="eastAsia"/>
        </w:rPr>
        <w:t>：</w:t>
      </w:r>
      <w:r w:rsidRPr="0026781A">
        <w:t>./web_wps_setting.sh wlan0 close</w:t>
      </w:r>
    </w:p>
    <w:p w:rsidR="00940E33" w:rsidRPr="00C143BD" w:rsidRDefault="00940E33" w:rsidP="00CF73C5">
      <w:pPr>
        <w:ind w:leftChars="-225" w:hangingChars="225" w:hanging="540"/>
      </w:pPr>
    </w:p>
    <w:p w:rsidR="00940E33" w:rsidRDefault="00940E33" w:rsidP="00CF73C5">
      <w:pPr>
        <w:ind w:leftChars="-225" w:hangingChars="225" w:hanging="540"/>
      </w:pPr>
      <w:r>
        <w:t>6.For Example</w:t>
      </w:r>
    </w:p>
    <w:p w:rsidR="00940E33" w:rsidRDefault="00940E33" w:rsidP="00FE3504">
      <w:pPr>
        <w:ind w:leftChars="-225" w:hangingChars="225" w:hanging="540"/>
      </w:pPr>
      <w:r>
        <w:tab/>
      </w:r>
      <w:r>
        <w:tab/>
      </w:r>
      <w:r>
        <w:tab/>
        <w:t>brctl addbr br0</w:t>
      </w:r>
    </w:p>
    <w:p w:rsidR="00940E33" w:rsidRDefault="00940E33" w:rsidP="00FE3504">
      <w:pPr>
        <w:ind w:leftChars="-225" w:hangingChars="225" w:hanging="540"/>
      </w:pPr>
      <w:r>
        <w:tab/>
      </w:r>
      <w:r>
        <w:tab/>
      </w:r>
      <w:r>
        <w:tab/>
        <w:t>brctl addif br0 wlan0</w:t>
      </w:r>
    </w:p>
    <w:p w:rsidR="00940E33" w:rsidRDefault="00940E33" w:rsidP="00FE3504">
      <w:pPr>
        <w:ind w:leftChars="-225" w:hangingChars="225" w:hanging="540"/>
      </w:pPr>
      <w:r>
        <w:tab/>
      </w:r>
      <w:r>
        <w:tab/>
      </w:r>
      <w:r>
        <w:tab/>
        <w:t>ifconfig br0 &lt;IP address&gt;</w:t>
      </w:r>
    </w:p>
    <w:p w:rsidR="00940E33" w:rsidRDefault="00940E33" w:rsidP="00FE3504">
      <w:pPr>
        <w:ind w:leftChars="-225" w:hangingChars="225" w:hanging="540"/>
      </w:pPr>
      <w:r>
        <w:tab/>
      </w:r>
      <w:r>
        <w:tab/>
      </w:r>
      <w:r>
        <w:tab/>
        <w:t>./web_wps_setting.sh wlan0 open</w:t>
      </w:r>
    </w:p>
    <w:p w:rsidR="00940E33" w:rsidRDefault="00940E33" w:rsidP="00FE3504">
      <w:pPr>
        <w:ind w:leftChars="-225" w:hangingChars="225" w:hanging="540"/>
      </w:pPr>
      <w:r>
        <w:tab/>
      </w:r>
      <w:r>
        <w:tab/>
      </w:r>
      <w:r>
        <w:tab/>
        <w:t>iwcontrol wlan0</w:t>
      </w:r>
    </w:p>
    <w:p w:rsidR="00940E33" w:rsidRPr="00FF6C2F" w:rsidRDefault="00940E33" w:rsidP="000D22DD">
      <w:pPr>
        <w:rPr>
          <w:color w:val="FF0000"/>
        </w:rPr>
      </w:pPr>
      <w:r w:rsidRPr="00FF6C2F">
        <w:rPr>
          <w:color w:val="FF0000"/>
        </w:rPr>
        <w:tab/>
        <w:t>Note : WPS2.x only support WPA2 or WPA/WPA2 mixed auth mode</w:t>
      </w:r>
    </w:p>
    <w:p w:rsidR="00940E33" w:rsidRDefault="00940E33" w:rsidP="00FE3504">
      <w:pPr>
        <w:rPr>
          <w:color w:val="FF0000"/>
        </w:rPr>
      </w:pPr>
      <w:r w:rsidRPr="00FF6C2F">
        <w:rPr>
          <w:color w:val="FF0000"/>
        </w:rPr>
        <w:tab/>
        <w:t>Note : WPS2.x only support AES or AES/TKIP mixed encrypt mode</w:t>
      </w:r>
    </w:p>
    <w:p w:rsidR="00940E33" w:rsidRDefault="00940E33" w:rsidP="00FE3504">
      <w:pPr>
        <w:rPr>
          <w:color w:val="FF0000"/>
        </w:rPr>
      </w:pPr>
    </w:p>
    <w:p w:rsidR="00940E33" w:rsidRPr="0026781A" w:rsidRDefault="00940E33" w:rsidP="00FE3504"/>
    <w:p w:rsidR="00940E33" w:rsidRPr="0035343A" w:rsidRDefault="00940E33" w:rsidP="0035343A">
      <w:pPr>
        <w:ind w:leftChars="-225" w:left="1" w:hangingChars="225" w:hanging="541"/>
        <w:rPr>
          <w:b/>
        </w:rPr>
      </w:pPr>
      <w:r w:rsidRPr="0035343A">
        <w:rPr>
          <w:b/>
        </w:rPr>
        <w:t>==================================================</w:t>
      </w:r>
    </w:p>
    <w:p w:rsidR="00940E33" w:rsidRPr="0035343A" w:rsidRDefault="00940E33" w:rsidP="0035343A">
      <w:pPr>
        <w:ind w:leftChars="-225" w:left="1" w:hangingChars="225" w:hanging="541"/>
        <w:rPr>
          <w:b/>
        </w:rPr>
      </w:pPr>
      <w:r w:rsidRPr="0035343A">
        <w:rPr>
          <w:b/>
        </w:rPr>
        <w:t>7</w:t>
      </w:r>
      <w:r w:rsidRPr="0035343A">
        <w:rPr>
          <w:rFonts w:hint="eastAsia"/>
          <w:b/>
        </w:rPr>
        <w:t>、</w:t>
      </w:r>
      <w:r w:rsidRPr="0035343A">
        <w:rPr>
          <w:b/>
        </w:rPr>
        <w:t>Tx/Rx packets statistic</w:t>
      </w:r>
    </w:p>
    <w:p w:rsidR="00940E33" w:rsidRPr="0035343A" w:rsidRDefault="00940E33" w:rsidP="0035343A">
      <w:pPr>
        <w:ind w:leftChars="-225" w:left="1" w:hangingChars="225" w:hanging="541"/>
        <w:rPr>
          <w:b/>
        </w:rPr>
      </w:pPr>
      <w:r w:rsidRPr="0035343A">
        <w:rPr>
          <w:b/>
        </w:rPr>
        <w:t>==================================================</w:t>
      </w:r>
    </w:p>
    <w:p w:rsidR="00940E33" w:rsidRPr="00CF73C5" w:rsidRDefault="00940E33" w:rsidP="00CF73C5">
      <w:pPr>
        <w:ind w:leftChars="-225" w:hangingChars="225" w:hanging="540"/>
        <w:rPr>
          <w:lang w:val="fr-FR"/>
        </w:rPr>
      </w:pPr>
      <w:r w:rsidRPr="00CF73C5">
        <w:tab/>
      </w:r>
      <w:r w:rsidRPr="00CF73C5">
        <w:rPr>
          <w:lang w:val="fr-FR"/>
        </w:rPr>
        <w:t>cat /proc/wlan0/stats</w:t>
      </w:r>
    </w:p>
    <w:p w:rsidR="00940E33" w:rsidRPr="00CF73C5" w:rsidRDefault="00940E33" w:rsidP="00CF73C5">
      <w:pPr>
        <w:ind w:leftChars="-225" w:hangingChars="225" w:hanging="540"/>
        <w:rPr>
          <w:lang w:val="fr-FR"/>
        </w:rPr>
      </w:pPr>
      <w:r w:rsidRPr="00CF73C5">
        <w:rPr>
          <w:lang w:val="fr-FR"/>
        </w:rPr>
        <w:tab/>
        <w:t>cat /proc/wlan0-va0/stats</w:t>
      </w:r>
    </w:p>
    <w:p w:rsidR="00940E33" w:rsidRPr="00CF73C5" w:rsidRDefault="00940E33" w:rsidP="00CF73C5">
      <w:pPr>
        <w:ind w:leftChars="-225" w:hangingChars="225" w:hanging="540"/>
        <w:rPr>
          <w:lang w:val="fr-FR"/>
        </w:rPr>
      </w:pPr>
      <w:r w:rsidRPr="00CF73C5">
        <w:rPr>
          <w:lang w:val="fr-FR"/>
        </w:rPr>
        <w:tab/>
        <w:t>cat /proc/wlan0-va1/stats</w:t>
      </w:r>
    </w:p>
    <w:p w:rsidR="00940E33" w:rsidRPr="00CF73C5" w:rsidRDefault="00940E33" w:rsidP="00CF73C5">
      <w:pPr>
        <w:ind w:leftChars="-225" w:hangingChars="225" w:hanging="540"/>
        <w:rPr>
          <w:lang w:val="fr-FR"/>
        </w:rPr>
      </w:pPr>
      <w:r w:rsidRPr="00CF73C5">
        <w:rPr>
          <w:lang w:val="fr-FR"/>
        </w:rPr>
        <w:tab/>
        <w:t>cat /proc/wlan0-va2/stats</w:t>
      </w:r>
    </w:p>
    <w:p w:rsidR="00940E33" w:rsidRPr="00CF73C5" w:rsidRDefault="00940E33" w:rsidP="00CF73C5">
      <w:pPr>
        <w:ind w:leftChars="-225" w:hangingChars="225" w:hanging="540"/>
        <w:rPr>
          <w:lang w:val="fr-FR"/>
        </w:rPr>
      </w:pPr>
      <w:r w:rsidRPr="00CF73C5">
        <w:rPr>
          <w:lang w:val="fr-FR"/>
        </w:rPr>
        <w:tab/>
        <w:t>cat /proc/wlan0-va3/stats</w:t>
      </w:r>
    </w:p>
    <w:p w:rsidR="00940E33" w:rsidRDefault="00940E33" w:rsidP="0035343A">
      <w:pPr>
        <w:ind w:leftChars="-225" w:left="1" w:hangingChars="225" w:hanging="541"/>
        <w:rPr>
          <w:b/>
          <w:lang w:val="fr-FR"/>
        </w:rPr>
      </w:pPr>
    </w:p>
    <w:p w:rsidR="00940E33" w:rsidRPr="0035343A" w:rsidRDefault="00940E33" w:rsidP="0035343A">
      <w:pPr>
        <w:ind w:leftChars="-225" w:left="1" w:hangingChars="225" w:hanging="541"/>
        <w:rPr>
          <w:b/>
          <w:lang w:val="fr-FR"/>
        </w:rPr>
      </w:pPr>
    </w:p>
    <w:p w:rsidR="00940E33" w:rsidRPr="00CF73C5" w:rsidRDefault="00940E33" w:rsidP="0035343A">
      <w:pPr>
        <w:ind w:leftChars="-225" w:left="1" w:hangingChars="225" w:hanging="541"/>
        <w:rPr>
          <w:b/>
          <w:lang w:val="fr-FR"/>
        </w:rPr>
      </w:pPr>
      <w:r w:rsidRPr="00CF73C5">
        <w:rPr>
          <w:b/>
          <w:lang w:val="fr-FR"/>
        </w:rPr>
        <w:t>==================================================</w:t>
      </w:r>
    </w:p>
    <w:p w:rsidR="00940E33" w:rsidRPr="00CF73C5" w:rsidRDefault="00940E33" w:rsidP="0035343A">
      <w:pPr>
        <w:ind w:leftChars="-225" w:left="1" w:hangingChars="225" w:hanging="541"/>
        <w:rPr>
          <w:b/>
          <w:lang w:val="fr-FR"/>
        </w:rPr>
      </w:pPr>
      <w:r w:rsidRPr="00CF73C5">
        <w:rPr>
          <w:b/>
          <w:lang w:val="fr-FR"/>
        </w:rPr>
        <w:t>9</w:t>
      </w:r>
      <w:r w:rsidRPr="0035343A">
        <w:rPr>
          <w:rFonts w:hint="eastAsia"/>
          <w:b/>
        </w:rPr>
        <w:t>、</w:t>
      </w:r>
      <w:r w:rsidRPr="00CF73C5">
        <w:rPr>
          <w:b/>
          <w:lang w:val="fr-FR"/>
        </w:rPr>
        <w:t>Encryption</w:t>
      </w:r>
    </w:p>
    <w:p w:rsidR="00940E33" w:rsidRPr="00CF73C5" w:rsidRDefault="00940E33" w:rsidP="0035343A">
      <w:pPr>
        <w:ind w:leftChars="-225" w:left="1" w:hangingChars="225" w:hanging="541"/>
        <w:rPr>
          <w:b/>
          <w:lang w:val="fr-FR"/>
        </w:rPr>
      </w:pPr>
      <w:r w:rsidRPr="00CF73C5">
        <w:rPr>
          <w:b/>
          <w:lang w:val="fr-FR"/>
        </w:rPr>
        <w:t>Allow ifterface : wlan0 , wlan0-va0 , wlan0-va0 , wlan0-va1 , wlan0-va2 , wlan0-va3</w:t>
      </w:r>
    </w:p>
    <w:p w:rsidR="00940E33" w:rsidRPr="0035343A" w:rsidRDefault="00940E33" w:rsidP="0035343A">
      <w:pPr>
        <w:ind w:leftChars="-225" w:left="1" w:hangingChars="225" w:hanging="541"/>
        <w:rPr>
          <w:b/>
        </w:rPr>
      </w:pPr>
      <w:r w:rsidRPr="0035343A">
        <w:rPr>
          <w:b/>
        </w:rPr>
        <w:t>==================================================</w:t>
      </w:r>
    </w:p>
    <w:p w:rsidR="00940E33" w:rsidRPr="00CF73C5" w:rsidRDefault="00940E33" w:rsidP="00CF73C5">
      <w:pPr>
        <w:ind w:leftChars="-225" w:hangingChars="225" w:hanging="540"/>
      </w:pPr>
      <w:r w:rsidRPr="00CF73C5">
        <w:t>1. WPA Setting</w:t>
      </w:r>
    </w:p>
    <w:p w:rsidR="00940E33" w:rsidRPr="00CF73C5" w:rsidRDefault="00940E33" w:rsidP="00CF73C5">
      <w:pPr>
        <w:ind w:leftChars="-225" w:hangingChars="225" w:hanging="540"/>
      </w:pPr>
    </w:p>
    <w:p w:rsidR="00940E33" w:rsidRPr="00CF73C5" w:rsidRDefault="00940E33" w:rsidP="006B5110">
      <w:pPr>
        <w:ind w:leftChars="-225" w:left="-540" w:firstLineChars="100" w:firstLine="240"/>
      </w:pPr>
      <w:r w:rsidRPr="00CF73C5">
        <w:t>1.Initialize WPA(default value)</w:t>
      </w:r>
    </w:p>
    <w:p w:rsidR="00940E33" w:rsidRPr="00CF73C5" w:rsidRDefault="00940E33" w:rsidP="00AF5D0E">
      <w:pPr>
        <w:ind w:leftChars="-225" w:left="-540" w:firstLine="540"/>
        <w:rPr>
          <w:sz w:val="20"/>
          <w:szCs w:val="20"/>
        </w:rPr>
      </w:pPr>
      <w:r w:rsidRPr="00CF73C5">
        <w:rPr>
          <w:sz w:val="20"/>
          <w:szCs w:val="20"/>
        </w:rPr>
        <w:t xml:space="preserve">./web_wpa_setting.sh &lt;interface&gt; &lt;wpa/wpa2/wpa_wpa2_mixed&gt; &lt;tkip/aes/tkip_aes_mixes&gt; </w:t>
      </w:r>
    </w:p>
    <w:p w:rsidR="00940E33" w:rsidRPr="00CF73C5" w:rsidRDefault="00940E33" w:rsidP="006B5110">
      <w:pPr>
        <w:ind w:leftChars="-125" w:hangingChars="125" w:hanging="300"/>
      </w:pPr>
      <w:r w:rsidRPr="00CF73C5">
        <w:t>2.Setting PSK key</w:t>
      </w:r>
    </w:p>
    <w:p w:rsidR="00940E33" w:rsidRPr="00CF73C5" w:rsidRDefault="00940E33" w:rsidP="00CF73C5">
      <w:pPr>
        <w:ind w:leftChars="-225" w:hangingChars="225" w:hanging="540"/>
      </w:pPr>
      <w:r w:rsidRPr="00CF73C5">
        <w:tab/>
        <w:t>./web_wpa_password.sh &lt;interface&gt;  &lt;PSK key&gt;</w:t>
      </w:r>
    </w:p>
    <w:p w:rsidR="00940E33" w:rsidRPr="00CF73C5" w:rsidRDefault="00940E33" w:rsidP="006B5110">
      <w:pPr>
        <w:ind w:leftChars="-125" w:hangingChars="125" w:hanging="300"/>
      </w:pPr>
      <w:r w:rsidRPr="00CF73C5">
        <w:t>3.For Example</w:t>
      </w:r>
    </w:p>
    <w:p w:rsidR="00940E33" w:rsidRPr="00CF73C5" w:rsidRDefault="00940E33" w:rsidP="00CF73C5">
      <w:pPr>
        <w:ind w:leftChars="-225" w:hangingChars="225" w:hanging="540"/>
      </w:pPr>
      <w:r w:rsidRPr="00CF73C5">
        <w:tab/>
      </w:r>
      <w:r w:rsidRPr="00CF73C5">
        <w:tab/>
      </w:r>
      <w:r w:rsidRPr="00CF73C5">
        <w:tab/>
      </w:r>
      <w:r w:rsidRPr="00CF73C5">
        <w:tab/>
        <w:t>a.</w:t>
      </w:r>
      <w:r w:rsidRPr="00CF73C5">
        <w:tab/>
        <w:t>./web_wpa_setting.sh wlan0 wpa2 aes</w:t>
      </w:r>
    </w:p>
    <w:p w:rsidR="00940E33" w:rsidRPr="00CF73C5" w:rsidRDefault="00940E33" w:rsidP="00CF73C5">
      <w:pPr>
        <w:ind w:leftChars="-225" w:hangingChars="225" w:hanging="540"/>
      </w:pPr>
      <w:r w:rsidRPr="00CF73C5">
        <w:tab/>
      </w:r>
      <w:r w:rsidRPr="00CF73C5">
        <w:tab/>
      </w:r>
      <w:r w:rsidRPr="00CF73C5">
        <w:tab/>
      </w:r>
      <w:r w:rsidRPr="00CF73C5">
        <w:tab/>
        <w:t>b.</w:t>
      </w:r>
      <w:r w:rsidRPr="00CF73C5">
        <w:tab/>
        <w:t>./web_wpa_password.sh wlan0 1234567890</w:t>
      </w:r>
    </w:p>
    <w:p w:rsidR="00940E33" w:rsidRPr="00CF73C5" w:rsidRDefault="00940E33" w:rsidP="00CF73C5">
      <w:pPr>
        <w:ind w:leftChars="-225" w:hangingChars="225" w:hanging="540"/>
      </w:pPr>
      <w:r w:rsidRPr="00CF73C5">
        <w:tab/>
      </w:r>
      <w:r w:rsidRPr="00CF73C5">
        <w:tab/>
      </w:r>
      <w:r w:rsidRPr="00CF73C5">
        <w:tab/>
      </w:r>
      <w:r w:rsidRPr="00CF73C5">
        <w:tab/>
        <w:t>c.</w:t>
      </w:r>
      <w:r w:rsidRPr="00CF73C5">
        <w:tab/>
        <w:t>ifconfig wlan0 down</w:t>
      </w:r>
    </w:p>
    <w:p w:rsidR="00940E33" w:rsidRPr="00CF73C5" w:rsidRDefault="00940E33" w:rsidP="00CF73C5">
      <w:pPr>
        <w:ind w:leftChars="-225" w:hangingChars="225" w:hanging="540"/>
      </w:pPr>
      <w:r w:rsidRPr="00CF73C5">
        <w:tab/>
      </w:r>
      <w:r w:rsidRPr="00CF73C5">
        <w:tab/>
      </w:r>
      <w:r w:rsidRPr="00CF73C5">
        <w:tab/>
      </w:r>
      <w:r w:rsidRPr="00CF73C5">
        <w:tab/>
        <w:t>d.</w:t>
      </w:r>
      <w:r w:rsidRPr="00CF73C5">
        <w:tab/>
        <w:t>ifconfig wlan0 up</w:t>
      </w:r>
    </w:p>
    <w:p w:rsidR="00940E33" w:rsidRPr="00CF73C5" w:rsidRDefault="00940E33" w:rsidP="00CF73C5">
      <w:pPr>
        <w:ind w:leftChars="-225" w:hangingChars="225" w:hanging="540"/>
      </w:pPr>
    </w:p>
    <w:p w:rsidR="00940E33" w:rsidRPr="00CF73C5" w:rsidRDefault="00940E33" w:rsidP="00CF73C5">
      <w:pPr>
        <w:ind w:leftChars="-225" w:hangingChars="225" w:hanging="540"/>
      </w:pPr>
      <w:r w:rsidRPr="00CF73C5">
        <w:t>2.  WEP Setting</w:t>
      </w:r>
    </w:p>
    <w:p w:rsidR="00940E33" w:rsidRPr="00CF73C5" w:rsidRDefault="00940E33" w:rsidP="007B548B">
      <w:pPr>
        <w:ind w:leftChars="-125" w:hangingChars="125" w:hanging="300"/>
      </w:pPr>
      <w:r w:rsidRPr="00CF73C5">
        <w:t>1.initialize WEP</w:t>
      </w:r>
    </w:p>
    <w:p w:rsidR="00940E33" w:rsidRPr="00CF73C5" w:rsidRDefault="00940E33" w:rsidP="00CF73C5">
      <w:pPr>
        <w:ind w:leftChars="-225" w:hangingChars="225" w:hanging="540"/>
      </w:pPr>
      <w:r w:rsidRPr="00CF73C5">
        <w:tab/>
        <w:t xml:space="preserve">./web_wep_setting.sh  &lt;INTERFACE&gt; &lt;key_num&gt;  &lt; default key &gt; </w:t>
      </w:r>
    </w:p>
    <w:p w:rsidR="00940E33" w:rsidRPr="00CF73C5" w:rsidRDefault="00940E33" w:rsidP="000004DC">
      <w:pPr>
        <w:ind w:leftChars="-125" w:hangingChars="125" w:hanging="300"/>
      </w:pPr>
      <w:r w:rsidRPr="00CF73C5">
        <w:t>2.SETTING KEY</w:t>
      </w:r>
    </w:p>
    <w:p w:rsidR="00940E33" w:rsidRPr="00CF73C5" w:rsidRDefault="00940E33" w:rsidP="00CF73C5">
      <w:pPr>
        <w:ind w:leftChars="-225" w:hangingChars="225" w:hanging="540"/>
      </w:pPr>
      <w:r w:rsidRPr="00CF73C5">
        <w:tab/>
        <w:t>./web_wep_key.sh wlan0 &lt; key type &gt; &lt;key_num&gt; &lt;key&gt;</w:t>
      </w:r>
    </w:p>
    <w:p w:rsidR="00940E33" w:rsidRPr="00CF73C5" w:rsidRDefault="00940E33" w:rsidP="000004DC">
      <w:pPr>
        <w:ind w:leftChars="-125" w:hangingChars="125" w:hanging="300"/>
      </w:pPr>
      <w:r w:rsidRPr="00CF73C5">
        <w:t>3.For Example</w:t>
      </w:r>
    </w:p>
    <w:p w:rsidR="00940E33" w:rsidRPr="00CF73C5" w:rsidRDefault="00940E33" w:rsidP="00CF73C5">
      <w:pPr>
        <w:ind w:leftChars="-225" w:hangingChars="225" w:hanging="540"/>
      </w:pPr>
      <w:r w:rsidRPr="00CF73C5">
        <w:tab/>
      </w:r>
      <w:r w:rsidRPr="00CF73C5">
        <w:tab/>
      </w:r>
      <w:r w:rsidRPr="00CF73C5">
        <w:tab/>
      </w:r>
      <w:r w:rsidRPr="00CF73C5">
        <w:tab/>
        <w:t>a.</w:t>
      </w:r>
      <w:r w:rsidRPr="00CF73C5">
        <w:tab/>
        <w:t>./web_wep_setting.sh wlan0-va0 open wep_64 1</w:t>
      </w:r>
    </w:p>
    <w:p w:rsidR="00940E33" w:rsidRPr="00CF73C5" w:rsidRDefault="00940E33" w:rsidP="00CF73C5">
      <w:pPr>
        <w:ind w:leftChars="-225" w:hangingChars="225" w:hanging="540"/>
      </w:pPr>
      <w:r w:rsidRPr="00CF73C5">
        <w:tab/>
      </w:r>
      <w:r w:rsidRPr="00CF73C5">
        <w:tab/>
      </w:r>
      <w:r w:rsidRPr="00CF73C5">
        <w:tab/>
      </w:r>
      <w:r w:rsidRPr="00CF73C5">
        <w:tab/>
        <w:t>b.</w:t>
      </w:r>
      <w:r w:rsidRPr="00CF73C5">
        <w:tab/>
        <w:t>./web_wep_key.sh wlan0-va0 64_hex 1 1111111111</w:t>
      </w:r>
    </w:p>
    <w:p w:rsidR="00940E33" w:rsidRPr="00CF73C5" w:rsidRDefault="00940E33" w:rsidP="00CF73C5">
      <w:pPr>
        <w:ind w:leftChars="-225" w:hangingChars="225" w:hanging="540"/>
      </w:pPr>
      <w:r w:rsidRPr="00CF73C5">
        <w:tab/>
      </w:r>
      <w:r w:rsidRPr="00CF73C5">
        <w:tab/>
      </w:r>
      <w:r w:rsidRPr="00CF73C5">
        <w:tab/>
      </w:r>
      <w:r w:rsidRPr="00CF73C5">
        <w:tab/>
        <w:t>c.</w:t>
      </w:r>
      <w:r w:rsidRPr="00CF73C5">
        <w:tab/>
        <w:t>./web_wep_key.sh wlan0-va0 64_hex 2 2222222222</w:t>
      </w:r>
    </w:p>
    <w:p w:rsidR="00940E33" w:rsidRPr="00CF73C5" w:rsidRDefault="00940E33" w:rsidP="00CF73C5">
      <w:pPr>
        <w:ind w:leftChars="-225" w:hangingChars="225" w:hanging="540"/>
      </w:pPr>
      <w:r w:rsidRPr="00CF73C5">
        <w:tab/>
      </w:r>
      <w:r w:rsidRPr="00CF73C5">
        <w:tab/>
      </w:r>
      <w:r w:rsidRPr="00CF73C5">
        <w:tab/>
      </w:r>
      <w:r w:rsidRPr="00CF73C5">
        <w:tab/>
        <w:t>d.</w:t>
      </w:r>
      <w:r w:rsidRPr="00CF73C5">
        <w:tab/>
        <w:t>./web_wep_key.sh wlan0-va0 64_hex 3 3333333333</w:t>
      </w:r>
    </w:p>
    <w:p w:rsidR="00940E33" w:rsidRPr="00CF73C5" w:rsidRDefault="00940E33" w:rsidP="00CF73C5">
      <w:pPr>
        <w:ind w:leftChars="-225" w:hangingChars="225" w:hanging="540"/>
      </w:pPr>
      <w:r w:rsidRPr="00CF73C5">
        <w:tab/>
      </w:r>
      <w:r w:rsidRPr="00CF73C5">
        <w:tab/>
      </w:r>
      <w:r w:rsidRPr="00CF73C5">
        <w:tab/>
      </w:r>
      <w:r w:rsidRPr="00CF73C5">
        <w:tab/>
        <w:t>e.</w:t>
      </w:r>
      <w:r w:rsidRPr="00CF73C5">
        <w:tab/>
        <w:t>./web_wep_key.sh wlan0-va0 64_hex 4 4444444444</w:t>
      </w:r>
    </w:p>
    <w:p w:rsidR="00940E33" w:rsidRPr="00CF73C5" w:rsidRDefault="00940E33" w:rsidP="00CF73C5">
      <w:pPr>
        <w:ind w:leftChars="-225" w:hangingChars="225" w:hanging="540"/>
      </w:pPr>
      <w:r w:rsidRPr="00CF73C5">
        <w:tab/>
      </w:r>
      <w:r w:rsidRPr="00CF73C5">
        <w:tab/>
      </w:r>
      <w:r w:rsidRPr="00CF73C5">
        <w:tab/>
      </w:r>
      <w:r w:rsidRPr="00CF73C5">
        <w:tab/>
        <w:t>f.</w:t>
      </w:r>
      <w:r w:rsidRPr="00CF73C5">
        <w:tab/>
        <w:t>ifconfig wlan0 down</w:t>
      </w:r>
    </w:p>
    <w:p w:rsidR="00940E33" w:rsidRPr="00CF73C5" w:rsidRDefault="00940E33" w:rsidP="00CF73C5">
      <w:pPr>
        <w:ind w:leftChars="-225" w:hangingChars="225" w:hanging="540"/>
      </w:pPr>
      <w:r w:rsidRPr="00CF73C5">
        <w:tab/>
      </w:r>
      <w:r w:rsidRPr="00CF73C5">
        <w:tab/>
      </w:r>
      <w:r w:rsidRPr="00CF73C5">
        <w:tab/>
      </w:r>
      <w:r w:rsidRPr="00CF73C5">
        <w:tab/>
        <w:t>g.</w:t>
      </w:r>
      <w:r w:rsidRPr="00CF73C5">
        <w:tab/>
        <w:t>ifconfig wlan0 up</w:t>
      </w:r>
    </w:p>
    <w:p w:rsidR="00940E33" w:rsidRPr="00CF73C5" w:rsidRDefault="00940E33" w:rsidP="00CF73C5">
      <w:pPr>
        <w:ind w:leftChars="-225" w:hangingChars="225" w:hanging="540"/>
      </w:pPr>
      <w:r w:rsidRPr="00CF73C5">
        <w:t>3.no-encrypt Setting</w:t>
      </w:r>
    </w:p>
    <w:p w:rsidR="00940E33" w:rsidRPr="00CF73C5" w:rsidRDefault="00940E33" w:rsidP="00CF73C5">
      <w:pPr>
        <w:ind w:leftChars="-225" w:hangingChars="225" w:hanging="540"/>
      </w:pPr>
      <w:r w:rsidRPr="00CF73C5">
        <w:tab/>
      </w:r>
      <w:r w:rsidRPr="00CF73C5">
        <w:tab/>
        <w:t>./web_no_encry.sh &lt;interface&gt;</w:t>
      </w:r>
    </w:p>
    <w:p w:rsidR="00940E33" w:rsidRPr="00CF73C5" w:rsidRDefault="00940E33" w:rsidP="00CF73C5">
      <w:pPr>
        <w:ind w:leftChars="-225" w:hangingChars="225" w:hanging="540"/>
      </w:pPr>
      <w:r w:rsidRPr="00CF73C5">
        <w:tab/>
      </w:r>
      <w:r w:rsidRPr="00CF73C5">
        <w:tab/>
        <w:t>For Example</w:t>
      </w:r>
    </w:p>
    <w:p w:rsidR="00940E33" w:rsidRPr="00CF73C5" w:rsidRDefault="00940E33" w:rsidP="00CF73C5">
      <w:pPr>
        <w:ind w:leftChars="-225" w:hangingChars="225" w:hanging="540"/>
      </w:pPr>
      <w:r w:rsidRPr="00CF73C5">
        <w:tab/>
      </w:r>
      <w:r w:rsidRPr="00CF73C5">
        <w:tab/>
      </w:r>
      <w:r w:rsidRPr="00CF73C5">
        <w:tab/>
        <w:t>./web_no_encry.sh wlan0</w:t>
      </w:r>
    </w:p>
    <w:p w:rsidR="00940E33" w:rsidRDefault="00940E33" w:rsidP="0035343A">
      <w:pPr>
        <w:ind w:leftChars="-225" w:left="1" w:hangingChars="225" w:hanging="541"/>
        <w:rPr>
          <w:b/>
        </w:rPr>
      </w:pPr>
    </w:p>
    <w:p w:rsidR="00940E33" w:rsidRDefault="00940E33" w:rsidP="0035343A">
      <w:pPr>
        <w:ind w:leftChars="-225" w:left="1" w:hangingChars="225" w:hanging="541"/>
        <w:rPr>
          <w:b/>
        </w:rPr>
      </w:pPr>
    </w:p>
    <w:p w:rsidR="00940E33" w:rsidRDefault="00940E33" w:rsidP="0035343A">
      <w:pPr>
        <w:ind w:leftChars="-225" w:left="1" w:hangingChars="225" w:hanging="541"/>
        <w:rPr>
          <w:b/>
        </w:rPr>
      </w:pPr>
    </w:p>
    <w:p w:rsidR="00940E33" w:rsidRDefault="00940E33" w:rsidP="0035343A">
      <w:pPr>
        <w:ind w:leftChars="-225" w:left="1" w:hangingChars="225" w:hanging="541"/>
        <w:rPr>
          <w:b/>
        </w:rPr>
      </w:pPr>
    </w:p>
    <w:p w:rsidR="00940E33" w:rsidRPr="0035343A" w:rsidRDefault="00940E33" w:rsidP="0035343A">
      <w:pPr>
        <w:ind w:leftChars="-225" w:left="1" w:hangingChars="225" w:hanging="541"/>
        <w:rPr>
          <w:b/>
        </w:rPr>
      </w:pPr>
    </w:p>
    <w:p w:rsidR="00940E33" w:rsidRPr="0035343A" w:rsidRDefault="00940E33" w:rsidP="0035343A">
      <w:pPr>
        <w:ind w:leftChars="-225" w:left="1" w:hangingChars="225" w:hanging="541"/>
        <w:rPr>
          <w:b/>
        </w:rPr>
      </w:pPr>
      <w:r w:rsidRPr="0035343A">
        <w:rPr>
          <w:b/>
        </w:rPr>
        <w:t>==================================================</w:t>
      </w:r>
    </w:p>
    <w:p w:rsidR="00940E33" w:rsidRPr="0035343A" w:rsidRDefault="00940E33" w:rsidP="0035343A">
      <w:pPr>
        <w:ind w:leftChars="-225" w:left="1" w:hangingChars="225" w:hanging="541"/>
        <w:rPr>
          <w:b/>
        </w:rPr>
      </w:pPr>
      <w:r w:rsidRPr="0035343A">
        <w:rPr>
          <w:b/>
        </w:rPr>
        <w:t>11.Set hidden AP</w:t>
      </w:r>
    </w:p>
    <w:p w:rsidR="00940E33" w:rsidRPr="0035343A" w:rsidRDefault="00940E33" w:rsidP="0035343A">
      <w:pPr>
        <w:ind w:leftChars="-225" w:left="1" w:hangingChars="225" w:hanging="541"/>
        <w:rPr>
          <w:b/>
        </w:rPr>
      </w:pPr>
      <w:r w:rsidRPr="0035343A">
        <w:rPr>
          <w:b/>
        </w:rPr>
        <w:t>==================================================</w:t>
      </w:r>
    </w:p>
    <w:p w:rsidR="00940E33" w:rsidRPr="00CF73C5" w:rsidRDefault="00940E33" w:rsidP="00CF73C5">
      <w:pPr>
        <w:ind w:leftChars="-225" w:hangingChars="225" w:hanging="540"/>
      </w:pPr>
      <w:r w:rsidRPr="00CF73C5">
        <w:tab/>
        <w:t>./web_set_hiddenAP.sh &lt;INTERFACE&gt; &lt;option&gt;</w:t>
      </w:r>
    </w:p>
    <w:p w:rsidR="00940E33" w:rsidRPr="00CF73C5" w:rsidRDefault="00940E33" w:rsidP="00CF73C5">
      <w:pPr>
        <w:ind w:leftChars="-225" w:hangingChars="225" w:hanging="540"/>
      </w:pPr>
      <w:r w:rsidRPr="00CF73C5">
        <w:tab/>
      </w:r>
      <w:r w:rsidRPr="00CF73C5">
        <w:tab/>
        <w:t xml:space="preserve">&lt;option&gt; : </w:t>
      </w:r>
    </w:p>
    <w:p w:rsidR="00940E33" w:rsidRPr="00CF73C5" w:rsidRDefault="00940E33" w:rsidP="00CF73C5">
      <w:pPr>
        <w:ind w:leftChars="-225" w:hangingChars="225" w:hanging="540"/>
      </w:pPr>
      <w:r w:rsidRPr="00CF73C5">
        <w:tab/>
      </w:r>
      <w:r w:rsidRPr="00CF73C5">
        <w:tab/>
      </w:r>
      <w:r w:rsidRPr="00CF73C5">
        <w:tab/>
        <w:t>0:show ssid ; 1:hidden ssid</w:t>
      </w:r>
    </w:p>
    <w:p w:rsidR="00940E33" w:rsidRPr="00CF73C5" w:rsidRDefault="00940E33" w:rsidP="00CF73C5">
      <w:pPr>
        <w:ind w:leftChars="-225" w:hangingChars="225" w:hanging="540"/>
      </w:pPr>
    </w:p>
    <w:p w:rsidR="00940E33" w:rsidRPr="00CF73C5" w:rsidRDefault="00940E33" w:rsidP="00CF73C5">
      <w:pPr>
        <w:ind w:leftChars="-225" w:hangingChars="225" w:hanging="540"/>
      </w:pPr>
      <w:r w:rsidRPr="00CF73C5">
        <w:tab/>
      </w:r>
      <w:r w:rsidRPr="00CF73C5">
        <w:tab/>
        <w:t>For Example</w:t>
      </w:r>
    </w:p>
    <w:p w:rsidR="00940E33" w:rsidRPr="00CF73C5" w:rsidRDefault="00940E33" w:rsidP="00CF73C5">
      <w:pPr>
        <w:ind w:leftChars="-225" w:hangingChars="225" w:hanging="540"/>
      </w:pPr>
      <w:r w:rsidRPr="00CF73C5">
        <w:tab/>
      </w:r>
      <w:r w:rsidRPr="00CF73C5">
        <w:tab/>
      </w:r>
      <w:r w:rsidRPr="00CF73C5">
        <w:tab/>
        <w:t>./web_set_hiddenAP.sh wlan0 1</w:t>
      </w:r>
    </w:p>
    <w:p w:rsidR="00940E33" w:rsidRPr="00CF73C5" w:rsidRDefault="00940E33" w:rsidP="00CF73C5">
      <w:pPr>
        <w:ind w:leftChars="-225" w:hangingChars="225" w:hanging="540"/>
      </w:pPr>
      <w:r w:rsidRPr="00CF73C5">
        <w:tab/>
      </w:r>
      <w:r w:rsidRPr="00CF73C5">
        <w:tab/>
      </w:r>
      <w:r w:rsidRPr="00CF73C5">
        <w:tab/>
        <w:t>ifconfig wlan0 down</w:t>
      </w:r>
    </w:p>
    <w:p w:rsidR="00940E33" w:rsidRDefault="00940E33" w:rsidP="00CF73C5">
      <w:pPr>
        <w:ind w:leftChars="-225" w:hangingChars="225" w:hanging="540"/>
      </w:pPr>
      <w:r w:rsidRPr="00CF73C5">
        <w:tab/>
      </w:r>
      <w:r w:rsidRPr="00CF73C5">
        <w:tab/>
      </w:r>
      <w:r w:rsidRPr="00CF73C5">
        <w:tab/>
        <w:t>ifconfig wlan0 up</w:t>
      </w:r>
    </w:p>
    <w:p w:rsidR="00940E33" w:rsidRDefault="00940E33" w:rsidP="00CF73C5">
      <w:pPr>
        <w:ind w:leftChars="-225" w:hangingChars="225" w:hanging="540"/>
      </w:pPr>
    </w:p>
    <w:p w:rsidR="00940E33" w:rsidRDefault="00940E33" w:rsidP="00CF73C5">
      <w:pPr>
        <w:ind w:leftChars="-225" w:hangingChars="225" w:hanging="540"/>
      </w:pPr>
    </w:p>
    <w:p w:rsidR="00940E33" w:rsidRDefault="00940E33" w:rsidP="00CF73C5">
      <w:pPr>
        <w:ind w:leftChars="-225" w:hangingChars="225" w:hanging="540"/>
      </w:pPr>
    </w:p>
    <w:p w:rsidR="00940E33" w:rsidRDefault="00940E33" w:rsidP="00CF73C5">
      <w:pPr>
        <w:ind w:leftChars="-225" w:hangingChars="225" w:hanging="540"/>
      </w:pPr>
    </w:p>
    <w:p w:rsidR="00940E33" w:rsidRDefault="00940E33" w:rsidP="004B05EC">
      <w:pPr>
        <w:ind w:leftChars="-450" w:hangingChars="450" w:hanging="1080"/>
      </w:pPr>
      <w:r>
        <w:rPr>
          <w:rFonts w:hint="eastAsia"/>
        </w:rPr>
        <w:t>三、儲存模式：</w:t>
      </w:r>
      <w:r>
        <w:t xml:space="preserve"> Save into files.</w:t>
      </w:r>
    </w:p>
    <w:p w:rsidR="00940E33" w:rsidRDefault="00940E33">
      <w:r>
        <w:t>Config file</w:t>
      </w:r>
      <w:r>
        <w:rPr>
          <w:rFonts w:hint="eastAsia"/>
        </w:rPr>
        <w:t>儲存路徑：在每個</w:t>
      </w:r>
      <w:r>
        <w:t>.sh</w:t>
      </w:r>
      <w:r>
        <w:rPr>
          <w:rFonts w:hint="eastAsia"/>
        </w:rPr>
        <w:t>檔指定</w:t>
      </w:r>
      <w:r>
        <w:t xml:space="preserve"> $</w:t>
      </w:r>
      <w:r w:rsidRPr="00AC1FEC">
        <w:t xml:space="preserve"> CONFIG_ROOT_DIR</w:t>
      </w:r>
      <w:r>
        <w:t xml:space="preserve"> </w:t>
      </w:r>
      <w:r>
        <w:rPr>
          <w:rFonts w:hint="eastAsia"/>
        </w:rPr>
        <w:t>路徑</w:t>
      </w:r>
    </w:p>
    <w:p w:rsidR="00940E33" w:rsidRPr="00DF6927" w:rsidRDefault="00940E33">
      <w:pPr>
        <w:rPr>
          <w:lang w:val="nl-NL"/>
        </w:rPr>
      </w:pPr>
      <w:r>
        <w:rPr>
          <w:rFonts w:hint="eastAsia"/>
        </w:rPr>
        <w:t>例如</w:t>
      </w:r>
      <w:r w:rsidRPr="00DF6927">
        <w:rPr>
          <w:rFonts w:hint="eastAsia"/>
          <w:lang w:val="nl-NL"/>
        </w:rPr>
        <w:t>：</w:t>
      </w:r>
    </w:p>
    <w:p w:rsidR="00940E33" w:rsidRDefault="00940E33">
      <w:pPr>
        <w:rPr>
          <w:lang w:val="nl-NL"/>
        </w:rPr>
      </w:pPr>
      <w:r w:rsidRPr="00DF6927">
        <w:rPr>
          <w:lang w:val="nl-NL"/>
        </w:rPr>
        <w:t>$ CONFIG_ROOT_DIR=/var/rtl8192c</w:t>
      </w:r>
    </w:p>
    <w:p w:rsidR="00940E33" w:rsidRDefault="00940E33">
      <w:pPr>
        <w:rPr>
          <w:lang w:val="nl-NL"/>
        </w:rPr>
      </w:pPr>
      <w:r>
        <w:rPr>
          <w:rFonts w:hint="eastAsia"/>
          <w:lang w:val="nl-NL"/>
        </w:rPr>
        <w:t>那</w:t>
      </w:r>
      <w:r>
        <w:rPr>
          <w:lang w:val="nl-NL"/>
        </w:rPr>
        <w:t xml:space="preserve">wlan0 device </w:t>
      </w:r>
      <w:r>
        <w:rPr>
          <w:rFonts w:hint="eastAsia"/>
          <w:lang w:val="nl-NL"/>
        </w:rPr>
        <w:t>參數會存放在</w:t>
      </w:r>
      <w:r>
        <w:rPr>
          <w:lang w:val="nl-NL"/>
        </w:rPr>
        <w:t xml:space="preserve"> </w:t>
      </w:r>
      <w:r w:rsidRPr="00DF6927">
        <w:rPr>
          <w:lang w:val="nl-NL"/>
        </w:rPr>
        <w:t>/var/rtl8192c</w:t>
      </w:r>
      <w:r>
        <w:rPr>
          <w:lang w:val="nl-NL"/>
        </w:rPr>
        <w:t>/wlan0</w:t>
      </w:r>
    </w:p>
    <w:p w:rsidR="00940E33" w:rsidRDefault="00940E33">
      <w:pPr>
        <w:rPr>
          <w:lang w:val="nl-NL"/>
        </w:rPr>
      </w:pPr>
      <w:r>
        <w:rPr>
          <w:lang w:val="nl-NL"/>
        </w:rPr>
        <w:t>wlan0-va0</w:t>
      </w:r>
      <w:r>
        <w:rPr>
          <w:rFonts w:hint="eastAsia"/>
          <w:lang w:val="nl-NL"/>
        </w:rPr>
        <w:t>參數會存放在</w:t>
      </w:r>
      <w:r>
        <w:rPr>
          <w:lang w:val="nl-NL"/>
        </w:rPr>
        <w:t xml:space="preserve"> </w:t>
      </w:r>
      <w:r w:rsidRPr="00DF6927">
        <w:rPr>
          <w:lang w:val="nl-NL"/>
        </w:rPr>
        <w:t>/var/rtl8192c</w:t>
      </w:r>
      <w:r>
        <w:rPr>
          <w:lang w:val="nl-NL"/>
        </w:rPr>
        <w:t>/wlan0-va0</w:t>
      </w:r>
    </w:p>
    <w:p w:rsidR="00940E33" w:rsidRDefault="00940E33">
      <w:pPr>
        <w:rPr>
          <w:lang w:val="nl-NL"/>
        </w:rPr>
      </w:pPr>
      <w:r>
        <w:rPr>
          <w:lang w:val="nl-NL"/>
        </w:rPr>
        <w:t>wlan0-va1</w:t>
      </w:r>
      <w:r>
        <w:rPr>
          <w:rFonts w:hint="eastAsia"/>
          <w:lang w:val="nl-NL"/>
        </w:rPr>
        <w:t>參數會存放在</w:t>
      </w:r>
      <w:r>
        <w:rPr>
          <w:lang w:val="nl-NL"/>
        </w:rPr>
        <w:t xml:space="preserve"> </w:t>
      </w:r>
      <w:r w:rsidRPr="00DF6927">
        <w:rPr>
          <w:lang w:val="nl-NL"/>
        </w:rPr>
        <w:t>/var/rtl8192c</w:t>
      </w:r>
      <w:r>
        <w:rPr>
          <w:lang w:val="nl-NL"/>
        </w:rPr>
        <w:t>/wlan0-va1</w:t>
      </w:r>
    </w:p>
    <w:p w:rsidR="00940E33" w:rsidRDefault="00940E33">
      <w:pPr>
        <w:rPr>
          <w:lang w:val="nl-NL"/>
        </w:rPr>
      </w:pPr>
      <w:r>
        <w:rPr>
          <w:lang w:val="nl-NL"/>
        </w:rPr>
        <w:t>wlan0-va2</w:t>
      </w:r>
      <w:r>
        <w:rPr>
          <w:rFonts w:hint="eastAsia"/>
          <w:lang w:val="nl-NL"/>
        </w:rPr>
        <w:t>參數會存放在</w:t>
      </w:r>
      <w:r>
        <w:rPr>
          <w:lang w:val="nl-NL"/>
        </w:rPr>
        <w:t xml:space="preserve"> </w:t>
      </w:r>
      <w:r w:rsidRPr="00DF6927">
        <w:rPr>
          <w:lang w:val="nl-NL"/>
        </w:rPr>
        <w:t>/var/rtl8192c</w:t>
      </w:r>
      <w:r>
        <w:rPr>
          <w:lang w:val="nl-NL"/>
        </w:rPr>
        <w:t>/wlan0-va2</w:t>
      </w:r>
    </w:p>
    <w:p w:rsidR="00940E33" w:rsidRPr="00DF6927" w:rsidRDefault="00940E33">
      <w:pPr>
        <w:rPr>
          <w:lang w:val="nl-NL"/>
        </w:rPr>
      </w:pPr>
      <w:r>
        <w:rPr>
          <w:lang w:val="nl-NL"/>
        </w:rPr>
        <w:t>wlan0-va3</w:t>
      </w:r>
      <w:r>
        <w:rPr>
          <w:rFonts w:hint="eastAsia"/>
          <w:lang w:val="nl-NL"/>
        </w:rPr>
        <w:t>參數會存放在</w:t>
      </w:r>
      <w:r>
        <w:rPr>
          <w:lang w:val="nl-NL"/>
        </w:rPr>
        <w:t xml:space="preserve"> </w:t>
      </w:r>
      <w:r w:rsidRPr="00DF6927">
        <w:rPr>
          <w:lang w:val="nl-NL"/>
        </w:rPr>
        <w:t>/var/rtl8192c</w:t>
      </w:r>
      <w:r>
        <w:rPr>
          <w:lang w:val="nl-NL"/>
        </w:rPr>
        <w:t>/wlan0-va3</w:t>
      </w:r>
    </w:p>
    <w:p w:rsidR="00940E33" w:rsidRPr="00DC6BDE" w:rsidRDefault="00940E33">
      <w:pPr>
        <w:rPr>
          <w:lang w:val="nl-NL"/>
        </w:rPr>
      </w:pPr>
      <w:r w:rsidRPr="00DC6BDE">
        <w:rPr>
          <w:lang w:val="nl-NL"/>
        </w:rPr>
        <w:t>Iwpriv</w:t>
      </w:r>
      <w:r>
        <w:rPr>
          <w:rFonts w:hint="eastAsia"/>
        </w:rPr>
        <w:t>儲存路徑</w:t>
      </w:r>
      <w:r w:rsidRPr="00DC6BDE">
        <w:rPr>
          <w:rFonts w:hint="eastAsia"/>
          <w:lang w:val="nl-NL"/>
        </w:rPr>
        <w:t>：</w:t>
      </w:r>
      <w:r>
        <w:rPr>
          <w:rFonts w:hint="eastAsia"/>
        </w:rPr>
        <w:t>設定在</w:t>
      </w:r>
      <w:r w:rsidRPr="00DC6BDE">
        <w:rPr>
          <w:lang w:val="nl-NL"/>
        </w:rPr>
        <w:t xml:space="preserve"> web_wifi_test.sh </w:t>
      </w:r>
      <w:r>
        <w:rPr>
          <w:rFonts w:hint="eastAsia"/>
        </w:rPr>
        <w:t>的</w:t>
      </w:r>
      <w:r w:rsidRPr="00DC6BDE">
        <w:rPr>
          <w:lang w:val="nl-NL"/>
        </w:rPr>
        <w:t xml:space="preserve"> $ IWPRIV_PATH </w:t>
      </w:r>
      <w:r>
        <w:rPr>
          <w:rFonts w:hint="eastAsia"/>
        </w:rPr>
        <w:t>參數中</w:t>
      </w:r>
    </w:p>
    <w:p w:rsidR="00940E33" w:rsidRPr="00DC6BDE" w:rsidRDefault="00940E33">
      <w:pPr>
        <w:rPr>
          <w:lang w:val="nl-NL"/>
        </w:rPr>
        <w:sectPr w:rsidR="00940E33" w:rsidRPr="00DC6BDE" w:rsidSect="00A33AA6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940E33" w:rsidRPr="00F14E7D" w:rsidRDefault="00940E33" w:rsidP="00A12771">
      <w:pPr>
        <w:ind w:leftChars="-450" w:hangingChars="450" w:hanging="1080"/>
      </w:pPr>
      <w:r>
        <w:rPr>
          <w:rFonts w:hint="eastAsia"/>
        </w:rPr>
        <w:t>四、</w:t>
      </w:r>
      <w:r w:rsidRPr="00F14E7D">
        <w:t xml:space="preserve">WPS Test: </w:t>
      </w:r>
    </w:p>
    <w:p w:rsidR="00940E33" w:rsidRPr="00F14E7D" w:rsidRDefault="00940E33" w:rsidP="00DC6BDE">
      <w:pPr>
        <w:ind w:leftChars="-225" w:left="1" w:hangingChars="225" w:hanging="541"/>
      </w:pPr>
      <w:r w:rsidRPr="00F14E7D">
        <w:rPr>
          <w:b/>
        </w:rPr>
        <w:t xml:space="preserve">First </w:t>
      </w:r>
      <w:r w:rsidRPr="00F14E7D">
        <w:t xml:space="preserve">please change following path in wlanapp_8192c.sh to the path of the tools in your system </w:t>
      </w:r>
    </w:p>
    <w:p w:rsidR="00940E33" w:rsidRPr="007C5010" w:rsidRDefault="00940E33" w:rsidP="00DC6BDE">
      <w:pPr>
        <w:ind w:firstLine="480"/>
        <w:rPr>
          <w:b/>
        </w:rPr>
      </w:pPr>
      <w:r>
        <w:t>AUTH_PATH=/root/auth</w:t>
      </w:r>
    </w:p>
    <w:p w:rsidR="00940E33" w:rsidRDefault="00940E33" w:rsidP="00DC6BDE">
      <w:r>
        <w:tab/>
        <w:t>IWCONTROL_PATH=/root/iwcontrol</w:t>
      </w:r>
    </w:p>
    <w:p w:rsidR="00940E33" w:rsidRDefault="00940E33" w:rsidP="00DC6BDE">
      <w:r>
        <w:tab/>
        <w:t>WSCD_PATH=/root/wscd</w:t>
      </w:r>
    </w:p>
    <w:p w:rsidR="00940E33" w:rsidRDefault="00940E33" w:rsidP="00DC6BDE">
      <w:r>
        <w:tab/>
        <w:t>SIMPLECFG_PATH=/root/simplecfgservice.xml</w:t>
      </w:r>
    </w:p>
    <w:p w:rsidR="00940E33" w:rsidRDefault="00940E33" w:rsidP="00DC6BDE">
      <w:r>
        <w:tab/>
        <w:t>CONFIG_FILE_PATH=/root/wscd.conf</w:t>
      </w:r>
    </w:p>
    <w:p w:rsidR="00940E33" w:rsidRPr="007C5010" w:rsidRDefault="00940E33" w:rsidP="00DC6BDE">
      <w:pPr>
        <w:ind w:leftChars="-225" w:left="1" w:hangingChars="225" w:hanging="541"/>
        <w:rPr>
          <w:b/>
        </w:rPr>
      </w:pPr>
    </w:p>
    <w:p w:rsidR="00940E33" w:rsidRPr="00CF73C5" w:rsidRDefault="00940E33" w:rsidP="00DC6BDE">
      <w:pPr>
        <w:ind w:leftChars="-225" w:hangingChars="225" w:hanging="540"/>
      </w:pPr>
      <w:r w:rsidRPr="00CF73C5">
        <w:t>1.Add Bridge interface</w:t>
      </w:r>
    </w:p>
    <w:p w:rsidR="00940E33" w:rsidRPr="00CF73C5" w:rsidRDefault="00940E33" w:rsidP="00DC6BDE">
      <w:pPr>
        <w:ind w:leftChars="-225" w:hangingChars="225" w:hanging="540"/>
      </w:pPr>
      <w:r w:rsidRPr="00CF73C5">
        <w:t>2.bridge wifi device into Bridge interface</w:t>
      </w:r>
    </w:p>
    <w:p w:rsidR="00940E33" w:rsidRDefault="00940E33" w:rsidP="00DC6BDE">
      <w:pPr>
        <w:ind w:leftChars="-225" w:hangingChars="225" w:hanging="540"/>
      </w:pPr>
      <w:r w:rsidRPr="00CF73C5">
        <w:t>3. setting IP of Bridge interface</w:t>
      </w:r>
    </w:p>
    <w:p w:rsidR="00940E33" w:rsidRPr="0026781A" w:rsidRDefault="00940E33" w:rsidP="00DC6BDE">
      <w:pPr>
        <w:ind w:leftChars="-225" w:hangingChars="225" w:hanging="540"/>
      </w:pPr>
      <w:r>
        <w:t>4</w:t>
      </w:r>
      <w:r w:rsidRPr="00CF73C5">
        <w:t>.</w:t>
      </w:r>
      <w:r w:rsidRPr="0026781A">
        <w:t xml:space="preserve"> </w:t>
      </w:r>
      <w:r>
        <w:t>Open WPS</w:t>
      </w:r>
      <w:r w:rsidRPr="0026781A">
        <w:t>:</w:t>
      </w:r>
    </w:p>
    <w:p w:rsidR="00940E33" w:rsidRPr="0026781A" w:rsidRDefault="00940E33" w:rsidP="00DC6BDE">
      <w:pPr>
        <w:ind w:leftChars="-225" w:hangingChars="225" w:hanging="540"/>
      </w:pPr>
      <w:r>
        <w:tab/>
      </w:r>
      <w:r w:rsidRPr="0026781A">
        <w:t>./web_wps_setting.sh wlan0 open</w:t>
      </w:r>
    </w:p>
    <w:p w:rsidR="00940E33" w:rsidRPr="00CF73C5" w:rsidRDefault="00940E33" w:rsidP="00DC6BDE">
      <w:pPr>
        <w:ind w:leftChars="-225" w:hangingChars="225" w:hanging="540"/>
      </w:pPr>
    </w:p>
    <w:p w:rsidR="00940E33" w:rsidRPr="00CF73C5" w:rsidRDefault="00940E33" w:rsidP="00DC6BDE">
      <w:pPr>
        <w:ind w:leftChars="-225" w:hangingChars="225" w:hanging="540"/>
      </w:pPr>
      <w:r>
        <w:t>5</w:t>
      </w:r>
      <w:r w:rsidRPr="00CF73C5">
        <w:t>.</w:t>
      </w:r>
      <w:r w:rsidRPr="0026781A">
        <w:t xml:space="preserve"> Close</w:t>
      </w:r>
      <w:r>
        <w:t xml:space="preserve"> WPS</w:t>
      </w:r>
      <w:r w:rsidRPr="00CF73C5">
        <w:t>:</w:t>
      </w:r>
    </w:p>
    <w:p w:rsidR="00940E33" w:rsidRDefault="00940E33" w:rsidP="00DC6BDE">
      <w:pPr>
        <w:ind w:leftChars="-225" w:hangingChars="225" w:hanging="540"/>
      </w:pPr>
      <w:r>
        <w:tab/>
      </w:r>
      <w:r w:rsidRPr="0026781A">
        <w:t>./web_wps_setting.sh wlan0 close</w:t>
      </w:r>
    </w:p>
    <w:p w:rsidR="00940E33" w:rsidRDefault="00940E33" w:rsidP="00DC6BDE">
      <w:pPr>
        <w:ind w:leftChars="-225" w:hangingChars="225" w:hanging="540"/>
      </w:pPr>
    </w:p>
    <w:p w:rsidR="00940E33" w:rsidRDefault="00940E33" w:rsidP="00DC6BDE">
      <w:pPr>
        <w:ind w:leftChars="-225" w:hangingChars="225" w:hanging="540"/>
      </w:pPr>
      <w:r>
        <w:t>6.For Example</w:t>
      </w:r>
    </w:p>
    <w:p w:rsidR="00940E33" w:rsidRDefault="00940E33" w:rsidP="00DC6BDE">
      <w:pPr>
        <w:ind w:leftChars="-225" w:hangingChars="225" w:hanging="540"/>
      </w:pPr>
      <w:r>
        <w:tab/>
      </w:r>
      <w:r>
        <w:tab/>
      </w:r>
      <w:r>
        <w:tab/>
        <w:t>brctl addbr br0</w:t>
      </w:r>
    </w:p>
    <w:p w:rsidR="00940E33" w:rsidRDefault="00940E33" w:rsidP="00DC6BDE">
      <w:pPr>
        <w:ind w:leftChars="-225" w:hangingChars="225" w:hanging="540"/>
      </w:pPr>
      <w:r>
        <w:tab/>
      </w:r>
      <w:r>
        <w:tab/>
      </w:r>
      <w:r>
        <w:tab/>
        <w:t>brctl addif br0 wlan0</w:t>
      </w:r>
    </w:p>
    <w:p w:rsidR="00940E33" w:rsidRDefault="00940E33" w:rsidP="00DC6BDE">
      <w:pPr>
        <w:ind w:leftChars="-225" w:hangingChars="225" w:hanging="540"/>
      </w:pPr>
      <w:r>
        <w:tab/>
      </w:r>
      <w:r>
        <w:tab/>
      </w:r>
      <w:r>
        <w:tab/>
        <w:t>ifconfig br0 &lt;IP address&gt;</w:t>
      </w:r>
    </w:p>
    <w:p w:rsidR="00940E33" w:rsidRDefault="00940E33" w:rsidP="00DC6BDE">
      <w:pPr>
        <w:ind w:leftChars="-225" w:hangingChars="225" w:hanging="540"/>
      </w:pPr>
      <w:r>
        <w:tab/>
      </w:r>
      <w:r>
        <w:tab/>
      </w:r>
      <w:r>
        <w:tab/>
        <w:t>./web_wps_setting.sh wlan0 open</w:t>
      </w:r>
    </w:p>
    <w:p w:rsidR="00940E33" w:rsidRDefault="00940E33" w:rsidP="00DC6BDE">
      <w:pPr>
        <w:ind w:leftChars="-225" w:hangingChars="225" w:hanging="540"/>
      </w:pPr>
    </w:p>
    <w:p w:rsidR="00940E33" w:rsidRPr="00FF6C2F" w:rsidRDefault="00940E33" w:rsidP="00DC6BDE">
      <w:pPr>
        <w:rPr>
          <w:color w:val="FF0000"/>
        </w:rPr>
      </w:pPr>
      <w:r w:rsidRPr="00FF6C2F">
        <w:rPr>
          <w:color w:val="FF0000"/>
        </w:rPr>
        <w:tab/>
        <w:t>Note : WPS2.x only support WPA2 or WPA/WPA2 mixed auth mode</w:t>
      </w:r>
    </w:p>
    <w:p w:rsidR="00940E33" w:rsidRPr="0026781A" w:rsidRDefault="00940E33" w:rsidP="00DC6BDE">
      <w:r w:rsidRPr="00FF6C2F">
        <w:rPr>
          <w:color w:val="FF0000"/>
        </w:rPr>
        <w:tab/>
        <w:t>Note : WPS2.x only support AES or AES/TKIP mixed encrypt mode</w:t>
      </w:r>
    </w:p>
    <w:p w:rsidR="00940E33" w:rsidRDefault="00940E33" w:rsidP="00A12771">
      <w:pPr>
        <w:widowControl/>
      </w:pPr>
    </w:p>
    <w:p w:rsidR="00940E33" w:rsidRDefault="00940E33" w:rsidP="00A12771">
      <w:pPr>
        <w:widowControl/>
      </w:pPr>
    </w:p>
    <w:p w:rsidR="00940E33" w:rsidRDefault="00940E33" w:rsidP="00A12771">
      <w:pPr>
        <w:widowControl/>
      </w:pPr>
    </w:p>
    <w:p w:rsidR="00940E33" w:rsidRDefault="00940E33" w:rsidP="00A12771">
      <w:pPr>
        <w:widowControl/>
      </w:pPr>
    </w:p>
    <w:p w:rsidR="00940E33" w:rsidRDefault="00940E33" w:rsidP="00A12771">
      <w:pPr>
        <w:widowControl/>
      </w:pPr>
    </w:p>
    <w:p w:rsidR="00940E33" w:rsidRDefault="00940E33" w:rsidP="00A12771">
      <w:pPr>
        <w:widowControl/>
      </w:pPr>
    </w:p>
    <w:p w:rsidR="00940E33" w:rsidRDefault="00940E33" w:rsidP="00A12771">
      <w:pPr>
        <w:widowControl/>
      </w:pPr>
    </w:p>
    <w:p w:rsidR="00940E33" w:rsidRDefault="00940E33" w:rsidP="00A12771">
      <w:pPr>
        <w:widowControl/>
      </w:pPr>
    </w:p>
    <w:p w:rsidR="00940E33" w:rsidRDefault="00940E33" w:rsidP="00A12771">
      <w:pPr>
        <w:widowControl/>
      </w:pPr>
    </w:p>
    <w:p w:rsidR="00940E33" w:rsidRDefault="00940E33" w:rsidP="00A12771">
      <w:pPr>
        <w:widowControl/>
      </w:pPr>
    </w:p>
    <w:p w:rsidR="00940E33" w:rsidRDefault="00940E33" w:rsidP="00A12771">
      <w:pPr>
        <w:widowControl/>
      </w:pPr>
    </w:p>
    <w:p w:rsidR="00940E33" w:rsidRPr="00DC6BDE" w:rsidRDefault="00940E33" w:rsidP="00A12771">
      <w:pPr>
        <w:widowControl/>
      </w:pPr>
    </w:p>
    <w:p w:rsidR="00940E33" w:rsidRDefault="00940E33" w:rsidP="00CF73C5">
      <w:pPr>
        <w:widowControl/>
        <w:ind w:leftChars="-225" w:hangingChars="225" w:hanging="540"/>
      </w:pPr>
      <w:r>
        <w:t>WPS test :</w:t>
      </w:r>
    </w:p>
    <w:p w:rsidR="00940E33" w:rsidRDefault="00940E33" w:rsidP="006338DF">
      <w:pPr>
        <w:widowControl/>
        <w:rPr>
          <w:kern w:val="0"/>
        </w:rPr>
      </w:pPr>
      <w:r>
        <w:rPr>
          <w:kern w:val="0"/>
        </w:rPr>
        <w:t>Here I take my PC environment as an example.</w:t>
      </w:r>
    </w:p>
    <w:p w:rsidR="00940E33" w:rsidRDefault="00940E33" w:rsidP="006338DF">
      <w:pPr>
        <w:widowControl/>
        <w:rPr>
          <w:kern w:val="0"/>
        </w:rPr>
      </w:pPr>
    </w:p>
    <w:p w:rsidR="00940E33" w:rsidRPr="006338DF" w:rsidRDefault="00940E33">
      <w:r w:rsidRPr="00AA1776">
        <w:rPr>
          <w:rFonts w:hAnsi="新細明體"/>
          <w:color w:val="000000"/>
          <w:kern w:val="0"/>
        </w:rPr>
        <w:t>&lt;</w:t>
      </w:r>
      <w:r w:rsidRPr="00AA1776">
        <w:rPr>
          <w:color w:val="000000"/>
          <w:kern w:val="0"/>
        </w:rPr>
        <w:t>PIN Code&gt;</w:t>
      </w:r>
      <w:r w:rsidRPr="00AA1776">
        <w:rPr>
          <w:color w:val="000000"/>
          <w:kern w:val="0"/>
        </w:rPr>
        <w:br/>
        <w:t>Client endian</w:t>
      </w:r>
      <w:r w:rsidRPr="00AA1776">
        <w:rPr>
          <w:rFonts w:hAnsi="新細明體" w:hint="eastAsia"/>
          <w:color w:val="000000"/>
          <w:kern w:val="0"/>
        </w:rPr>
        <w:t>：</w:t>
      </w:r>
      <w:r w:rsidRPr="00AA1776">
        <w:rPr>
          <w:color w:val="000000"/>
          <w:kern w:val="0"/>
        </w:rPr>
        <w:t xml:space="preserve"> </w:t>
      </w:r>
      <w:r w:rsidRPr="00AA1776">
        <w:rPr>
          <w:color w:val="000000"/>
          <w:kern w:val="0"/>
        </w:rPr>
        <w:br/>
        <w:t>1.First , get the PIN code in my wifi device.</w:t>
      </w:r>
      <w:r>
        <w:rPr>
          <w:color w:val="000000"/>
          <w:kern w:val="0"/>
        </w:rPr>
        <w:t>My SSID of AP is “For_AP_Test_1”.</w:t>
      </w:r>
    </w:p>
    <w:p w:rsidR="00940E33" w:rsidRDefault="00940E33">
      <w:pPr>
        <w:rPr>
          <w:noProof/>
          <w:kern w:val="0"/>
        </w:rPr>
      </w:pPr>
      <w:r w:rsidRPr="002F46C2">
        <w:rPr>
          <w:noProof/>
          <w:kern w:val="0"/>
        </w:rPr>
        <w:pict>
          <v:shape id="圖片 1" o:spid="_x0000_i1026" type="#_x0000_t75" alt="933010210@12012012-22EE" style="width:387.75pt;height:321.75pt;visibility:visible">
            <v:imagedata r:id="rId9" o:title=""/>
          </v:shape>
        </w:pict>
      </w:r>
    </w:p>
    <w:p w:rsidR="00940E33" w:rsidRDefault="00940E33"/>
    <w:p w:rsidR="00940E33" w:rsidRPr="004611D9" w:rsidRDefault="00940E33" w:rsidP="006338DF">
      <w:pPr>
        <w:widowControl/>
        <w:rPr>
          <w:kern w:val="0"/>
        </w:rPr>
      </w:pPr>
      <w:r w:rsidRPr="004611D9">
        <w:rPr>
          <w:rFonts w:hAnsi="新細明體"/>
          <w:color w:val="0000FF"/>
          <w:kern w:val="0"/>
        </w:rPr>
        <w:t xml:space="preserve">Double click the AP to entry </w:t>
      </w:r>
      <w:r w:rsidRPr="004611D9">
        <w:rPr>
          <w:color w:val="0000FF"/>
          <w:kern w:val="0"/>
        </w:rPr>
        <w:t>PIN mode</w:t>
      </w:r>
      <w:r w:rsidRPr="004611D9">
        <w:rPr>
          <w:kern w:val="0"/>
        </w:rPr>
        <w:t xml:space="preserve"> </w:t>
      </w:r>
    </w:p>
    <w:p w:rsidR="00940E33" w:rsidRPr="004F0F2A" w:rsidRDefault="00940E33" w:rsidP="006338DF">
      <w:pPr>
        <w:widowControl/>
        <w:jc w:val="center"/>
        <w:rPr>
          <w:kern w:val="0"/>
        </w:rPr>
      </w:pPr>
      <w:r w:rsidRPr="004F0F2A">
        <w:rPr>
          <w:kern w:val="0"/>
        </w:rPr>
        <w:br/>
      </w:r>
      <w:r w:rsidRPr="002F46C2">
        <w:rPr>
          <w:noProof/>
          <w:kern w:val="0"/>
        </w:rPr>
        <w:pict>
          <v:shape id="圖片 3" o:spid="_x0000_i1027" type="#_x0000_t75" alt="933010210@12012012-22F5" style="width:260.25pt;height:260.25pt;visibility:visible">
            <v:imagedata r:id="rId10" o:title=""/>
          </v:shape>
        </w:pict>
      </w:r>
    </w:p>
    <w:p w:rsidR="00940E33" w:rsidRPr="004F0F2A" w:rsidRDefault="00940E33" w:rsidP="006338DF">
      <w:pPr>
        <w:widowControl/>
        <w:jc w:val="center"/>
        <w:rPr>
          <w:kern w:val="0"/>
        </w:rPr>
      </w:pPr>
      <w:r w:rsidRPr="004F0F2A">
        <w:rPr>
          <w:kern w:val="0"/>
        </w:rPr>
        <w:br/>
      </w:r>
      <w:r w:rsidRPr="002F46C2">
        <w:rPr>
          <w:noProof/>
          <w:kern w:val="0"/>
        </w:rPr>
        <w:pict>
          <v:shape id="圖片 2" o:spid="_x0000_i1028" type="#_x0000_t75" alt="933010210@12012012-22FC" style="width:327pt;height:265.5pt;visibility:visible">
            <v:imagedata r:id="rId11" o:title=""/>
          </v:shape>
        </w:pict>
      </w:r>
    </w:p>
    <w:p w:rsidR="00940E33" w:rsidRDefault="00940E33" w:rsidP="006338DF">
      <w:pPr>
        <w:widowControl/>
        <w:rPr>
          <w:color w:val="FF0000"/>
          <w:kern w:val="0"/>
        </w:rPr>
      </w:pPr>
    </w:p>
    <w:p w:rsidR="00940E33" w:rsidRDefault="00940E33" w:rsidP="006338DF">
      <w:r w:rsidRPr="00AA1776">
        <w:rPr>
          <w:color w:val="000000"/>
          <w:kern w:val="0"/>
        </w:rPr>
        <w:t>AP Endian</w:t>
      </w:r>
      <w:r w:rsidRPr="004F0F2A">
        <w:rPr>
          <w:kern w:val="0"/>
        </w:rPr>
        <w:br/>
        <w:t>iwpriv wlan0 set_mib pin=</w:t>
      </w:r>
      <w:r w:rsidRPr="004F0F2A">
        <w:rPr>
          <w:color w:val="FF0000"/>
          <w:kern w:val="0"/>
        </w:rPr>
        <w:t>&lt;</w:t>
      </w:r>
      <w:r>
        <w:rPr>
          <w:color w:val="FF0000"/>
          <w:kern w:val="0"/>
        </w:rPr>
        <w:t>your PIN code</w:t>
      </w:r>
      <w:r w:rsidRPr="004F0F2A">
        <w:rPr>
          <w:color w:val="FF0000"/>
          <w:kern w:val="0"/>
        </w:rPr>
        <w:t>&gt;</w:t>
      </w:r>
      <w:r w:rsidRPr="004F0F2A">
        <w:rPr>
          <w:kern w:val="0"/>
        </w:rPr>
        <w:br/>
      </w:r>
    </w:p>
    <w:p w:rsidR="00940E33" w:rsidRDefault="00940E33"/>
    <w:p w:rsidR="00940E33" w:rsidRDefault="00940E33">
      <w:pPr>
        <w:widowControl/>
      </w:pPr>
      <w:r>
        <w:br w:type="page"/>
      </w:r>
    </w:p>
    <w:p w:rsidR="00940E33" w:rsidRDefault="00940E33" w:rsidP="006338DF">
      <w:pPr>
        <w:widowControl/>
        <w:rPr>
          <w:kern w:val="0"/>
          <w:lang w:val="fr-FR"/>
        </w:rPr>
      </w:pPr>
      <w:r w:rsidRPr="00AA1776">
        <w:rPr>
          <w:rFonts w:hAnsi="新細明體"/>
          <w:color w:val="000000"/>
          <w:kern w:val="0"/>
          <w:lang w:val="fr-FR"/>
        </w:rPr>
        <w:t>&lt;</w:t>
      </w:r>
      <w:r w:rsidRPr="00AA1776">
        <w:rPr>
          <w:color w:val="000000"/>
          <w:kern w:val="0"/>
          <w:lang w:val="fr-FR"/>
        </w:rPr>
        <w:t>PBC Code&gt;</w:t>
      </w:r>
      <w:r w:rsidRPr="00AA1776">
        <w:rPr>
          <w:kern w:val="0"/>
          <w:lang w:val="fr-FR"/>
        </w:rPr>
        <w:t xml:space="preserve"> </w:t>
      </w:r>
    </w:p>
    <w:p w:rsidR="00940E33" w:rsidRPr="00AA1776" w:rsidRDefault="00940E33" w:rsidP="006338DF">
      <w:pPr>
        <w:widowControl/>
        <w:ind w:firstLine="480"/>
        <w:rPr>
          <w:kern w:val="0"/>
          <w:lang w:val="fr-FR"/>
        </w:rPr>
      </w:pPr>
      <w:r w:rsidRPr="00AA1776">
        <w:rPr>
          <w:color w:val="000000"/>
          <w:kern w:val="0"/>
          <w:lang w:val="fr-FR"/>
        </w:rPr>
        <w:t>Client endian</w:t>
      </w:r>
      <w:r w:rsidRPr="00AA1776">
        <w:rPr>
          <w:rFonts w:hAnsi="新細明體" w:hint="eastAsia"/>
          <w:color w:val="000000"/>
          <w:kern w:val="0"/>
          <w:lang w:val="fr-FR"/>
        </w:rPr>
        <w:t>：</w:t>
      </w:r>
    </w:p>
    <w:p w:rsidR="00940E33" w:rsidRPr="004F0F2A" w:rsidRDefault="00940E33" w:rsidP="006338DF">
      <w:pPr>
        <w:widowControl/>
        <w:jc w:val="center"/>
        <w:rPr>
          <w:kern w:val="0"/>
        </w:rPr>
      </w:pPr>
      <w:r w:rsidRPr="00AA1776">
        <w:rPr>
          <w:kern w:val="0"/>
          <w:lang w:val="fr-FR"/>
        </w:rPr>
        <w:br/>
      </w:r>
      <w:r w:rsidRPr="002F46C2">
        <w:rPr>
          <w:noProof/>
          <w:kern w:val="0"/>
        </w:rPr>
        <w:pict>
          <v:shape id="圖片 5" o:spid="_x0000_i1029" type="#_x0000_t75" alt="933010210@12012012-2303" style="width:346.5pt;height:269.25pt;visibility:visible">
            <v:imagedata r:id="rId12" o:title=""/>
          </v:shape>
        </w:pict>
      </w:r>
    </w:p>
    <w:p w:rsidR="00940E33" w:rsidRPr="004F0F2A" w:rsidRDefault="00940E33" w:rsidP="006338DF">
      <w:pPr>
        <w:widowControl/>
        <w:rPr>
          <w:kern w:val="0"/>
        </w:rPr>
      </w:pPr>
      <w:r>
        <w:rPr>
          <w:rFonts w:hAnsi="新細明體"/>
          <w:color w:val="0000FF"/>
          <w:kern w:val="0"/>
          <w:sz w:val="20"/>
          <w:szCs w:val="20"/>
        </w:rPr>
        <w:t xml:space="preserve">Click </w:t>
      </w:r>
      <w:r w:rsidRPr="004F0F2A">
        <w:rPr>
          <w:color w:val="0000FF"/>
          <w:kern w:val="0"/>
          <w:sz w:val="20"/>
          <w:szCs w:val="20"/>
        </w:rPr>
        <w:t xml:space="preserve">PBC </w:t>
      </w:r>
      <w:r>
        <w:rPr>
          <w:color w:val="0000FF"/>
          <w:kern w:val="0"/>
          <w:sz w:val="20"/>
          <w:szCs w:val="20"/>
        </w:rPr>
        <w:t>buttom</w:t>
      </w:r>
    </w:p>
    <w:p w:rsidR="00940E33" w:rsidRPr="004F0F2A" w:rsidRDefault="00940E33" w:rsidP="006338DF">
      <w:pPr>
        <w:widowControl/>
        <w:jc w:val="center"/>
        <w:rPr>
          <w:kern w:val="0"/>
        </w:rPr>
      </w:pPr>
      <w:r w:rsidRPr="002F46C2">
        <w:rPr>
          <w:noProof/>
          <w:kern w:val="0"/>
        </w:rPr>
        <w:pict>
          <v:shape id="圖片 4" o:spid="_x0000_i1030" type="#_x0000_t75" alt="933010210@12012012-230A" style="width:283.5pt;height:219.75pt;visibility:visible">
            <v:imagedata r:id="rId13" o:title=""/>
          </v:shape>
        </w:pict>
      </w:r>
    </w:p>
    <w:p w:rsidR="00940E33" w:rsidRDefault="00940E33" w:rsidP="006338DF">
      <w:pPr>
        <w:rPr>
          <w:rFonts w:hAnsi="新細明體"/>
          <w:color w:val="0000FF"/>
          <w:kern w:val="0"/>
          <w:sz w:val="20"/>
          <w:szCs w:val="20"/>
        </w:rPr>
      </w:pPr>
    </w:p>
    <w:p w:rsidR="00940E33" w:rsidRDefault="00940E33" w:rsidP="006338DF">
      <w:pPr>
        <w:rPr>
          <w:kern w:val="0"/>
        </w:rPr>
      </w:pPr>
      <w:r>
        <w:rPr>
          <w:color w:val="0000FF"/>
          <w:kern w:val="0"/>
          <w:sz w:val="20"/>
          <w:szCs w:val="20"/>
        </w:rPr>
        <w:t xml:space="preserve">Entry </w:t>
      </w:r>
      <w:r w:rsidRPr="004F0F2A">
        <w:rPr>
          <w:color w:val="0000FF"/>
          <w:kern w:val="0"/>
          <w:sz w:val="20"/>
          <w:szCs w:val="20"/>
        </w:rPr>
        <w:t>PBC mode</w:t>
      </w:r>
      <w:r w:rsidRPr="004F0F2A">
        <w:rPr>
          <w:kern w:val="0"/>
        </w:rPr>
        <w:t xml:space="preserve"> </w:t>
      </w:r>
      <w:r w:rsidRPr="004F0F2A">
        <w:rPr>
          <w:kern w:val="0"/>
        </w:rPr>
        <w:br/>
      </w:r>
    </w:p>
    <w:p w:rsidR="00940E33" w:rsidRDefault="00940E33" w:rsidP="006338DF">
      <w:pPr>
        <w:rPr>
          <w:kern w:val="0"/>
        </w:rPr>
      </w:pPr>
      <w:r>
        <w:rPr>
          <w:kern w:val="0"/>
        </w:rPr>
        <w:t xml:space="preserve">AP Endian : </w:t>
      </w:r>
    </w:p>
    <w:p w:rsidR="00940E33" w:rsidRPr="009F39BE" w:rsidRDefault="00940E33" w:rsidP="009F39BE">
      <w:pPr>
        <w:rPr>
          <w:kern w:val="0"/>
        </w:rPr>
      </w:pPr>
      <w:r w:rsidRPr="004F0F2A">
        <w:rPr>
          <w:kern w:val="0"/>
        </w:rPr>
        <w:t xml:space="preserve">wscd -sig_pbc wlan0 </w:t>
      </w:r>
    </w:p>
    <w:p w:rsidR="00940E33" w:rsidRDefault="00940E33" w:rsidP="009F39BE">
      <w:pPr>
        <w:rPr>
          <w:color w:val="FF0000"/>
          <w:kern w:val="0"/>
          <w:sz w:val="32"/>
          <w:szCs w:val="32"/>
        </w:rPr>
      </w:pPr>
      <w:r w:rsidRPr="009F39BE">
        <w:rPr>
          <w:color w:val="FF0000"/>
          <w:kern w:val="0"/>
          <w:sz w:val="32"/>
          <w:szCs w:val="32"/>
        </w:rPr>
        <w:t>802.1x</w:t>
      </w:r>
      <w:r>
        <w:rPr>
          <w:color w:val="FF0000"/>
          <w:kern w:val="0"/>
          <w:sz w:val="32"/>
          <w:szCs w:val="32"/>
        </w:rPr>
        <w:t xml:space="preserve"> </w:t>
      </w:r>
    </w:p>
    <w:p w:rsidR="00940E33" w:rsidRPr="00DD0EF3" w:rsidRDefault="00940E33" w:rsidP="00DD0EF3">
      <w:pPr>
        <w:ind w:leftChars="-225" w:left="-540" w:firstLine="540"/>
      </w:pPr>
      <w:r>
        <w:rPr>
          <w:b/>
        </w:rPr>
        <w:t>1.</w:t>
      </w:r>
      <w:r w:rsidRPr="00DD0EF3">
        <w:rPr>
          <w:b/>
        </w:rPr>
        <w:t xml:space="preserve">First </w:t>
      </w:r>
      <w:r w:rsidRPr="00DD0EF3">
        <w:t xml:space="preserve">please change following path in radius_server.sh to the path of the tools in your system </w:t>
      </w:r>
    </w:p>
    <w:p w:rsidR="00940E33" w:rsidRPr="00DD0EF3" w:rsidRDefault="00940E33" w:rsidP="00DD0EF3">
      <w:pPr>
        <w:rPr>
          <w:color w:val="000000"/>
          <w:kern w:val="0"/>
        </w:rPr>
      </w:pPr>
      <w:r w:rsidRPr="00DD0EF3">
        <w:rPr>
          <w:color w:val="000000"/>
          <w:kern w:val="0"/>
        </w:rPr>
        <w:t>AUTH_PATH=/root/auth</w:t>
      </w:r>
    </w:p>
    <w:p w:rsidR="00940E33" w:rsidRPr="00DD0EF3" w:rsidRDefault="00940E33" w:rsidP="00DD0EF3">
      <w:pPr>
        <w:rPr>
          <w:color w:val="000000"/>
          <w:kern w:val="0"/>
        </w:rPr>
      </w:pPr>
      <w:r w:rsidRPr="00DD0EF3">
        <w:rPr>
          <w:color w:val="000000"/>
          <w:kern w:val="0"/>
        </w:rPr>
        <w:t>FLASH_PATH=/root/flash</w:t>
      </w:r>
    </w:p>
    <w:p w:rsidR="00940E33" w:rsidRPr="00DD0EF3" w:rsidRDefault="00940E33" w:rsidP="00DD0EF3">
      <w:pPr>
        <w:rPr>
          <w:color w:val="000000"/>
          <w:kern w:val="0"/>
        </w:rPr>
      </w:pPr>
      <w:r w:rsidRPr="00DD0EF3">
        <w:rPr>
          <w:color w:val="000000"/>
          <w:kern w:val="0"/>
        </w:rPr>
        <w:t>IWCONTROL_PATH=/root/iwcontrol</w:t>
      </w:r>
    </w:p>
    <w:p w:rsidR="00940E33" w:rsidRPr="00DD0EF3" w:rsidRDefault="00940E33" w:rsidP="00DD0EF3">
      <w:pPr>
        <w:rPr>
          <w:color w:val="000000"/>
          <w:kern w:val="0"/>
        </w:rPr>
      </w:pPr>
      <w:r w:rsidRPr="00DD0EF3">
        <w:rPr>
          <w:color w:val="000000"/>
          <w:kern w:val="0"/>
        </w:rPr>
        <w:t>CONFIG_ROOT_DIR=/var/rtl8192c</w:t>
      </w:r>
    </w:p>
    <w:p w:rsidR="00940E33" w:rsidRPr="009F39BE" w:rsidRDefault="00940E33" w:rsidP="009F39BE">
      <w:pPr>
        <w:rPr>
          <w:color w:val="FF0000"/>
          <w:kern w:val="0"/>
          <w:sz w:val="32"/>
          <w:szCs w:val="32"/>
        </w:rPr>
      </w:pPr>
    </w:p>
    <w:p w:rsidR="00940E33" w:rsidRPr="00DD0EF3" w:rsidRDefault="00940E33" w:rsidP="009F39BE">
      <w:pPr>
        <w:rPr>
          <w:b/>
          <w:kern w:val="0"/>
        </w:rPr>
      </w:pPr>
      <w:r w:rsidRPr="00DD0EF3">
        <w:rPr>
          <w:b/>
          <w:kern w:val="0"/>
        </w:rPr>
        <w:t>2.Execute 802.1x</w:t>
      </w: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</w:rPr>
        <w:t>./radius_server.sh "&lt;interface&gt; &lt;radius_serveer_ip&gt; &lt;auth interface&gt;"</w:t>
      </w: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</w:rPr>
        <w:t>&lt;option&gt; :</w:t>
      </w: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</w:rPr>
        <w:tab/>
      </w:r>
      <w:r w:rsidRPr="009F39BE">
        <w:rPr>
          <w:kern w:val="0"/>
        </w:rPr>
        <w:tab/>
        <w:t>&lt;radius_serveer_ip&gt;</w:t>
      </w: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  <w:t>radius server IP avvress</w:t>
      </w: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</w:rPr>
        <w:tab/>
      </w:r>
      <w:r w:rsidRPr="009F39BE">
        <w:rPr>
          <w:kern w:val="0"/>
        </w:rPr>
        <w:tab/>
        <w:t>&lt;auth interface&gt;</w:t>
      </w: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  <w:t>The interface located the side of radius server</w:t>
      </w:r>
    </w:p>
    <w:p w:rsidR="00940E33" w:rsidRPr="009F39BE" w:rsidRDefault="00940E33" w:rsidP="009F39BE">
      <w:pPr>
        <w:rPr>
          <w:kern w:val="0"/>
        </w:rPr>
      </w:pP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</w:rPr>
        <w:t>For Example</w:t>
      </w:r>
    </w:p>
    <w:p w:rsidR="00940E33" w:rsidRPr="009F39BE" w:rsidRDefault="00940E33" w:rsidP="009F39BE">
      <w:pPr>
        <w:rPr>
          <w:kern w:val="0"/>
        </w:rPr>
      </w:pP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</w:rPr>
        <w:tab/>
      </w:r>
      <w:r w:rsidRPr="009F39BE">
        <w:rPr>
          <w:kern w:val="0"/>
        </w:rPr>
        <w:tab/>
        <w:t xml:space="preserve">Example 1 : </w:t>
      </w: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  <w:t>A.wlan0 run in 802.1x mode</w:t>
      </w: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  <w:t>B.Radius server IP is 172.20.10.250</w:t>
      </w: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  <w:t>C.eth0 is same subnet with Radius Server</w:t>
      </w: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  <w:t>D.Execute:</w:t>
      </w: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  <w:t>radius_server.sh open wlan0 172.20.10.250 eth0</w:t>
      </w:r>
    </w:p>
    <w:p w:rsidR="00940E33" w:rsidRPr="009F39BE" w:rsidRDefault="00940E33" w:rsidP="009F39BE">
      <w:pPr>
        <w:rPr>
          <w:kern w:val="0"/>
          <w:lang w:val="fr-FR"/>
        </w:rPr>
      </w:pP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  <w:lang w:val="fr-FR"/>
        </w:rPr>
        <w:t>iwcontrol wlan0 wlan0-va0 wlan0-va1 wlan0-va2 wlan0-va3</w:t>
      </w:r>
    </w:p>
    <w:p w:rsidR="00940E33" w:rsidRPr="009F39BE" w:rsidRDefault="00940E33" w:rsidP="009F39BE">
      <w:pPr>
        <w:rPr>
          <w:kern w:val="0"/>
          <w:lang w:val="fr-FR"/>
        </w:rPr>
      </w:pP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  <w:lang w:val="fr-FR"/>
        </w:rPr>
        <w:tab/>
      </w:r>
      <w:r w:rsidRPr="009F39BE">
        <w:rPr>
          <w:kern w:val="0"/>
          <w:lang w:val="fr-FR"/>
        </w:rPr>
        <w:tab/>
      </w:r>
      <w:r w:rsidRPr="009F39BE">
        <w:rPr>
          <w:kern w:val="0"/>
        </w:rPr>
        <w:t>Example 2 :</w:t>
      </w: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  <w:t>A. If you want to run wlan0 wlan0-va0 wlan0-va2 in 802.1x mode</w:t>
      </w: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  <w:t>B. Radius server IP is 172.20.10.250</w:t>
      </w: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  <w:t>C. eth0 is same subnet with Radius Server</w:t>
      </w: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  <w:t>radius_server.sh open wlan0 172.20.10.250 eth0</w:t>
      </w: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  <w:t>radius_server.sh open wlan0-va0 172.20.10.250 eth0</w:t>
      </w: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  <w:t>radius_server.sh open wlan0-va2 172.20.10.250 eth0</w:t>
      </w: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  <w:t>ifconfig eth0 &lt;IP address&gt;</w:t>
      </w:r>
    </w:p>
    <w:p w:rsidR="00940E33" w:rsidRPr="009F39BE" w:rsidRDefault="00940E33" w:rsidP="009F39BE">
      <w:pPr>
        <w:rPr>
          <w:kern w:val="0"/>
          <w:lang w:val="fr-FR"/>
        </w:rPr>
      </w:pP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  <w:lang w:val="fr-FR"/>
        </w:rPr>
        <w:t>iwcontrol wlan0 wlan0-va0 wlan0-va1 wlan0-va2 wlan0-va3</w:t>
      </w:r>
    </w:p>
    <w:p w:rsidR="00940E33" w:rsidRPr="009F39BE" w:rsidRDefault="00940E33" w:rsidP="009F39BE">
      <w:pPr>
        <w:rPr>
          <w:kern w:val="0"/>
          <w:lang w:val="fr-FR"/>
        </w:rPr>
      </w:pP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  <w:lang w:val="fr-FR"/>
        </w:rPr>
        <w:tab/>
      </w:r>
      <w:r w:rsidRPr="009F39BE">
        <w:rPr>
          <w:kern w:val="0"/>
          <w:lang w:val="fr-FR"/>
        </w:rPr>
        <w:tab/>
      </w:r>
      <w:r w:rsidRPr="009F39BE">
        <w:rPr>
          <w:kern w:val="0"/>
        </w:rPr>
        <w:t>Example 3 :</w:t>
      </w:r>
      <w:r w:rsidRPr="009F39BE">
        <w:rPr>
          <w:kern w:val="0"/>
        </w:rPr>
        <w:tab/>
      </w: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  <w:t>If you want to close 802.1x mode from wlan0 wlan0-va1</w:t>
      </w: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  <w:t>radius_server.sh close wlan0 wlan0-va1</w:t>
      </w:r>
    </w:p>
    <w:p w:rsidR="00940E33" w:rsidRPr="009F39BE" w:rsidRDefault="00940E33" w:rsidP="009F39BE">
      <w:pPr>
        <w:rPr>
          <w:kern w:val="0"/>
          <w:lang w:val="fr-FR"/>
        </w:rPr>
      </w:pP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  <w:lang w:val="fr-FR"/>
        </w:rPr>
        <w:t>iwcontrol wlan0 wlan0-va0 wlan0-va1 wlan0-va2 wlan0-va3</w:t>
      </w:r>
    </w:p>
    <w:p w:rsidR="00940E33" w:rsidRPr="009F39BE" w:rsidRDefault="00940E33" w:rsidP="009F39BE">
      <w:pPr>
        <w:rPr>
          <w:kern w:val="0"/>
          <w:lang w:val="fr-FR"/>
        </w:rPr>
      </w:pPr>
      <w:r w:rsidRPr="009F39BE">
        <w:rPr>
          <w:kern w:val="0"/>
          <w:lang w:val="fr-FR"/>
        </w:rPr>
        <w:tab/>
      </w:r>
      <w:r w:rsidRPr="009F39BE">
        <w:rPr>
          <w:kern w:val="0"/>
          <w:lang w:val="fr-FR"/>
        </w:rPr>
        <w:tab/>
      </w:r>
      <w:r w:rsidRPr="009F39BE">
        <w:rPr>
          <w:kern w:val="0"/>
          <w:lang w:val="fr-FR"/>
        </w:rPr>
        <w:tab/>
      </w:r>
      <w:r w:rsidRPr="009F39BE">
        <w:rPr>
          <w:kern w:val="0"/>
          <w:lang w:val="fr-FR"/>
        </w:rPr>
        <w:tab/>
      </w: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  <w:lang w:val="fr-FR"/>
        </w:rPr>
        <w:tab/>
      </w:r>
      <w:r w:rsidRPr="009F39BE">
        <w:rPr>
          <w:kern w:val="0"/>
          <w:lang w:val="fr-FR"/>
        </w:rPr>
        <w:tab/>
      </w:r>
      <w:r w:rsidRPr="009F39BE">
        <w:rPr>
          <w:kern w:val="0"/>
        </w:rPr>
        <w:t>Example 5 :</w:t>
      </w: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  <w:t>A. wlan0 using WPS</w:t>
      </w: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  <w:t xml:space="preserve">B. wlan0-va0 wlan0-va1 wlan0-va2 wlan0-va3 run in 802.1x </w:t>
      </w: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  <w:t>radius server IP : 172.20.10.250</w:t>
      </w: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  <w:t>interface        : br0</w:t>
      </w: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</w: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</w: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  <w:t>web_wps_setting.sh wlan0 open</w:t>
      </w: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  <w:t>radius_server.sh open wlan0-va0 172.20.10.250 br0</w:t>
      </w: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  <w:t>radius_server.sh open wlan0-va1 172.20.10.250 br0</w:t>
      </w: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  <w:t>radius_server.sh open wlan0-va2 172.20.10.250 br0</w:t>
      </w: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  <w:t>radius_server.sh open wlan0-va3 172.20.10.250 br0</w:t>
      </w:r>
    </w:p>
    <w:p w:rsidR="00940E33" w:rsidRPr="00140C9D" w:rsidRDefault="00940E33" w:rsidP="009F39BE">
      <w:pPr>
        <w:rPr>
          <w:kern w:val="0"/>
        </w:rPr>
      </w:pP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</w:r>
      <w:r w:rsidRPr="00140C9D">
        <w:rPr>
          <w:kern w:val="0"/>
        </w:rPr>
        <w:t>iwcontrol wlan0 wlan0-va0 wlan0-va1 wlan0-va2 wlan0-va3</w:t>
      </w:r>
    </w:p>
    <w:p w:rsidR="00940E33" w:rsidRPr="00140C9D" w:rsidRDefault="00940E33" w:rsidP="009F39BE">
      <w:pPr>
        <w:rPr>
          <w:kern w:val="0"/>
        </w:rPr>
      </w:pPr>
      <w:r w:rsidRPr="00140C9D">
        <w:rPr>
          <w:kern w:val="0"/>
        </w:rPr>
        <w:tab/>
      </w:r>
      <w:r w:rsidRPr="00140C9D">
        <w:rPr>
          <w:kern w:val="0"/>
        </w:rPr>
        <w:tab/>
      </w:r>
      <w:r w:rsidRPr="00140C9D">
        <w:rPr>
          <w:kern w:val="0"/>
        </w:rPr>
        <w:tab/>
      </w:r>
    </w:p>
    <w:p w:rsidR="00940E33" w:rsidRPr="009F39BE" w:rsidRDefault="00940E33" w:rsidP="009F39BE">
      <w:pPr>
        <w:rPr>
          <w:kern w:val="0"/>
        </w:rPr>
      </w:pPr>
      <w:r w:rsidRPr="00140C9D">
        <w:rPr>
          <w:kern w:val="0"/>
        </w:rPr>
        <w:tab/>
      </w:r>
      <w:r w:rsidRPr="00140C9D">
        <w:rPr>
          <w:kern w:val="0"/>
        </w:rPr>
        <w:tab/>
      </w:r>
      <w:r w:rsidRPr="009F39BE">
        <w:rPr>
          <w:kern w:val="0"/>
        </w:rPr>
        <w:t>Example 6 :</w:t>
      </w:r>
    </w:p>
    <w:p w:rsidR="00940E33" w:rsidRPr="009F39BE" w:rsidRDefault="00940E33" w:rsidP="009F39BE">
      <w:pPr>
        <w:rPr>
          <w:kern w:val="0"/>
        </w:rPr>
      </w:pPr>
      <w:r>
        <w:rPr>
          <w:kern w:val="0"/>
        </w:rPr>
        <w:tab/>
      </w:r>
      <w:r>
        <w:rPr>
          <w:kern w:val="0"/>
        </w:rPr>
        <w:tab/>
      </w:r>
      <w:r>
        <w:rPr>
          <w:kern w:val="0"/>
        </w:rPr>
        <w:tab/>
        <w:t xml:space="preserve">Close WPS :  from </w:t>
      </w:r>
      <w:r w:rsidRPr="009F39BE">
        <w:rPr>
          <w:kern w:val="0"/>
        </w:rPr>
        <w:t>wlan0</w:t>
      </w: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  <w:t xml:space="preserve">Close 802.1x : </w:t>
      </w:r>
      <w:r>
        <w:rPr>
          <w:kern w:val="0"/>
        </w:rPr>
        <w:t xml:space="preserve">from </w:t>
      </w:r>
      <w:r w:rsidRPr="009F39BE">
        <w:rPr>
          <w:kern w:val="0"/>
        </w:rPr>
        <w:t>wlan0-va0</w:t>
      </w: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</w: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  <w:t>web_wps_setting.sh wlan0 close</w:t>
      </w:r>
    </w:p>
    <w:p w:rsidR="00940E33" w:rsidRPr="009F39BE" w:rsidRDefault="00940E33" w:rsidP="009F39BE">
      <w:pPr>
        <w:rPr>
          <w:kern w:val="0"/>
        </w:rPr>
      </w:pP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  <w:t>radius_server.sh close wlan0-va0 172.20.10.250 br0</w:t>
      </w:r>
    </w:p>
    <w:p w:rsidR="00940E33" w:rsidRPr="00140C9D" w:rsidRDefault="00940E33" w:rsidP="009F39BE">
      <w:pPr>
        <w:rPr>
          <w:kern w:val="0"/>
        </w:rPr>
      </w:pPr>
      <w:r w:rsidRPr="009F39BE">
        <w:rPr>
          <w:kern w:val="0"/>
        </w:rPr>
        <w:tab/>
      </w:r>
      <w:r w:rsidRPr="009F39BE">
        <w:rPr>
          <w:kern w:val="0"/>
        </w:rPr>
        <w:tab/>
      </w:r>
      <w:r w:rsidRPr="009F39BE">
        <w:rPr>
          <w:kern w:val="0"/>
        </w:rPr>
        <w:tab/>
      </w:r>
      <w:r w:rsidRPr="00140C9D">
        <w:rPr>
          <w:kern w:val="0"/>
        </w:rPr>
        <w:t>iwcontrol wlan0 wlan0-va0 wlan0-va1 wlan0-va2 wlan0-va3</w:t>
      </w:r>
    </w:p>
    <w:p w:rsidR="00940E33" w:rsidRPr="00140C9D" w:rsidRDefault="00940E33" w:rsidP="00982ECB">
      <w:pPr>
        <w:rPr>
          <w:kern w:val="0"/>
        </w:rPr>
      </w:pPr>
    </w:p>
    <w:p w:rsidR="00940E33" w:rsidRPr="00140C9D" w:rsidRDefault="00940E33" w:rsidP="00982ECB">
      <w:pPr>
        <w:rPr>
          <w:kern w:val="0"/>
        </w:rPr>
      </w:pPr>
    </w:p>
    <w:p w:rsidR="00940E33" w:rsidRPr="00140C9D" w:rsidRDefault="00940E33" w:rsidP="00982ECB">
      <w:pPr>
        <w:rPr>
          <w:kern w:val="0"/>
        </w:rPr>
      </w:pPr>
    </w:p>
    <w:p w:rsidR="00940E33" w:rsidRPr="00140C9D" w:rsidRDefault="00940E33" w:rsidP="00982ECB">
      <w:pPr>
        <w:rPr>
          <w:kern w:val="0"/>
        </w:rPr>
      </w:pPr>
    </w:p>
    <w:p w:rsidR="00940E33" w:rsidRPr="00140C9D" w:rsidRDefault="00940E33" w:rsidP="00982ECB">
      <w:pPr>
        <w:rPr>
          <w:kern w:val="0"/>
        </w:rPr>
      </w:pPr>
    </w:p>
    <w:p w:rsidR="00940E33" w:rsidRPr="00140C9D" w:rsidRDefault="00940E33" w:rsidP="00982ECB">
      <w:pPr>
        <w:rPr>
          <w:kern w:val="0"/>
        </w:rPr>
      </w:pPr>
    </w:p>
    <w:p w:rsidR="00940E33" w:rsidRPr="00140C9D" w:rsidRDefault="00940E33" w:rsidP="00982ECB">
      <w:pPr>
        <w:rPr>
          <w:kern w:val="0"/>
        </w:rPr>
      </w:pPr>
    </w:p>
    <w:p w:rsidR="00940E33" w:rsidRPr="00140C9D" w:rsidRDefault="00940E33" w:rsidP="00982ECB">
      <w:pPr>
        <w:rPr>
          <w:kern w:val="0"/>
        </w:rPr>
      </w:pPr>
    </w:p>
    <w:p w:rsidR="00940E33" w:rsidRPr="00140C9D" w:rsidRDefault="00940E33" w:rsidP="00982ECB">
      <w:pPr>
        <w:rPr>
          <w:kern w:val="0"/>
        </w:rPr>
      </w:pPr>
    </w:p>
    <w:p w:rsidR="00940E33" w:rsidRPr="00140C9D" w:rsidRDefault="00940E33" w:rsidP="00982ECB">
      <w:pPr>
        <w:rPr>
          <w:kern w:val="0"/>
        </w:rPr>
      </w:pPr>
    </w:p>
    <w:p w:rsidR="00940E33" w:rsidRPr="00140C9D" w:rsidRDefault="00940E33" w:rsidP="00982ECB">
      <w:pPr>
        <w:rPr>
          <w:kern w:val="0"/>
        </w:rPr>
      </w:pPr>
    </w:p>
    <w:p w:rsidR="00940E33" w:rsidRPr="00140C9D" w:rsidRDefault="00940E33" w:rsidP="00982ECB">
      <w:pPr>
        <w:rPr>
          <w:kern w:val="0"/>
        </w:rPr>
      </w:pPr>
    </w:p>
    <w:p w:rsidR="00940E33" w:rsidRPr="00F14E7D" w:rsidRDefault="00940E33" w:rsidP="00F14E7D">
      <w:pPr>
        <w:rPr>
          <w:kern w:val="0"/>
        </w:rPr>
      </w:pPr>
      <w:r w:rsidRPr="00F14E7D">
        <w:rPr>
          <w:kern w:val="0"/>
        </w:rPr>
        <w:t xml:space="preserve">Note : </w:t>
      </w:r>
    </w:p>
    <w:p w:rsidR="00940E33" w:rsidRPr="00F14E7D" w:rsidRDefault="00940E33" w:rsidP="00F14E7D">
      <w:pPr>
        <w:rPr>
          <w:kern w:val="0"/>
        </w:rPr>
      </w:pPr>
      <w:r w:rsidRPr="00F14E7D">
        <w:rPr>
          <w:kern w:val="0"/>
        </w:rPr>
        <w:tab/>
        <w:t>If you have re-start the wifi device.</w:t>
      </w:r>
    </w:p>
    <w:p w:rsidR="00940E33" w:rsidRPr="00C82804" w:rsidRDefault="00940E33" w:rsidP="00F14E7D">
      <w:pPr>
        <w:rPr>
          <w:b/>
          <w:color w:val="FF0000"/>
          <w:kern w:val="0"/>
        </w:rPr>
      </w:pPr>
      <w:r w:rsidRPr="00F14E7D">
        <w:rPr>
          <w:color w:val="FF0000"/>
          <w:kern w:val="0"/>
        </w:rPr>
        <w:tab/>
      </w:r>
      <w:r w:rsidRPr="00C82804">
        <w:rPr>
          <w:b/>
          <w:color w:val="FF0000"/>
          <w:kern w:val="0"/>
        </w:rPr>
        <w:t>A.</w:t>
      </w:r>
      <w:r w:rsidRPr="00C82804">
        <w:rPr>
          <w:b/>
          <w:color w:val="FF0000"/>
          <w:kern w:val="0"/>
        </w:rPr>
        <w:tab/>
        <w:t>device is root device ( wlan0 )</w:t>
      </w:r>
    </w:p>
    <w:p w:rsidR="00940E33" w:rsidRPr="00F14E7D" w:rsidRDefault="00940E33" w:rsidP="00F14E7D">
      <w:pPr>
        <w:ind w:left="480" w:firstLine="480"/>
        <w:rPr>
          <w:kern w:val="0"/>
        </w:rPr>
      </w:pPr>
      <w:r w:rsidRPr="00F14E7D">
        <w:rPr>
          <w:kern w:val="0"/>
        </w:rPr>
        <w:t>You must re-start the auth daemon of every wifi device.</w:t>
      </w:r>
    </w:p>
    <w:p w:rsidR="00940E33" w:rsidRPr="00F14E7D" w:rsidRDefault="00940E33" w:rsidP="00F14E7D">
      <w:pPr>
        <w:ind w:left="480" w:firstLine="480"/>
        <w:rPr>
          <w:kern w:val="0"/>
        </w:rPr>
      </w:pPr>
      <w:r w:rsidRPr="00F14E7D">
        <w:rPr>
          <w:kern w:val="0"/>
        </w:rPr>
        <w:t xml:space="preserve">For Example : </w:t>
      </w:r>
    </w:p>
    <w:p w:rsidR="00940E33" w:rsidRPr="00F14E7D" w:rsidRDefault="00940E33" w:rsidP="00F14E7D">
      <w:pPr>
        <w:ind w:left="480" w:firstLine="480"/>
        <w:rPr>
          <w:kern w:val="0"/>
        </w:rPr>
      </w:pPr>
      <w:r w:rsidRPr="00F14E7D">
        <w:rPr>
          <w:color w:val="FF0000"/>
          <w:kern w:val="0"/>
        </w:rPr>
        <w:t xml:space="preserve">a. </w:t>
      </w:r>
      <w:r w:rsidRPr="00F14E7D">
        <w:rPr>
          <w:kern w:val="0"/>
        </w:rPr>
        <w:t xml:space="preserve">wlan0 is in 802.1x mode </w:t>
      </w:r>
    </w:p>
    <w:p w:rsidR="00940E33" w:rsidRPr="00F14E7D" w:rsidRDefault="00940E33" w:rsidP="00F14E7D">
      <w:pPr>
        <w:ind w:left="480" w:firstLine="480"/>
        <w:rPr>
          <w:kern w:val="0"/>
        </w:rPr>
      </w:pPr>
      <w:r w:rsidRPr="00F14E7D">
        <w:rPr>
          <w:color w:val="FF0000"/>
          <w:kern w:val="0"/>
        </w:rPr>
        <w:t>b.</w:t>
      </w:r>
      <w:r w:rsidRPr="00F14E7D">
        <w:rPr>
          <w:kern w:val="0"/>
        </w:rPr>
        <w:t xml:space="preserve"> </w:t>
      </w:r>
      <w:r>
        <w:rPr>
          <w:kern w:val="0"/>
        </w:rPr>
        <w:tab/>
      </w:r>
      <w:r w:rsidRPr="00F14E7D">
        <w:rPr>
          <w:kern w:val="0"/>
        </w:rPr>
        <w:t xml:space="preserve">If you re-start wlan0 </w:t>
      </w:r>
    </w:p>
    <w:p w:rsidR="00940E33" w:rsidRDefault="00940E33" w:rsidP="00F14E7D">
      <w:pPr>
        <w:ind w:left="960" w:firstLine="480"/>
        <w:rPr>
          <w:kern w:val="0"/>
        </w:rPr>
      </w:pPr>
      <w:r>
        <w:rPr>
          <w:kern w:val="0"/>
        </w:rPr>
        <w:t>i</w:t>
      </w:r>
      <w:r w:rsidRPr="00F14E7D">
        <w:rPr>
          <w:kern w:val="0"/>
        </w:rPr>
        <w:t>fconfig wlan0 down</w:t>
      </w:r>
    </w:p>
    <w:p w:rsidR="00940E33" w:rsidRPr="00F14E7D" w:rsidRDefault="00940E33" w:rsidP="00F14E7D">
      <w:pPr>
        <w:ind w:left="960" w:firstLine="480"/>
        <w:rPr>
          <w:kern w:val="0"/>
        </w:rPr>
      </w:pPr>
      <w:r>
        <w:rPr>
          <w:kern w:val="0"/>
        </w:rPr>
        <w:t>i</w:t>
      </w:r>
      <w:r w:rsidRPr="00F14E7D">
        <w:rPr>
          <w:kern w:val="0"/>
        </w:rPr>
        <w:t>fconfig wlan0 up</w:t>
      </w:r>
    </w:p>
    <w:p w:rsidR="00940E33" w:rsidRPr="00F14E7D" w:rsidRDefault="00940E33" w:rsidP="00F14E7D">
      <w:pPr>
        <w:ind w:left="480" w:firstLine="480"/>
        <w:rPr>
          <w:color w:val="FF0000"/>
          <w:kern w:val="0"/>
        </w:rPr>
      </w:pPr>
      <w:r w:rsidRPr="00F14E7D">
        <w:rPr>
          <w:color w:val="FF0000"/>
          <w:kern w:val="0"/>
        </w:rPr>
        <w:t>c.</w:t>
      </w:r>
    </w:p>
    <w:p w:rsidR="00940E33" w:rsidRPr="00F14E7D" w:rsidRDefault="00940E33" w:rsidP="00F14E7D">
      <w:pPr>
        <w:ind w:left="480" w:firstLine="480"/>
        <w:rPr>
          <w:kern w:val="0"/>
        </w:rPr>
      </w:pPr>
      <w:r w:rsidRPr="00F14E7D">
        <w:rPr>
          <w:kern w:val="0"/>
        </w:rPr>
        <w:t>The you must re-start all 802.1x from each wifi device</w:t>
      </w:r>
    </w:p>
    <w:p w:rsidR="00940E33" w:rsidRPr="00F14E7D" w:rsidRDefault="00940E33" w:rsidP="00F14E7D">
      <w:pPr>
        <w:ind w:left="480" w:firstLine="480"/>
        <w:rPr>
          <w:kern w:val="0"/>
          <w:lang w:val="fr-FR"/>
        </w:rPr>
      </w:pPr>
      <w:r w:rsidRPr="00F14E7D">
        <w:rPr>
          <w:kern w:val="0"/>
          <w:lang w:val="fr-FR"/>
        </w:rPr>
        <w:t>./radius_server.sh close wlan0 , wlan0-va0 , wlan0-va1 , wlan0-va2 , wlan0-va3</w:t>
      </w:r>
    </w:p>
    <w:p w:rsidR="00940E33" w:rsidRPr="00F14E7D" w:rsidRDefault="00940E33" w:rsidP="00F14E7D">
      <w:pPr>
        <w:ind w:left="480" w:firstLine="480"/>
        <w:rPr>
          <w:kern w:val="0"/>
          <w:lang w:val="fr-FR"/>
        </w:rPr>
      </w:pPr>
      <w:r w:rsidRPr="00F14E7D">
        <w:rPr>
          <w:kern w:val="0"/>
          <w:lang w:val="fr-FR"/>
        </w:rPr>
        <w:t>./radius_server.sh open wlan0 172.20.10.250 br0</w:t>
      </w:r>
    </w:p>
    <w:p w:rsidR="00940E33" w:rsidRPr="00F14E7D" w:rsidRDefault="00940E33" w:rsidP="00F14E7D">
      <w:pPr>
        <w:ind w:left="480" w:firstLine="480"/>
        <w:rPr>
          <w:kern w:val="0"/>
          <w:lang w:val="fr-FR"/>
        </w:rPr>
      </w:pPr>
      <w:r w:rsidRPr="00F14E7D">
        <w:rPr>
          <w:kern w:val="0"/>
          <w:lang w:val="fr-FR"/>
        </w:rPr>
        <w:t>./radius_server.sh open wlan0-va0 172.20.10.250 br0</w:t>
      </w:r>
    </w:p>
    <w:p w:rsidR="00940E33" w:rsidRPr="00F14E7D" w:rsidRDefault="00940E33" w:rsidP="00F14E7D">
      <w:pPr>
        <w:ind w:left="480" w:firstLine="480"/>
        <w:rPr>
          <w:kern w:val="0"/>
          <w:lang w:val="fr-FR"/>
        </w:rPr>
      </w:pPr>
      <w:r w:rsidRPr="00F14E7D">
        <w:rPr>
          <w:kern w:val="0"/>
          <w:lang w:val="fr-FR"/>
        </w:rPr>
        <w:t>./radius_server.sh open wlan0-va1 172.20.10.250 br0</w:t>
      </w:r>
    </w:p>
    <w:p w:rsidR="00940E33" w:rsidRPr="00F14E7D" w:rsidRDefault="00940E33" w:rsidP="00F14E7D">
      <w:pPr>
        <w:ind w:left="480" w:firstLine="480"/>
        <w:rPr>
          <w:kern w:val="0"/>
          <w:lang w:val="fr-FR"/>
        </w:rPr>
      </w:pPr>
      <w:r w:rsidRPr="00F14E7D">
        <w:rPr>
          <w:kern w:val="0"/>
          <w:lang w:val="fr-FR"/>
        </w:rPr>
        <w:t>./radius_server.sh open wlan0-va2 172.20.10.250 br0</w:t>
      </w:r>
    </w:p>
    <w:p w:rsidR="00940E33" w:rsidRPr="00F14E7D" w:rsidRDefault="00940E33" w:rsidP="00F14E7D">
      <w:pPr>
        <w:ind w:left="480" w:firstLine="480"/>
        <w:rPr>
          <w:kern w:val="0"/>
          <w:lang w:val="fr-FR"/>
        </w:rPr>
      </w:pPr>
      <w:r w:rsidRPr="00F14E7D">
        <w:rPr>
          <w:kern w:val="0"/>
          <w:lang w:val="fr-FR"/>
        </w:rPr>
        <w:t>./radius_server.sh open wlan0-va3 172.20.10.250 br0</w:t>
      </w:r>
    </w:p>
    <w:p w:rsidR="00940E33" w:rsidRPr="00F14E7D" w:rsidRDefault="00940E33" w:rsidP="00F14E7D">
      <w:pPr>
        <w:ind w:left="480" w:firstLine="480"/>
        <w:rPr>
          <w:kern w:val="0"/>
          <w:lang w:val="fr-FR"/>
        </w:rPr>
      </w:pPr>
      <w:r w:rsidRPr="00F14E7D">
        <w:rPr>
          <w:kern w:val="0"/>
          <w:lang w:val="fr-FR"/>
        </w:rPr>
        <w:t>./iwcontrol wlan0 wlan0-va0 wlan0-va1 wlan0-va2 wlan0-va3</w:t>
      </w:r>
    </w:p>
    <w:p w:rsidR="00940E33" w:rsidRDefault="00940E33" w:rsidP="00F14E7D">
      <w:pPr>
        <w:rPr>
          <w:kern w:val="0"/>
          <w:lang w:val="fr-FR"/>
        </w:rPr>
      </w:pPr>
    </w:p>
    <w:p w:rsidR="00940E33" w:rsidRPr="00140C9D" w:rsidRDefault="00940E33" w:rsidP="00F14E7D">
      <w:pPr>
        <w:ind w:firstLine="480"/>
        <w:rPr>
          <w:b/>
          <w:color w:val="FF0000"/>
          <w:kern w:val="0"/>
          <w:lang w:val="fr-FR"/>
        </w:rPr>
      </w:pPr>
      <w:r w:rsidRPr="00140C9D">
        <w:rPr>
          <w:b/>
          <w:color w:val="FF0000"/>
          <w:kern w:val="0"/>
          <w:lang w:val="fr-FR"/>
        </w:rPr>
        <w:t>B.</w:t>
      </w:r>
      <w:r w:rsidRPr="00140C9D">
        <w:rPr>
          <w:b/>
          <w:color w:val="FF0000"/>
          <w:kern w:val="0"/>
          <w:lang w:val="fr-FR"/>
        </w:rPr>
        <w:tab/>
        <w:t>device is virtual device ( wlan0 )</w:t>
      </w:r>
    </w:p>
    <w:p w:rsidR="00940E33" w:rsidRPr="00F14E7D" w:rsidRDefault="00940E33" w:rsidP="00F14E7D">
      <w:pPr>
        <w:ind w:left="480" w:firstLine="480"/>
        <w:rPr>
          <w:kern w:val="0"/>
        </w:rPr>
      </w:pPr>
      <w:r w:rsidRPr="00F14E7D">
        <w:rPr>
          <w:kern w:val="0"/>
        </w:rPr>
        <w:t>You only need re-start the auth daemon of correspond wifi device.</w:t>
      </w:r>
    </w:p>
    <w:p w:rsidR="00940E33" w:rsidRPr="00F14E7D" w:rsidRDefault="00940E33" w:rsidP="00F14E7D">
      <w:pPr>
        <w:rPr>
          <w:kern w:val="0"/>
        </w:rPr>
      </w:pPr>
    </w:p>
    <w:p w:rsidR="00940E33" w:rsidRPr="00F14E7D" w:rsidRDefault="00940E33" w:rsidP="00F14E7D">
      <w:pPr>
        <w:ind w:left="480" w:firstLine="480"/>
        <w:rPr>
          <w:kern w:val="0"/>
        </w:rPr>
      </w:pPr>
      <w:r w:rsidRPr="00F14E7D">
        <w:rPr>
          <w:kern w:val="0"/>
        </w:rPr>
        <w:t xml:space="preserve">For Example : </w:t>
      </w:r>
    </w:p>
    <w:p w:rsidR="00940E33" w:rsidRPr="00F14E7D" w:rsidRDefault="00940E33" w:rsidP="00F14E7D">
      <w:pPr>
        <w:ind w:left="480" w:firstLine="480"/>
        <w:rPr>
          <w:kern w:val="0"/>
        </w:rPr>
      </w:pPr>
      <w:r>
        <w:rPr>
          <w:kern w:val="0"/>
        </w:rPr>
        <w:t>a</w:t>
      </w:r>
      <w:r w:rsidRPr="00F14E7D">
        <w:rPr>
          <w:kern w:val="0"/>
        </w:rPr>
        <w:t xml:space="preserve">. </w:t>
      </w:r>
      <w:r>
        <w:rPr>
          <w:kern w:val="0"/>
        </w:rPr>
        <w:tab/>
      </w:r>
      <w:r w:rsidRPr="00F14E7D">
        <w:rPr>
          <w:kern w:val="0"/>
        </w:rPr>
        <w:t xml:space="preserve">wlan0-va0 is in 802.1x mode </w:t>
      </w:r>
    </w:p>
    <w:p w:rsidR="00940E33" w:rsidRPr="00F14E7D" w:rsidRDefault="00940E33" w:rsidP="00F14E7D">
      <w:pPr>
        <w:ind w:left="480" w:firstLine="480"/>
        <w:rPr>
          <w:kern w:val="0"/>
        </w:rPr>
      </w:pPr>
      <w:r>
        <w:rPr>
          <w:kern w:val="0"/>
        </w:rPr>
        <w:t>b</w:t>
      </w:r>
      <w:r w:rsidRPr="00F14E7D">
        <w:rPr>
          <w:kern w:val="0"/>
        </w:rPr>
        <w:t xml:space="preserve">. </w:t>
      </w:r>
      <w:r>
        <w:rPr>
          <w:kern w:val="0"/>
        </w:rPr>
        <w:tab/>
      </w:r>
      <w:r w:rsidRPr="00F14E7D">
        <w:rPr>
          <w:kern w:val="0"/>
        </w:rPr>
        <w:t>If you re-start wlan0-va0</w:t>
      </w:r>
    </w:p>
    <w:p w:rsidR="00940E33" w:rsidRPr="00F14E7D" w:rsidRDefault="00940E33" w:rsidP="00F14E7D">
      <w:pPr>
        <w:ind w:left="960" w:firstLine="480"/>
        <w:rPr>
          <w:kern w:val="0"/>
        </w:rPr>
      </w:pPr>
      <w:r>
        <w:rPr>
          <w:kern w:val="0"/>
        </w:rPr>
        <w:t>i</w:t>
      </w:r>
      <w:r w:rsidRPr="00F14E7D">
        <w:rPr>
          <w:kern w:val="0"/>
        </w:rPr>
        <w:t>fconfig wlan0-va0 down</w:t>
      </w:r>
    </w:p>
    <w:p w:rsidR="00940E33" w:rsidRPr="00F14E7D" w:rsidRDefault="00940E33" w:rsidP="00F14E7D">
      <w:pPr>
        <w:ind w:left="960" w:firstLine="480"/>
        <w:rPr>
          <w:kern w:val="0"/>
        </w:rPr>
      </w:pPr>
      <w:r w:rsidRPr="00F14E7D">
        <w:rPr>
          <w:kern w:val="0"/>
        </w:rPr>
        <w:t>ifconfig wlan0-va0 up</w:t>
      </w:r>
    </w:p>
    <w:p w:rsidR="00940E33" w:rsidRPr="00F14E7D" w:rsidRDefault="00940E33" w:rsidP="00F14E7D">
      <w:pPr>
        <w:ind w:left="480" w:firstLine="480"/>
        <w:rPr>
          <w:kern w:val="0"/>
        </w:rPr>
      </w:pPr>
      <w:r>
        <w:rPr>
          <w:kern w:val="0"/>
        </w:rPr>
        <w:t>c</w:t>
      </w:r>
      <w:r w:rsidRPr="00F14E7D">
        <w:rPr>
          <w:kern w:val="0"/>
        </w:rPr>
        <w:t>.</w:t>
      </w:r>
    </w:p>
    <w:p w:rsidR="00940E33" w:rsidRPr="00F14E7D" w:rsidRDefault="00940E33" w:rsidP="00F14E7D">
      <w:pPr>
        <w:ind w:left="960" w:firstLine="480"/>
        <w:rPr>
          <w:kern w:val="0"/>
        </w:rPr>
      </w:pPr>
      <w:r w:rsidRPr="00F14E7D">
        <w:rPr>
          <w:kern w:val="0"/>
        </w:rPr>
        <w:t>The you only need re-start the auth daemon of wlan0-va0</w:t>
      </w:r>
    </w:p>
    <w:p w:rsidR="00940E33" w:rsidRPr="00F14E7D" w:rsidRDefault="00940E33" w:rsidP="00F14E7D">
      <w:pPr>
        <w:ind w:left="960" w:firstLine="480"/>
        <w:rPr>
          <w:kern w:val="0"/>
        </w:rPr>
      </w:pPr>
      <w:r w:rsidRPr="00F14E7D">
        <w:rPr>
          <w:kern w:val="0"/>
        </w:rPr>
        <w:t>./radius_server.sh close wlan0-va0</w:t>
      </w:r>
    </w:p>
    <w:p w:rsidR="00940E33" w:rsidRPr="00F14E7D" w:rsidRDefault="00940E33" w:rsidP="00F14E7D">
      <w:pPr>
        <w:ind w:left="960" w:firstLine="480"/>
        <w:rPr>
          <w:kern w:val="0"/>
        </w:rPr>
      </w:pPr>
      <w:r>
        <w:rPr>
          <w:kern w:val="0"/>
        </w:rPr>
        <w:t>.</w:t>
      </w:r>
      <w:r w:rsidRPr="00F14E7D">
        <w:rPr>
          <w:kern w:val="0"/>
        </w:rPr>
        <w:t>/radius_server.sh open wlan0-va0 172.20.10.250 br0</w:t>
      </w:r>
    </w:p>
    <w:p w:rsidR="00940E33" w:rsidRPr="00140C9D" w:rsidRDefault="00940E33" w:rsidP="00F14E7D">
      <w:pPr>
        <w:ind w:left="960" w:firstLine="480"/>
        <w:rPr>
          <w:kern w:val="0"/>
        </w:rPr>
      </w:pPr>
      <w:r w:rsidRPr="00140C9D">
        <w:rPr>
          <w:kern w:val="0"/>
        </w:rPr>
        <w:t>./iwcontrol wlan0 wlan0-va0 wlan0-va1 wlan0-va2 wlan0-va3</w:t>
      </w:r>
    </w:p>
    <w:p w:rsidR="00940E33" w:rsidRPr="00140C9D" w:rsidRDefault="00940E33" w:rsidP="00982ECB">
      <w:pPr>
        <w:rPr>
          <w:kern w:val="0"/>
        </w:rPr>
      </w:pPr>
    </w:p>
    <w:p w:rsidR="00940E33" w:rsidRPr="00140C9D" w:rsidRDefault="00940E33" w:rsidP="00982ECB">
      <w:pPr>
        <w:rPr>
          <w:kern w:val="0"/>
        </w:rPr>
      </w:pPr>
    </w:p>
    <w:p w:rsidR="00940E33" w:rsidRPr="00140C9D" w:rsidRDefault="00940E33" w:rsidP="00982ECB">
      <w:pPr>
        <w:rPr>
          <w:kern w:val="0"/>
        </w:rPr>
      </w:pPr>
    </w:p>
    <w:p w:rsidR="00940E33" w:rsidRPr="00140C9D" w:rsidRDefault="00940E33" w:rsidP="00982ECB">
      <w:pPr>
        <w:rPr>
          <w:kern w:val="0"/>
        </w:rPr>
      </w:pPr>
    </w:p>
    <w:p w:rsidR="00940E33" w:rsidRPr="00140C9D" w:rsidRDefault="00940E33" w:rsidP="00982ECB">
      <w:pPr>
        <w:rPr>
          <w:kern w:val="0"/>
        </w:rPr>
      </w:pPr>
    </w:p>
    <w:p w:rsidR="00940E33" w:rsidRPr="00341954" w:rsidRDefault="00940E33" w:rsidP="00982ECB">
      <w:pPr>
        <w:rPr>
          <w:bCs/>
        </w:rPr>
      </w:pPr>
      <w:r w:rsidRPr="00341954">
        <w:rPr>
          <w:bCs/>
        </w:rPr>
        <w:t>System Architecture</w:t>
      </w:r>
    </w:p>
    <w:p w:rsidR="00940E33" w:rsidRPr="004F0F2A" w:rsidRDefault="00940E33" w:rsidP="00982ECB"/>
    <w:p w:rsidR="00940E33" w:rsidRPr="004F0F2A" w:rsidRDefault="00940E33" w:rsidP="00982ECB"/>
    <w:p w:rsidR="00940E33" w:rsidRPr="004F0F2A" w:rsidRDefault="00940E33" w:rsidP="00982ECB">
      <w:r>
        <w:rPr>
          <w:noProof/>
        </w:rPr>
        <w:pict>
          <v:roundrect id="圓角矩形 42" o:spid="_x0000_s1026" style="position:absolute;margin-left:27pt;margin-top:0;width:468pt;height:81pt;z-index:25163929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" strokeweight="1pt">
            <v:stroke dashstyle="dash"/>
          </v:round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41" o:spid="_x0000_s1027" type="#_x0000_t202" style="position:absolute;margin-left:-1in;margin-top:0;width:91.9pt;height:128.7pt;z-index:25164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" stroked="f">
            <v:imagedata embosscolor="shadow add(51)"/>
            <v:shadow on="t" type="emboss" color="#999" color2="shadow add(102)" offset="1pt,1pt" offset2="-1pt,-1pt"/>
            <v:textbox inset="0,0,0,0">
              <w:txbxContent>
                <w:p w:rsidR="00940E33" w:rsidRPr="0070114D" w:rsidRDefault="00940E33" w:rsidP="0070114D">
                  <w:pPr>
                    <w:rPr>
                      <w:sz w:val="16"/>
                    </w:rPr>
                  </w:pPr>
                  <w:r w:rsidRPr="0070114D">
                    <w:rPr>
                      <w:sz w:val="16"/>
                    </w:rPr>
                    <w:t>INIT_QUEUE</w:t>
                  </w:r>
                </w:p>
                <w:p w:rsidR="00940E33" w:rsidRPr="0070114D" w:rsidRDefault="00940E33" w:rsidP="0070114D">
                  <w:pPr>
                    <w:rPr>
                      <w:sz w:val="16"/>
                    </w:rPr>
                  </w:pPr>
                  <w:r w:rsidRPr="0070114D">
                    <w:rPr>
                      <w:sz w:val="16"/>
                    </w:rPr>
                    <w:t>SET_RSNIE</w:t>
                  </w:r>
                </w:p>
                <w:p w:rsidR="00940E33" w:rsidRPr="0070114D" w:rsidRDefault="00940E33" w:rsidP="0070114D">
                  <w:pPr>
                    <w:rPr>
                      <w:sz w:val="16"/>
                    </w:rPr>
                  </w:pPr>
                  <w:r w:rsidRPr="0070114D">
                    <w:rPr>
                      <w:sz w:val="16"/>
                    </w:rPr>
                    <w:t>SET_KEY</w:t>
                  </w:r>
                </w:p>
                <w:p w:rsidR="00940E33" w:rsidRPr="0070114D" w:rsidRDefault="00940E33" w:rsidP="0070114D">
                  <w:pPr>
                    <w:rPr>
                      <w:sz w:val="16"/>
                    </w:rPr>
                  </w:pPr>
                  <w:r w:rsidRPr="0070114D">
                    <w:rPr>
                      <w:sz w:val="16"/>
                    </w:rPr>
                    <w:t>DELETE_KEY</w:t>
                  </w:r>
                </w:p>
                <w:p w:rsidR="00940E33" w:rsidRPr="0070114D" w:rsidRDefault="00940E33" w:rsidP="0070114D">
                  <w:pPr>
                    <w:rPr>
                      <w:sz w:val="16"/>
                    </w:rPr>
                  </w:pPr>
                  <w:r w:rsidRPr="0070114D">
                    <w:rPr>
                      <w:sz w:val="16"/>
                    </w:rPr>
                    <w:t>SET_PORT</w:t>
                  </w:r>
                </w:p>
                <w:p w:rsidR="00940E33" w:rsidRPr="0070114D" w:rsidRDefault="00940E33" w:rsidP="0070114D">
                  <w:pPr>
                    <w:rPr>
                      <w:sz w:val="16"/>
                    </w:rPr>
                  </w:pPr>
                  <w:r w:rsidRPr="0070114D">
                    <w:rPr>
                      <w:sz w:val="16"/>
                    </w:rPr>
                    <w:t>DISCONNECT_req</w:t>
                  </w:r>
                </w:p>
                <w:p w:rsidR="00940E33" w:rsidRPr="0070114D" w:rsidRDefault="00940E33" w:rsidP="0070114D">
                  <w:pPr>
                    <w:rPr>
                      <w:sz w:val="16"/>
                    </w:rPr>
                  </w:pPr>
                  <w:r w:rsidRPr="0070114D">
                    <w:rPr>
                      <w:sz w:val="16"/>
                    </w:rPr>
                    <w:t>MICERR_REPORT</w:t>
                  </w:r>
                </w:p>
                <w:p w:rsidR="00940E33" w:rsidRPr="0070114D" w:rsidRDefault="00940E33" w:rsidP="0070114D">
                  <w:pPr>
                    <w:rPr>
                      <w:sz w:val="16"/>
                    </w:rPr>
                  </w:pPr>
                  <w:r w:rsidRPr="0070114D">
                    <w:rPr>
                      <w:sz w:val="16"/>
                    </w:rPr>
                    <w:t>QUERY_GKEY_TSC</w:t>
                  </w:r>
                </w:p>
                <w:p w:rsidR="00940E33" w:rsidRPr="0070114D" w:rsidRDefault="00940E33" w:rsidP="0070114D">
                  <w:pPr>
                    <w:rPr>
                      <w:sz w:val="16"/>
                    </w:rPr>
                  </w:pPr>
                  <w:r w:rsidRPr="0070114D">
                    <w:rPr>
                      <w:sz w:val="16"/>
                    </w:rPr>
                    <w:t>ACCT_SET_EXPIRE (x)</w:t>
                  </w:r>
                </w:p>
                <w:p w:rsidR="00940E33" w:rsidRDefault="00940E33" w:rsidP="0070114D">
                  <w:pPr>
                    <w:rPr>
                      <w:sz w:val="16"/>
                    </w:rPr>
                  </w:pPr>
                  <w:r w:rsidRPr="0070114D">
                    <w:rPr>
                      <w:sz w:val="16"/>
                    </w:rPr>
                    <w:t>ACCT_QUERY_STAT (x)</w:t>
                  </w:r>
                </w:p>
              </w:txbxContent>
            </v:textbox>
          </v:shape>
        </w:pict>
      </w:r>
    </w:p>
    <w:p w:rsidR="00940E33" w:rsidRPr="004F0F2A" w:rsidRDefault="00940E33" w:rsidP="00982ECB">
      <w:r>
        <w:rPr>
          <w:noProof/>
        </w:rPr>
        <w:pict>
          <v:shape id="文字方塊 40" o:spid="_x0000_s1028" type="#_x0000_t202" style="position:absolute;margin-left:99pt;margin-top:9pt;width:126pt;height:27pt;z-index:251640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">
            <v:textbox>
              <w:txbxContent>
                <w:p w:rsidR="00940E33" w:rsidRDefault="00940E33" w:rsidP="008C25A1">
                  <w:pPr>
                    <w:jc w:val="center"/>
                  </w:pPr>
                  <w:r>
                    <w:t>802.1x daemon (auth)</w:t>
                  </w:r>
                </w:p>
                <w:p w:rsidR="00940E33" w:rsidRDefault="00940E33" w:rsidP="00982ECB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文字方塊 39" o:spid="_x0000_s1029" type="#_x0000_t202" style="position:absolute;margin-left:234pt;margin-top:9pt;width:102pt;height:27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">
            <v:textbox>
              <w:txbxContent>
                <w:p w:rsidR="00940E33" w:rsidRDefault="00940E33" w:rsidP="008C25A1">
                  <w:pPr>
                    <w:jc w:val="center"/>
                  </w:pPr>
                  <w:r>
                    <w:t>IAPP daemon</w:t>
                  </w:r>
                </w:p>
                <w:p w:rsidR="00940E33" w:rsidRDefault="00940E33" w:rsidP="00982ECB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文字方塊 38" o:spid="_x0000_s1030" type="#_x0000_t202" style="position:absolute;margin-left:342pt;margin-top:9pt;width:108pt;height:27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">
            <v:textbox>
              <w:txbxContent>
                <w:p w:rsidR="00940E33" w:rsidRDefault="00940E33" w:rsidP="008C25A1">
                  <w:pPr>
                    <w:jc w:val="center"/>
                  </w:pPr>
                  <w:r>
                    <w:t>WPS daemon</w:t>
                  </w:r>
                </w:p>
                <w:p w:rsidR="00940E33" w:rsidRDefault="00940E33" w:rsidP="00982ECB">
                  <w:pPr>
                    <w:jc w:val="center"/>
                  </w:pPr>
                </w:p>
              </w:txbxContent>
            </v:textbox>
          </v:shape>
        </w:pict>
      </w:r>
    </w:p>
    <w:p w:rsidR="00940E33" w:rsidRPr="004F0F2A" w:rsidRDefault="00940E33" w:rsidP="00982ECB"/>
    <w:p w:rsidR="00940E33" w:rsidRPr="004F0F2A" w:rsidRDefault="00940E33" w:rsidP="00982ECB">
      <w:r>
        <w:rPr>
          <w:noProof/>
        </w:rPr>
        <w:pict>
          <v:line id="直線接點 37" o:spid="_x0000_s1031" style="position:absolute;flip:y;z-index:251652608;visibility:visible" from="405pt,0" to="405pt,8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">
            <v:stroke endarrow="block"/>
          </v:line>
        </w:pict>
      </w:r>
      <w:r>
        <w:rPr>
          <w:noProof/>
        </w:rPr>
        <w:pict>
          <v:line id="直線接點 36" o:spid="_x0000_s1032" style="position:absolute;flip:y;z-index:251648512;visibility:visible" from="279pt,0" to="279pt,8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">
            <v:stroke endarrow="block"/>
          </v:line>
        </w:pict>
      </w:r>
      <w:r>
        <w:rPr>
          <w:noProof/>
        </w:rPr>
        <w:pict>
          <v:line id="直線接點 35" o:spid="_x0000_s1033" style="position:absolute;flip:y;z-index:251645440;visibility:visible" from="162pt,0" to="162pt,8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">
            <v:stroke endarrow="block"/>
          </v:line>
        </w:pict>
      </w:r>
    </w:p>
    <w:p w:rsidR="00940E33" w:rsidRPr="004F0F2A" w:rsidRDefault="00940E33" w:rsidP="00982ECB">
      <w:r>
        <w:rPr>
          <w:noProof/>
        </w:rPr>
        <w:pict>
          <v:line id="直線接點 34" o:spid="_x0000_s1034" style="position:absolute;z-index:251649536;visibility:visible" from="81pt,9pt" to="81pt,29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">
            <v:stroke endarrow="block"/>
          </v:line>
        </w:pict>
      </w:r>
    </w:p>
    <w:p w:rsidR="00940E33" w:rsidRPr="004F0F2A" w:rsidRDefault="00940E33" w:rsidP="00982ECB">
      <w:pPr>
        <w:rPr>
          <w:color w:val="FF0000"/>
        </w:rPr>
      </w:pPr>
      <w:r>
        <w:rPr>
          <w:noProof/>
        </w:rPr>
        <w:pict>
          <v:oval id="橢圓 33" o:spid="_x0000_s1035" style="position:absolute;margin-left:440.95pt;margin-top:2.7pt;width:38.25pt;height:36pt;z-index:251671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" strokecolor="red">
            <v:textbox>
              <w:txbxContent>
                <w:p w:rsidR="00940E33" w:rsidRPr="00CD2C57" w:rsidRDefault="00940E33" w:rsidP="00982ECB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5</w:t>
                  </w:r>
                </w:p>
              </w:txbxContent>
            </v:textbox>
          </v:oval>
        </w:pict>
      </w:r>
      <w:r>
        <w:rPr>
          <w:noProof/>
        </w:rPr>
        <w:pict>
          <v:line id="直線接點 32" o:spid="_x0000_s1036" style="position:absolute;flip:x y;z-index:251672064;visibility:visible" from="162pt,13.5pt" to="441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" strokecolor="lime">
            <v:stroke endarrow="block"/>
          </v:line>
        </w:pict>
      </w:r>
    </w:p>
    <w:p w:rsidR="00940E33" w:rsidRPr="004F0F2A" w:rsidRDefault="00940E33" w:rsidP="00982ECB">
      <w:pPr>
        <w:rPr>
          <w:color w:val="FF0000"/>
        </w:rPr>
      </w:pPr>
      <w:r>
        <w:rPr>
          <w:noProof/>
        </w:rPr>
        <w:pict>
          <v:line id="直線接點 31" o:spid="_x0000_s1037" style="position:absolute;flip:x;z-index:251673088;visibility:visible" from="279pt,9pt" to="441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" strokecolor="lime">
            <v:stroke endarrow="block"/>
          </v:line>
        </w:pict>
      </w:r>
      <w:r>
        <w:rPr>
          <w:noProof/>
        </w:rPr>
        <w:pict>
          <v:line id="直線接點 30" o:spid="_x0000_s1038" style="position:absolute;flip:x;z-index:251674112;visibility:visible" from="405pt,9pt" to="441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" strokecolor="lime">
            <v:stroke endarrow="block"/>
          </v:line>
        </w:pict>
      </w:r>
    </w:p>
    <w:p w:rsidR="00940E33" w:rsidRPr="004F0F2A" w:rsidRDefault="00940E33" w:rsidP="00982ECB">
      <w:pPr>
        <w:rPr>
          <w:color w:val="FF0000"/>
        </w:rPr>
      </w:pPr>
      <w:r>
        <w:rPr>
          <w:noProof/>
        </w:rPr>
        <w:pict>
          <v:shape id="文字方塊 29" o:spid="_x0000_s1039" type="#_x0000_t202" style="position:absolute;margin-left:351pt;margin-top:9pt;width:128.25pt;height:63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">
            <v:textbox>
              <w:txbxContent>
                <w:p w:rsidR="00940E33" w:rsidRPr="006A32EB" w:rsidRDefault="00940E33" w:rsidP="00982ECB">
                  <w:pPr>
                    <w:jc w:val="center"/>
                    <w:rPr>
                      <w:sz w:val="32"/>
                      <w:szCs w:val="32"/>
                    </w:rPr>
                  </w:pPr>
                  <w:r w:rsidRPr="006A32EB">
                    <w:rPr>
                      <w:sz w:val="32"/>
                      <w:szCs w:val="32"/>
                    </w:rPr>
                    <w:t>wscd-wlan0.fifo</w:t>
                  </w:r>
                </w:p>
              </w:txbxContent>
            </v:textbox>
          </v:shape>
        </w:pict>
      </w:r>
      <w:r>
        <w:rPr>
          <w:noProof/>
        </w:rPr>
        <w:pict>
          <v:shape id="文字方塊 28" o:spid="_x0000_s1040" type="#_x0000_t202" style="position:absolute;margin-left:225pt;margin-top:9pt;width:115.1pt;height:63pt;z-index:251643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">
            <v:textbox>
              <w:txbxContent>
                <w:p w:rsidR="00940E33" w:rsidRPr="006A32EB" w:rsidRDefault="00940E33" w:rsidP="00982ECB">
                  <w:pPr>
                    <w:jc w:val="center"/>
                    <w:rPr>
                      <w:sz w:val="32"/>
                      <w:szCs w:val="32"/>
                    </w:rPr>
                  </w:pPr>
                  <w:r w:rsidRPr="006A32EB">
                    <w:rPr>
                      <w:sz w:val="32"/>
                      <w:szCs w:val="32"/>
                    </w:rPr>
                    <w:t>iapp.fifo</w:t>
                  </w:r>
                </w:p>
              </w:txbxContent>
            </v:textbox>
          </v:shape>
        </w:pict>
      </w:r>
      <w:r>
        <w:rPr>
          <w:noProof/>
        </w:rPr>
        <w:pict>
          <v:shape id="文字方塊 27" o:spid="_x0000_s1041" type="#_x0000_t202" style="position:absolute;margin-left:108pt;margin-top:9pt;width:108pt;height:63pt;z-index:251642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">
            <v:textbox>
              <w:txbxContent>
                <w:p w:rsidR="00940E33" w:rsidRPr="000452A9" w:rsidRDefault="00940E33" w:rsidP="003A3577">
                  <w:pPr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0452A9">
                    <w:rPr>
                      <w:b/>
                      <w:color w:val="000000"/>
                      <w:sz w:val="20"/>
                      <w:szCs w:val="20"/>
                    </w:rPr>
                    <w:t>auth-wlan0.fifo</w:t>
                  </w:r>
                </w:p>
                <w:p w:rsidR="00940E33" w:rsidRPr="000452A9" w:rsidRDefault="00940E33" w:rsidP="003A3577">
                  <w:pPr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0452A9">
                    <w:rPr>
                      <w:b/>
                      <w:color w:val="000000"/>
                      <w:sz w:val="20"/>
                      <w:szCs w:val="20"/>
                    </w:rPr>
                    <w:t>…</w:t>
                  </w:r>
                </w:p>
                <w:p w:rsidR="00940E33" w:rsidRPr="000452A9" w:rsidRDefault="00940E33" w:rsidP="003A3577">
                  <w:pPr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0452A9">
                    <w:rPr>
                      <w:b/>
                      <w:color w:val="000000"/>
                      <w:sz w:val="20"/>
                      <w:szCs w:val="20"/>
                    </w:rPr>
                    <w:t>auth-wlan0-va3.fifo</w:t>
                  </w:r>
                </w:p>
                <w:p w:rsidR="00940E33" w:rsidRPr="003A3577" w:rsidRDefault="00940E33" w:rsidP="003A3577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940E33" w:rsidRPr="004F0F2A" w:rsidRDefault="00940E33" w:rsidP="00982ECB">
      <w:pPr>
        <w:rPr>
          <w:color w:val="FF0000"/>
        </w:rPr>
      </w:pPr>
    </w:p>
    <w:p w:rsidR="00940E33" w:rsidRPr="004F0F2A" w:rsidRDefault="00940E33" w:rsidP="00982ECB">
      <w:pPr>
        <w:rPr>
          <w:color w:val="FF0000"/>
        </w:rPr>
      </w:pPr>
    </w:p>
    <w:p w:rsidR="00940E33" w:rsidRPr="004F0F2A" w:rsidRDefault="00940E33" w:rsidP="00982ECB">
      <w:pPr>
        <w:rPr>
          <w:color w:val="FF0000"/>
        </w:rPr>
      </w:pPr>
    </w:p>
    <w:p w:rsidR="00940E33" w:rsidRPr="004F0F2A" w:rsidRDefault="00940E33" w:rsidP="00982ECB">
      <w:pPr>
        <w:rPr>
          <w:color w:val="FF0000"/>
        </w:rPr>
      </w:pPr>
      <w:r>
        <w:rPr>
          <w:noProof/>
        </w:rPr>
        <w:pict>
          <v:oval id="橢圓 12" o:spid="_x0000_s1042" style="position:absolute;margin-left:416.25pt;margin-top:9.75pt;width:37.5pt;height:36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" strokecolor="red">
            <v:textbox>
              <w:txbxContent>
                <w:p w:rsidR="00940E33" w:rsidRPr="00CD2C57" w:rsidRDefault="00940E33" w:rsidP="00982ECB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4</w:t>
                  </w:r>
                </w:p>
              </w:txbxContent>
            </v:textbox>
          </v:oval>
        </w:pict>
      </w:r>
      <w:r>
        <w:rPr>
          <w:noProof/>
        </w:rPr>
        <w:pict>
          <v:oval id="橢圓 23" o:spid="_x0000_s1043" style="position:absolute;margin-left:36.75pt;margin-top:9.75pt;width:36pt;height:36.75pt;z-index:251675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" strokecolor="red">
            <v:textbox>
              <w:txbxContent>
                <w:p w:rsidR="00940E33" w:rsidRPr="006A32EB" w:rsidRDefault="00940E33" w:rsidP="00982ECB">
                  <w:pPr>
                    <w:rPr>
                      <w:color w:val="FF0000"/>
                    </w:rPr>
                  </w:pPr>
                  <w:r w:rsidRPr="006A32EB">
                    <w:rPr>
                      <w:color w:val="FF0000"/>
                    </w:rPr>
                    <w:t>6</w:t>
                  </w:r>
                </w:p>
              </w:txbxContent>
            </v:textbox>
          </v:oval>
        </w:pict>
      </w:r>
      <w:r>
        <w:rPr>
          <w:noProof/>
        </w:rPr>
        <w:pict>
          <v:line id="直線接點 26" o:spid="_x0000_s1044" style="position:absolute;flip:y;z-index:251670016;visibility:visible" from="405pt,0" to="405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" strokeweight="1pt">
            <v:stroke endarrow="block"/>
          </v:line>
        </w:pict>
      </w:r>
      <w:r>
        <w:rPr>
          <w:noProof/>
        </w:rPr>
        <w:pict>
          <v:line id="直線接點 25" o:spid="_x0000_s1045" style="position:absolute;flip:y;z-index:251668992;visibility:visible" from="279pt,0" to="279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" strokeweight="1pt">
            <v:stroke endarrow="block"/>
          </v:line>
        </w:pict>
      </w:r>
      <w:r>
        <w:rPr>
          <w:noProof/>
        </w:rPr>
        <w:pict>
          <v:line id="直線接點 24" o:spid="_x0000_s1046" style="position:absolute;flip:y;z-index:251664896;visibility:visible" from="162pt,0" to="162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" strokeweight="1pt">
            <v:stroke endarrow="block"/>
          </v:line>
        </w:pict>
      </w:r>
    </w:p>
    <w:p w:rsidR="00940E33" w:rsidRPr="004F0F2A" w:rsidRDefault="00940E33" w:rsidP="00982ECB">
      <w:pPr>
        <w:rPr>
          <w:color w:val="FF0000"/>
        </w:rPr>
      </w:pPr>
    </w:p>
    <w:p w:rsidR="00940E33" w:rsidRPr="004F0F2A" w:rsidRDefault="00940E33" w:rsidP="00982ECB">
      <w:pPr>
        <w:rPr>
          <w:color w:val="FF0000"/>
        </w:rPr>
      </w:pPr>
    </w:p>
    <w:p w:rsidR="00940E33" w:rsidRPr="004F0F2A" w:rsidRDefault="00940E33" w:rsidP="00982ECB">
      <w:pPr>
        <w:rPr>
          <w:color w:val="FF0000"/>
        </w:rPr>
      </w:pPr>
      <w:r>
        <w:rPr>
          <w:noProof/>
        </w:rPr>
        <w:pict>
          <v:shape id="文字方塊 22" o:spid="_x0000_s1047" type="#_x0000_t202" style="position:absolute;margin-left:126pt;margin-top:0;width:315pt;height:45pt;z-index:251641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">
            <v:textbox>
              <w:txbxContent>
                <w:p w:rsidR="00940E33" w:rsidRPr="006A32EB" w:rsidRDefault="00940E33" w:rsidP="00982ECB">
                  <w:pPr>
                    <w:jc w:val="center"/>
                    <w:rPr>
                      <w:color w:val="0000FF"/>
                      <w:sz w:val="32"/>
                      <w:szCs w:val="32"/>
                    </w:rPr>
                  </w:pPr>
                  <w:r w:rsidRPr="006A32EB">
                    <w:rPr>
                      <w:sz w:val="32"/>
                      <w:szCs w:val="32"/>
                    </w:rPr>
                    <w:t>Iwcontrol daemon</w:t>
                  </w:r>
                </w:p>
              </w:txbxContent>
            </v:textbox>
          </v:shape>
        </w:pict>
      </w:r>
    </w:p>
    <w:p w:rsidR="00940E33" w:rsidRPr="004F0F2A" w:rsidRDefault="00940E33" w:rsidP="00982ECB">
      <w:pPr>
        <w:rPr>
          <w:color w:val="FF0000"/>
        </w:rPr>
      </w:pPr>
    </w:p>
    <w:p w:rsidR="00940E33" w:rsidRPr="004F0F2A" w:rsidRDefault="00940E33" w:rsidP="00982ECB">
      <w:pPr>
        <w:rPr>
          <w:color w:val="FF0000"/>
        </w:rPr>
      </w:pPr>
      <w:r>
        <w:rPr>
          <w:noProof/>
        </w:rPr>
        <w:pict>
          <v:line id="直線接點 21" o:spid="_x0000_s1048" style="position:absolute;flip:x;z-index:251660800;visibility:visible" from="5in,9pt" to="5in,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" strokeweight="1pt">
            <v:stroke endarrow="block"/>
          </v:line>
        </w:pict>
      </w:r>
      <w:r>
        <w:rPr>
          <w:noProof/>
        </w:rPr>
        <w:pict>
          <v:line id="直線接點 20" o:spid="_x0000_s1049" style="position:absolute;z-index:251646464;visibility:visible" from="342pt,9pt" to="342pt,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" strokeweight="1pt">
            <v:stroke endarrow="block"/>
          </v:line>
        </w:pict>
      </w:r>
      <w:r>
        <w:rPr>
          <w:noProof/>
        </w:rPr>
        <w:pict>
          <v:line id="直線接點 19" o:spid="_x0000_s1050" style="position:absolute;flip:y;z-index:251644416;visibility:visible" from="180pt,9pt" to="180pt,10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" strokeweight="1pt">
            <v:stroke endarrow="block"/>
          </v:line>
        </w:pict>
      </w:r>
      <w:r>
        <w:rPr>
          <w:noProof/>
        </w:rPr>
        <w:pict>
          <v:shape id="文字方塊 18" o:spid="_x0000_s1051" type="#_x0000_t202" style="position:absolute;margin-left:-1in;margin-top:9pt;width:63pt;height:18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" stroked="f">
            <v:textbox inset="0,0,0,0">
              <w:txbxContent>
                <w:p w:rsidR="00940E33" w:rsidRPr="00463F4B" w:rsidRDefault="00940E33" w:rsidP="00982ECB">
                  <w:pPr>
                    <w:jc w:val="center"/>
                    <w:rPr>
                      <w:color w:val="FF0000"/>
                    </w:rPr>
                  </w:pPr>
                </w:p>
              </w:txbxContent>
            </v:textbox>
          </v:shape>
        </w:pict>
      </w:r>
    </w:p>
    <w:p w:rsidR="00940E33" w:rsidRPr="004F0F2A" w:rsidRDefault="00940E33" w:rsidP="00982ECB">
      <w:pPr>
        <w:rPr>
          <w:color w:val="FF0000"/>
        </w:rPr>
      </w:pPr>
      <w:r>
        <w:rPr>
          <w:noProof/>
        </w:rPr>
        <w:pict>
          <v:shape id="文字方塊 44" o:spid="_x0000_s1052" type="#_x0000_t202" style="position:absolute;margin-left:411.35pt;margin-top:9pt;width:91.9pt;height:94.5pt;z-index:251677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" stroked="f">
            <v:imagedata embosscolor="shadow add(51)"/>
            <v:shadow on="t" type="emboss" color="#999" color2="shadow add(102)" offset="1pt,1pt" offset2="-1pt,-1pt"/>
            <v:textbox inset="0,0,0,0">
              <w:txbxContent>
                <w:p w:rsidR="00940E33" w:rsidRDefault="00940E33" w:rsidP="0070114D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(Re)ASSOC_ind</w:t>
                  </w:r>
                </w:p>
                <w:p w:rsidR="00940E33" w:rsidRDefault="00940E33" w:rsidP="0070114D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DISASSOC_ind </w:t>
                  </w:r>
                </w:p>
                <w:p w:rsidR="00940E33" w:rsidRDefault="00940E33" w:rsidP="0070114D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DEAUTH_ind (x)</w:t>
                  </w:r>
                </w:p>
                <w:p w:rsidR="00940E33" w:rsidRDefault="00940E33" w:rsidP="0070114D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MIC_ERR_ind </w:t>
                  </w:r>
                </w:p>
                <w:p w:rsidR="00940E33" w:rsidRPr="0070114D" w:rsidRDefault="00940E33" w:rsidP="0070114D">
                  <w:pPr>
                    <w:rPr>
                      <w:sz w:val="16"/>
                    </w:rPr>
                  </w:pPr>
                  <w:r>
                    <w:rPr>
                      <w:sz w:val="16"/>
                    </w:rPr>
                    <w:t>EAP_PACKET_ind</w:t>
                  </w:r>
                </w:p>
              </w:txbxContent>
            </v:textbox>
          </v:shape>
        </w:pict>
      </w:r>
      <w:r>
        <w:rPr>
          <w:noProof/>
        </w:rPr>
        <w:pict>
          <v:oval id="橢圓 17" o:spid="_x0000_s1053" style="position:absolute;margin-left:369pt;margin-top:0;width:36pt;height:36.7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" strokecolor="red">
            <v:textbox>
              <w:txbxContent>
                <w:p w:rsidR="00940E33" w:rsidRPr="006A32EB" w:rsidRDefault="00940E33" w:rsidP="00982ECB">
                  <w:pPr>
                    <w:rPr>
                      <w:color w:val="FF0000"/>
                    </w:rPr>
                  </w:pPr>
                  <w:r w:rsidRPr="006A32EB">
                    <w:rPr>
                      <w:color w:val="FF0000"/>
                    </w:rPr>
                    <w:t>3</w:t>
                  </w:r>
                </w:p>
              </w:txbxContent>
            </v:textbox>
          </v:oval>
        </w:pict>
      </w:r>
      <w:r>
        <w:rPr>
          <w:noProof/>
        </w:rPr>
        <w:pict>
          <v:oval id="橢圓 43" o:spid="_x0000_s1054" style="position:absolute;margin-left:184.5pt;margin-top:0;width:31.5pt;height:33pt;z-index:251676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" strokecolor="red">
            <v:textbox>
              <w:txbxContent>
                <w:p w:rsidR="00940E33" w:rsidRPr="00CD2C57" w:rsidRDefault="00940E33" w:rsidP="006A32EB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2</w:t>
                  </w:r>
                </w:p>
              </w:txbxContent>
            </v:textbox>
          </v:oval>
        </w:pict>
      </w:r>
    </w:p>
    <w:p w:rsidR="00940E33" w:rsidRPr="004F0F2A" w:rsidRDefault="00940E33" w:rsidP="00982ECB">
      <w:pPr>
        <w:rPr>
          <w:color w:val="FF0000"/>
        </w:rPr>
      </w:pPr>
    </w:p>
    <w:p w:rsidR="00940E33" w:rsidRPr="004F0F2A" w:rsidRDefault="00940E33" w:rsidP="00982ECB">
      <w:pPr>
        <w:rPr>
          <w:color w:val="FF0000"/>
        </w:rPr>
      </w:pPr>
      <w:r>
        <w:rPr>
          <w:noProof/>
        </w:rPr>
        <w:pict>
          <v:line id="直線接點 16" o:spid="_x0000_s1055" style="position:absolute;z-index:251650560;visibility:visible" from="-1in,9pt" to="486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" strokeweight="1.25pt">
            <v:stroke dashstyle="1 1"/>
          </v:line>
        </w:pict>
      </w:r>
    </w:p>
    <w:p w:rsidR="00940E33" w:rsidRPr="004F0F2A" w:rsidRDefault="00940E33" w:rsidP="005941C8">
      <w:pPr>
        <w:jc w:val="center"/>
        <w:rPr>
          <w:color w:val="FF0000"/>
        </w:rPr>
      </w:pPr>
      <w:r>
        <w:rPr>
          <w:noProof/>
        </w:rPr>
        <w:pict>
          <v:roundrect id="圓角矩形 15" o:spid="_x0000_s1056" style="position:absolute;left:0;text-align:left;margin-left:9pt;margin-top:9pt;width:441pt;height:135pt;z-index:25163827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" strokeweight="1pt">
            <v:stroke dashstyle="dash"/>
          </v:roundrect>
        </w:pict>
      </w:r>
    </w:p>
    <w:p w:rsidR="00940E33" w:rsidRPr="004F0F2A" w:rsidRDefault="00940E33" w:rsidP="00982ECB">
      <w:pPr>
        <w:rPr>
          <w:color w:val="FF0000"/>
        </w:rPr>
      </w:pPr>
      <w:r>
        <w:rPr>
          <w:noProof/>
        </w:rPr>
        <w:pict>
          <v:roundrect id="圓角矩形 14" o:spid="_x0000_s1057" style="position:absolute;margin-left:297pt;margin-top:9pt;width:2in;height:90pt;z-index:25166694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">
            <v:textbox>
              <w:txbxContent>
                <w:p w:rsidR="00940E33" w:rsidRDefault="00940E33" w:rsidP="006A32EB">
                  <w:r>
                    <w:t>Indication</w:t>
                  </w:r>
                </w:p>
                <w:p w:rsidR="00940E33" w:rsidRDefault="00940E33" w:rsidP="006A32EB">
                  <w:r>
                    <w:t>Event</w:t>
                  </w:r>
                </w:p>
                <w:p w:rsidR="00940E33" w:rsidRPr="00E0351D" w:rsidRDefault="00940E33" w:rsidP="006A32EB">
                  <w:pPr>
                    <w:rPr>
                      <w:color w:val="0000FF"/>
                    </w:rPr>
                  </w:pPr>
                  <w:r>
                    <w:t>Queue</w:t>
                  </w:r>
                </w:p>
              </w:txbxContent>
            </v:textbox>
          </v:roundrect>
        </w:pict>
      </w:r>
    </w:p>
    <w:p w:rsidR="00940E33" w:rsidRPr="004F0F2A" w:rsidRDefault="00940E33" w:rsidP="00982ECB">
      <w:pPr>
        <w:rPr>
          <w:color w:val="FF0000"/>
        </w:rPr>
      </w:pPr>
      <w:r>
        <w:rPr>
          <w:noProof/>
        </w:rPr>
        <w:pict>
          <v:roundrect id="圓角矩形 13" o:spid="_x0000_s1058" style="position:absolute;margin-left:108pt;margin-top:0;width:2in;height:1in;z-index:25166592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">
            <v:textbox>
              <w:txbxContent>
                <w:p w:rsidR="00940E33" w:rsidRDefault="00940E33" w:rsidP="006A32EB">
                  <w:pPr>
                    <w:jc w:val="center"/>
                  </w:pPr>
                </w:p>
                <w:p w:rsidR="00940E33" w:rsidRPr="006A32EB" w:rsidRDefault="00940E33" w:rsidP="006A32EB">
                  <w:pPr>
                    <w:jc w:val="center"/>
                  </w:pPr>
                  <w:r>
                    <w:t>PID signal</w:t>
                  </w:r>
                </w:p>
              </w:txbxContent>
            </v:textbox>
          </v:roundrect>
        </w:pict>
      </w:r>
      <w:r>
        <w:rPr>
          <w:noProof/>
        </w:rPr>
        <w:pict>
          <v:shape id="文字方塊 11" o:spid="_x0000_s1059" type="#_x0000_t202" style="position:absolute;margin-left:-1in;margin-top:9pt;width:1in;height:27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" stroked="f">
            <v:textbox inset="0,0,0,0">
              <w:txbxContent>
                <w:p w:rsidR="00940E33" w:rsidRPr="00463F4B" w:rsidRDefault="00940E33" w:rsidP="00982ECB">
                  <w:pPr>
                    <w:rPr>
                      <w:color w:val="FF0000"/>
                    </w:rPr>
                  </w:pPr>
                </w:p>
              </w:txbxContent>
            </v:textbox>
          </v:shape>
        </w:pict>
      </w:r>
    </w:p>
    <w:p w:rsidR="00940E33" w:rsidRPr="004F0F2A" w:rsidRDefault="00940E33" w:rsidP="00982ECB">
      <w:pPr>
        <w:rPr>
          <w:color w:val="FF0000"/>
        </w:rPr>
      </w:pPr>
    </w:p>
    <w:p w:rsidR="00940E33" w:rsidRPr="004F0F2A" w:rsidRDefault="00940E33" w:rsidP="00982ECB">
      <w:pPr>
        <w:rPr>
          <w:color w:val="FF0000"/>
        </w:rPr>
      </w:pPr>
    </w:p>
    <w:p w:rsidR="00940E33" w:rsidRPr="004F0F2A" w:rsidRDefault="00940E33" w:rsidP="00982ECB">
      <w:pPr>
        <w:rPr>
          <w:color w:val="FF0000"/>
        </w:rPr>
      </w:pPr>
    </w:p>
    <w:p w:rsidR="00940E33" w:rsidRPr="004F0F2A" w:rsidRDefault="00940E33" w:rsidP="00982ECB">
      <w:pPr>
        <w:rPr>
          <w:color w:val="FF0000"/>
        </w:rPr>
      </w:pPr>
      <w:r>
        <w:rPr>
          <w:noProof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向上箭號 10" o:spid="_x0000_s1060" type="#_x0000_t68" style="position:absolute;margin-left:198pt;margin-top:0;width:45pt;height:126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">
            <v:textbox style="layout-flow:vertical">
              <w:txbxContent>
                <w:p w:rsidR="00940E33" w:rsidRDefault="00940E33" w:rsidP="00982ECB"/>
              </w:txbxContent>
            </v:textbox>
          </v:shape>
        </w:pict>
      </w: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向下箭號 9" o:spid="_x0000_s1061" type="#_x0000_t67" style="position:absolute;margin-left:126pt;margin-top:0;width:45pt;height:12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">
            <v:textbox style="layout-flow:vertical;mso-layout-flow-alt:bottom-to-top">
              <w:txbxContent>
                <w:p w:rsidR="00940E33" w:rsidRDefault="00940E33" w:rsidP="00982ECB"/>
              </w:txbxContent>
            </v:textbox>
          </v:shape>
        </w:pict>
      </w:r>
    </w:p>
    <w:p w:rsidR="00940E33" w:rsidRPr="004F0F2A" w:rsidRDefault="00940E33" w:rsidP="00982ECB">
      <w:pPr>
        <w:rPr>
          <w:color w:val="FF0000"/>
        </w:rPr>
      </w:pPr>
    </w:p>
    <w:p w:rsidR="00940E33" w:rsidRPr="004F0F2A" w:rsidRDefault="00940E33" w:rsidP="00982ECB">
      <w:pPr>
        <w:rPr>
          <w:color w:val="FF0000"/>
        </w:rPr>
      </w:pPr>
    </w:p>
    <w:p w:rsidR="00940E33" w:rsidRPr="004F0F2A" w:rsidRDefault="00940E33" w:rsidP="00982ECB">
      <w:pPr>
        <w:rPr>
          <w:color w:val="FF0000"/>
        </w:rPr>
      </w:pPr>
      <w:r>
        <w:rPr>
          <w:noProof/>
        </w:rPr>
        <w:pict>
          <v:line id="直線接點 8" o:spid="_x0000_s1062" style="position:absolute;z-index:251663872;visibility:visible" from="-1in,0" to="48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" strokeweight="1.25pt">
            <v:stroke dashstyle="1 1"/>
          </v:line>
        </w:pict>
      </w:r>
    </w:p>
    <w:p w:rsidR="00940E33" w:rsidRPr="004F0F2A" w:rsidRDefault="00940E33" w:rsidP="00982ECB">
      <w:pPr>
        <w:rPr>
          <w:color w:val="FF0000"/>
        </w:rPr>
      </w:pPr>
    </w:p>
    <w:p w:rsidR="00940E33" w:rsidRPr="004F0F2A" w:rsidRDefault="00940E33" w:rsidP="00982ECB">
      <w:pPr>
        <w:rPr>
          <w:color w:val="FF0000"/>
        </w:rPr>
      </w:pPr>
      <w:r>
        <w:rPr>
          <w:noProof/>
        </w:rPr>
        <w:pict>
          <v:shape id="文字方塊 7" o:spid="_x0000_s1063" type="#_x0000_t202" style="position:absolute;margin-left:-1in;margin-top:0;width:1in;height:27pt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" stroked="f">
            <v:textbox inset="0,0,0,0">
              <w:txbxContent>
                <w:p w:rsidR="00940E33" w:rsidRPr="00463F4B" w:rsidRDefault="00940E33" w:rsidP="00982ECB">
                  <w:pPr>
                    <w:rPr>
                      <w:color w:val="FF0000"/>
                    </w:rPr>
                  </w:pPr>
                </w:p>
              </w:txbxContent>
            </v:textbox>
          </v:shape>
        </w:pict>
      </w:r>
    </w:p>
    <w:p w:rsidR="00940E33" w:rsidRPr="004F0F2A" w:rsidRDefault="00940E33" w:rsidP="00982ECB">
      <w:pPr>
        <w:rPr>
          <w:color w:val="FF0000"/>
        </w:rPr>
      </w:pPr>
      <w:r>
        <w:rPr>
          <w:noProof/>
        </w:rPr>
        <w:pict>
          <v:oval id="橢圓 6" o:spid="_x0000_s1064" style="position:absolute;margin-left:171pt;margin-top:0;width:31.5pt;height:33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" strokecolor="red">
            <v:textbox>
              <w:txbxContent>
                <w:p w:rsidR="00940E33" w:rsidRPr="00CD2C57" w:rsidRDefault="00940E33" w:rsidP="00982ECB"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1</w:t>
                  </w:r>
                </w:p>
              </w:txbxContent>
            </v:textbox>
          </v:oval>
        </w:pict>
      </w:r>
    </w:p>
    <w:p w:rsidR="00940E33" w:rsidRPr="00982ECB" w:rsidRDefault="00940E33" w:rsidP="006338DF">
      <w:pPr>
        <w:ind w:firstLine="480"/>
      </w:pPr>
    </w:p>
    <w:p w:rsidR="00940E33" w:rsidRDefault="00940E33"/>
    <w:p w:rsidR="00940E33" w:rsidRPr="004F0F2A" w:rsidRDefault="00940E33" w:rsidP="00982ECB">
      <w:pPr>
        <w:numPr>
          <w:ilvl w:val="0"/>
          <w:numId w:val="3"/>
        </w:numPr>
        <w:rPr>
          <w:color w:val="000000"/>
        </w:rPr>
      </w:pPr>
      <w:r w:rsidRPr="004F0F2A">
        <w:rPr>
          <w:color w:val="000000"/>
        </w:rPr>
        <w:t xml:space="preserve">Driver receive one </w:t>
      </w:r>
      <w:r>
        <w:rPr>
          <w:color w:val="000000"/>
        </w:rPr>
        <w:t>request</w:t>
      </w:r>
      <w:r w:rsidRPr="004F0F2A">
        <w:rPr>
          <w:color w:val="000000"/>
        </w:rPr>
        <w:t>.</w:t>
      </w:r>
    </w:p>
    <w:p w:rsidR="00940E33" w:rsidRPr="004F0F2A" w:rsidRDefault="00940E33" w:rsidP="00982ECB">
      <w:pPr>
        <w:numPr>
          <w:ilvl w:val="0"/>
          <w:numId w:val="3"/>
        </w:numPr>
        <w:rPr>
          <w:rStyle w:val="shorttext"/>
          <w:color w:val="000000"/>
        </w:rPr>
      </w:pPr>
      <w:r w:rsidRPr="004F0F2A">
        <w:rPr>
          <w:color w:val="000000"/>
        </w:rPr>
        <w:t xml:space="preserve">Driver </w:t>
      </w:r>
      <w:r w:rsidRPr="004F0F2A">
        <w:rPr>
          <w:rStyle w:val="shorttext"/>
          <w:color w:val="000000"/>
        </w:rPr>
        <w:t>assign one signle-</w:t>
      </w:r>
      <w:r w:rsidRPr="004F0F2A">
        <w:rPr>
          <w:color w:val="000000"/>
        </w:rPr>
        <w:t>SIGIO</w:t>
      </w:r>
      <w:r>
        <w:rPr>
          <w:rStyle w:val="shorttext"/>
          <w:color w:val="000000"/>
        </w:rPr>
        <w:t xml:space="preserve"> to </w:t>
      </w:r>
      <w:r w:rsidRPr="002E345F">
        <w:rPr>
          <w:rStyle w:val="shorttext"/>
          <w:b/>
          <w:color w:val="000000"/>
        </w:rPr>
        <w:t>iwcontrol daemon</w:t>
      </w:r>
    </w:p>
    <w:p w:rsidR="00940E33" w:rsidRPr="004F0F2A" w:rsidRDefault="00940E33" w:rsidP="00982ECB">
      <w:pPr>
        <w:numPr>
          <w:ilvl w:val="0"/>
          <w:numId w:val="3"/>
        </w:numPr>
        <w:rPr>
          <w:color w:val="000000"/>
        </w:rPr>
      </w:pPr>
      <w:r w:rsidRPr="002E345F">
        <w:rPr>
          <w:b/>
          <w:color w:val="000000"/>
        </w:rPr>
        <w:t>iwcontrol daemon</w:t>
      </w:r>
      <w:r w:rsidRPr="004F0F2A">
        <w:rPr>
          <w:color w:val="000000"/>
        </w:rPr>
        <w:t xml:space="preserve"> get the request from driver through ioctl commamd.and </w:t>
      </w:r>
    </w:p>
    <w:p w:rsidR="00940E33" w:rsidRPr="004F0F2A" w:rsidRDefault="00940E33" w:rsidP="00982ECB">
      <w:pPr>
        <w:numPr>
          <w:ilvl w:val="0"/>
          <w:numId w:val="3"/>
        </w:numPr>
        <w:rPr>
          <w:color w:val="000000"/>
        </w:rPr>
      </w:pPr>
      <w:r w:rsidRPr="00D13AC1">
        <w:rPr>
          <w:b/>
          <w:color w:val="000000"/>
        </w:rPr>
        <w:t>iwcontrol daemon</w:t>
      </w:r>
      <w:r w:rsidRPr="004F0F2A">
        <w:rPr>
          <w:color w:val="000000"/>
        </w:rPr>
        <w:t xml:space="preserve"> assign one command to correspond FIFO files.</w:t>
      </w:r>
    </w:p>
    <w:p w:rsidR="00940E33" w:rsidRPr="004F0F2A" w:rsidRDefault="00940E33" w:rsidP="00982ECB">
      <w:pPr>
        <w:numPr>
          <w:ilvl w:val="0"/>
          <w:numId w:val="3"/>
        </w:numPr>
        <w:rPr>
          <w:color w:val="000000"/>
        </w:rPr>
      </w:pPr>
      <w:r w:rsidRPr="00D13AC1">
        <w:rPr>
          <w:b/>
          <w:color w:val="000000"/>
        </w:rPr>
        <w:t>wifi daemon(ahth,iapp,wscd…)</w:t>
      </w:r>
      <w:r w:rsidRPr="004F0F2A">
        <w:rPr>
          <w:color w:val="000000"/>
        </w:rPr>
        <w:t xml:space="preserve"> receive one command from corresponding FIFO file.</w:t>
      </w:r>
    </w:p>
    <w:p w:rsidR="00940E33" w:rsidRPr="004F0F2A" w:rsidRDefault="00940E33" w:rsidP="00982ECB">
      <w:pPr>
        <w:numPr>
          <w:ilvl w:val="0"/>
          <w:numId w:val="3"/>
        </w:numPr>
        <w:rPr>
          <w:color w:val="000000"/>
        </w:rPr>
      </w:pPr>
      <w:r w:rsidRPr="00FA2F1B">
        <w:rPr>
          <w:b/>
          <w:color w:val="000000"/>
        </w:rPr>
        <w:t>wifi daemon(ahth,iapp,wscd…)</w:t>
      </w:r>
      <w:r w:rsidRPr="004F0F2A">
        <w:rPr>
          <w:color w:val="000000"/>
        </w:rPr>
        <w:t xml:space="preserve"> addign one command through ioctl command.</w:t>
      </w:r>
    </w:p>
    <w:p w:rsidR="00940E33" w:rsidRPr="00982ECB" w:rsidRDefault="00940E33"/>
    <w:p w:rsidR="00940E33" w:rsidRDefault="00940E33"/>
    <w:p w:rsidR="00940E33" w:rsidRDefault="00940E33"/>
    <w:p w:rsidR="00940E33" w:rsidRDefault="00940E33"/>
    <w:p w:rsidR="00940E33" w:rsidRDefault="00940E33"/>
    <w:p w:rsidR="00940E33" w:rsidRDefault="00940E33"/>
    <w:p w:rsidR="00940E33" w:rsidRDefault="00940E33"/>
    <w:p w:rsidR="00940E33" w:rsidRDefault="00940E33"/>
    <w:p w:rsidR="00940E33" w:rsidRDefault="00940E33"/>
    <w:p w:rsidR="00940E33" w:rsidRDefault="00940E33"/>
    <w:p w:rsidR="00940E33" w:rsidRDefault="00940E33"/>
    <w:p w:rsidR="00940E33" w:rsidRDefault="00940E33">
      <w:pPr>
        <w:sectPr w:rsidR="00940E33" w:rsidSect="00A33AA6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940E33" w:rsidRPr="000D1A85" w:rsidRDefault="00940E33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P</w:t>
      </w:r>
      <w:r w:rsidRPr="000D1A85">
        <w:rPr>
          <w:color w:val="FF0000"/>
          <w:sz w:val="32"/>
          <w:szCs w:val="32"/>
        </w:rPr>
        <w:t xml:space="preserve">ower </w:t>
      </w:r>
      <w:r>
        <w:rPr>
          <w:color w:val="FF0000"/>
          <w:sz w:val="32"/>
          <w:szCs w:val="32"/>
        </w:rPr>
        <w:t>C</w:t>
      </w:r>
      <w:r w:rsidRPr="000D1A85">
        <w:rPr>
          <w:color w:val="FF0000"/>
          <w:sz w:val="32"/>
          <w:szCs w:val="32"/>
        </w:rPr>
        <w:t>alibration</w:t>
      </w:r>
    </w:p>
    <w:p w:rsidR="00940E33" w:rsidRPr="00780E7A" w:rsidRDefault="00940E33" w:rsidP="000D1A85">
      <w:pPr>
        <w:rPr>
          <w:sz w:val="32"/>
          <w:szCs w:val="32"/>
        </w:rPr>
      </w:pPr>
      <w:r w:rsidRPr="00780E7A">
        <w:rPr>
          <w:sz w:val="32"/>
          <w:szCs w:val="32"/>
        </w:rPr>
        <w:t>I</w:t>
      </w:r>
      <w:r>
        <w:rPr>
          <w:sz w:val="32"/>
          <w:szCs w:val="32"/>
        </w:rPr>
        <w:t>.</w:t>
      </w:r>
    </w:p>
    <w:p w:rsidR="00940E33" w:rsidRDefault="00940E33" w:rsidP="000D1A85">
      <w:r>
        <w:t>There are two way to save the power index.</w:t>
      </w:r>
    </w:p>
    <w:p w:rsidR="00940E33" w:rsidRDefault="00940E33" w:rsidP="000D1A85">
      <w:r>
        <w:tab/>
        <w:t>1.Save power index into wifi chip internal memory(Efuse).</w:t>
      </w:r>
    </w:p>
    <w:p w:rsidR="00940E33" w:rsidRDefault="00940E33" w:rsidP="000D1A85">
      <w:r>
        <w:tab/>
        <w:t>2.Save power index in files.</w:t>
      </w:r>
    </w:p>
    <w:p w:rsidR="00940E33" w:rsidRDefault="00940E33">
      <w:r>
        <w:t>The wifi driver will read the power value from either Efuse or files( Depend on driver define ) and write it into wifi chip through iwpriv command.</w:t>
      </w:r>
    </w:p>
    <w:p w:rsidR="00940E33" w:rsidRDefault="00940E33"/>
    <w:p w:rsidR="00940E33" w:rsidRDefault="00940E33"/>
    <w:p w:rsidR="00940E33" w:rsidRDefault="00940E33" w:rsidP="000D1A85">
      <w:r>
        <w:t>If the power index was saved in (Efuse),you can access the the power value throughput following 3 command.</w:t>
      </w:r>
    </w:p>
    <w:p w:rsidR="00940E33" w:rsidRPr="00276B8B" w:rsidRDefault="00940E33" w:rsidP="000D1A85">
      <w:pPr>
        <w:rPr>
          <w:b/>
        </w:rPr>
      </w:pPr>
      <w:r w:rsidRPr="00276B8B">
        <w:rPr>
          <w:b/>
        </w:rPr>
        <w:t>iwpriv &lt;Interface&gt;  &lt;</w:t>
      </w:r>
      <w:r>
        <w:rPr>
          <w:b/>
        </w:rPr>
        <w:t xml:space="preserve"> </w:t>
      </w:r>
      <w:r w:rsidRPr="00276B8B">
        <w:rPr>
          <w:b/>
        </w:rPr>
        <w:t xml:space="preserve"> efuse_set</w:t>
      </w:r>
      <w:r>
        <w:rPr>
          <w:b/>
        </w:rPr>
        <w:t xml:space="preserve"> </w:t>
      </w:r>
      <w:r w:rsidRPr="00276B8B">
        <w:rPr>
          <w:b/>
        </w:rPr>
        <w:t>/</w:t>
      </w:r>
      <w:r>
        <w:rPr>
          <w:b/>
        </w:rPr>
        <w:t xml:space="preserve"> </w:t>
      </w:r>
      <w:r w:rsidRPr="00276B8B">
        <w:rPr>
          <w:b/>
        </w:rPr>
        <w:t>efuse_get</w:t>
      </w:r>
      <w:r>
        <w:rPr>
          <w:b/>
        </w:rPr>
        <w:t xml:space="preserve"> </w:t>
      </w:r>
      <w:r w:rsidRPr="00276B8B">
        <w:rPr>
          <w:b/>
        </w:rPr>
        <w:t>/</w:t>
      </w:r>
      <w:r>
        <w:rPr>
          <w:b/>
        </w:rPr>
        <w:t xml:space="preserve"> </w:t>
      </w:r>
      <w:r w:rsidRPr="00276B8B">
        <w:rPr>
          <w:b/>
        </w:rPr>
        <w:t>efuse_sync</w:t>
      </w:r>
      <w:r>
        <w:rPr>
          <w:b/>
        </w:rPr>
        <w:t xml:space="preserve"> </w:t>
      </w:r>
      <w:r w:rsidRPr="00276B8B">
        <w:rPr>
          <w:b/>
        </w:rPr>
        <w:t>&gt;</w:t>
      </w:r>
    </w:p>
    <w:p w:rsidR="00940E33" w:rsidRDefault="00940E33" w:rsidP="000D1A85"/>
    <w:p w:rsidR="00940E33" w:rsidRDefault="00940E33" w:rsidP="000D1A85">
      <w:r w:rsidRPr="00532E2A">
        <w:rPr>
          <w:b/>
        </w:rPr>
        <w:t xml:space="preserve">efuse_set : </w:t>
      </w:r>
      <w:r>
        <w:t>save power index value in one temporary space.</w:t>
      </w:r>
    </w:p>
    <w:p w:rsidR="00940E33" w:rsidRDefault="00940E33" w:rsidP="000D1A85">
      <w:r>
        <w:t xml:space="preserve">   For Example : </w:t>
      </w:r>
    </w:p>
    <w:p w:rsidR="00940E33" w:rsidRDefault="00940E33" w:rsidP="000D1A85">
      <w:r>
        <w:t xml:space="preserve">       iwpriv &lt;Interface&gt;  efuse_set HW_TX_POWER_CCK_A=&lt;power Index&gt;</w:t>
      </w:r>
    </w:p>
    <w:p w:rsidR="00940E33" w:rsidRDefault="00940E33" w:rsidP="000D1A85">
      <w:r>
        <w:t xml:space="preserve">       iwpriv &lt;Interface&gt;  efuse_set HW_TX_POWER_CCK_B=&lt;power Index&gt;</w:t>
      </w:r>
    </w:p>
    <w:p w:rsidR="00940E33" w:rsidRDefault="00940E33" w:rsidP="000D1A85"/>
    <w:p w:rsidR="00940E33" w:rsidRDefault="00940E33" w:rsidP="000D1A85">
      <w:r w:rsidRPr="00532E2A">
        <w:rPr>
          <w:b/>
        </w:rPr>
        <w:t>efuse_get :</w:t>
      </w:r>
      <w:r>
        <w:t xml:space="preserve"> get power index correspond from the temporary space of Efuse</w:t>
      </w:r>
    </w:p>
    <w:p w:rsidR="00940E33" w:rsidRDefault="00940E33" w:rsidP="000D1A85">
      <w:r>
        <w:t>iwpriv &lt;Interface&gt;  efuse_get</w:t>
      </w:r>
    </w:p>
    <w:p w:rsidR="00940E33" w:rsidRDefault="00940E33" w:rsidP="000D1A85">
      <w:r>
        <w:t xml:space="preserve">   For Example : </w:t>
      </w:r>
    </w:p>
    <w:p w:rsidR="00940E33" w:rsidRDefault="00940E33" w:rsidP="000D1A85">
      <w:r>
        <w:t xml:space="preserve">       iwpriv &lt;Interface&gt;  efuse_get HW_TX_POWER_CCK_A</w:t>
      </w:r>
    </w:p>
    <w:p w:rsidR="00940E33" w:rsidRDefault="00940E33" w:rsidP="000D1A85">
      <w:r>
        <w:t xml:space="preserve">       iwpriv &lt;Interface&gt;  efuse_get HW_TX_POWER_CCK_B</w:t>
      </w:r>
    </w:p>
    <w:p w:rsidR="00940E33" w:rsidRDefault="00940E33" w:rsidP="000D1A85"/>
    <w:p w:rsidR="00940E33" w:rsidRDefault="00940E33" w:rsidP="000D1A85">
      <w:r w:rsidRPr="00532E2A">
        <w:rPr>
          <w:b/>
        </w:rPr>
        <w:t xml:space="preserve">efuse_sync : </w:t>
      </w:r>
      <w:r>
        <w:t>Save the temporary space value into Efuse</w:t>
      </w:r>
    </w:p>
    <w:p w:rsidR="00940E33" w:rsidRDefault="00940E33" w:rsidP="000D1A85">
      <w:r>
        <w:t xml:space="preserve">    iwpriv &lt;Interface&gt;  efuse_sync</w:t>
      </w:r>
    </w:p>
    <w:p w:rsidR="00940E33" w:rsidRDefault="00940E33" w:rsidP="000D1A85"/>
    <w:p w:rsidR="00940E33" w:rsidRDefault="00940E33" w:rsidP="000D1A85">
      <w:r>
        <w:t>The detail Please refer the web_set_power.sh</w:t>
      </w:r>
    </w:p>
    <w:p w:rsidR="00940E33" w:rsidRDefault="00940E33" w:rsidP="000D1A85"/>
    <w:p w:rsidR="00940E33" w:rsidRPr="00FD6C78" w:rsidRDefault="00940E33" w:rsidP="000D1A85">
      <w:pPr>
        <w:rPr>
          <w:sz w:val="32"/>
          <w:szCs w:val="32"/>
        </w:rPr>
      </w:pPr>
      <w:r w:rsidRPr="00FD6C78">
        <w:rPr>
          <w:b/>
          <w:sz w:val="32"/>
          <w:szCs w:val="32"/>
        </w:rPr>
        <w:t>II. How to use the the web_set_power.sh</w:t>
      </w:r>
    </w:p>
    <w:p w:rsidR="00940E33" w:rsidRPr="00780E7A" w:rsidRDefault="00940E33" w:rsidP="000D1A85">
      <w:pPr>
        <w:rPr>
          <w:b/>
        </w:rPr>
      </w:pPr>
      <w:r w:rsidRPr="00780E7A">
        <w:rPr>
          <w:b/>
        </w:rPr>
        <w:t>A.</w:t>
      </w:r>
    </w:p>
    <w:p w:rsidR="00940E33" w:rsidRPr="00780E7A" w:rsidRDefault="00940E33" w:rsidP="00780E7A">
      <w:pPr>
        <w:ind w:leftChars="75" w:left="180"/>
        <w:rPr>
          <w:sz w:val="20"/>
          <w:szCs w:val="20"/>
        </w:rPr>
      </w:pPr>
      <w:r>
        <w:t xml:space="preserve">fill out the values of </w:t>
      </w:r>
      <w:r w:rsidRPr="00780E7A">
        <w:rPr>
          <w:color w:val="FF0000"/>
          <w:sz w:val="20"/>
          <w:szCs w:val="20"/>
        </w:rPr>
        <w:t>HW_TX_POWER_CCK_A</w:t>
      </w:r>
      <w:r>
        <w:rPr>
          <w:sz w:val="20"/>
          <w:szCs w:val="20"/>
        </w:rPr>
        <w:t xml:space="preserve"> </w:t>
      </w:r>
      <w:r w:rsidRPr="00780E7A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780E7A">
        <w:rPr>
          <w:color w:val="FF0000"/>
          <w:sz w:val="20"/>
          <w:szCs w:val="20"/>
        </w:rPr>
        <w:t>HW_TX_POWER_CCK_B</w:t>
      </w:r>
      <w:r w:rsidRPr="00780E7A">
        <w:rPr>
          <w:sz w:val="20"/>
          <w:szCs w:val="20"/>
        </w:rPr>
        <w:t>,</w:t>
      </w:r>
    </w:p>
    <w:p w:rsidR="00940E33" w:rsidRDefault="00940E33" w:rsidP="00780E7A">
      <w:pPr>
        <w:ind w:leftChars="75" w:left="180"/>
        <w:rPr>
          <w:color w:val="FF0000"/>
          <w:sz w:val="20"/>
          <w:szCs w:val="20"/>
        </w:rPr>
      </w:pPr>
      <w:r w:rsidRPr="00780E7A">
        <w:rPr>
          <w:color w:val="FF0000"/>
          <w:sz w:val="20"/>
          <w:szCs w:val="20"/>
        </w:rPr>
        <w:t>HW_TX_POWER_HT40_1S_A</w:t>
      </w:r>
      <w:r w:rsidRPr="00780E7A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780E7A">
        <w:rPr>
          <w:color w:val="FF0000"/>
          <w:sz w:val="20"/>
          <w:szCs w:val="20"/>
        </w:rPr>
        <w:t>HW_TX_POWER_HT40_1S_B</w:t>
      </w:r>
      <w:r>
        <w:rPr>
          <w:color w:val="FF0000"/>
          <w:sz w:val="20"/>
          <w:szCs w:val="20"/>
        </w:rPr>
        <w:t xml:space="preserve"> </w:t>
      </w:r>
      <w:r w:rsidRPr="00780E7A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780E7A">
        <w:rPr>
          <w:color w:val="FF0000"/>
          <w:sz w:val="20"/>
          <w:szCs w:val="20"/>
        </w:rPr>
        <w:t>HW_TX_POWER_DIFF_HT40_2S</w:t>
      </w:r>
      <w:r>
        <w:rPr>
          <w:sz w:val="20"/>
          <w:szCs w:val="20"/>
        </w:rPr>
        <w:t xml:space="preserve"> </w:t>
      </w:r>
      <w:r w:rsidRPr="00780E7A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780E7A">
        <w:rPr>
          <w:color w:val="FF0000"/>
          <w:sz w:val="20"/>
          <w:szCs w:val="20"/>
        </w:rPr>
        <w:t>HW_TX_POWER_DIFF_HT20</w:t>
      </w:r>
    </w:p>
    <w:p w:rsidR="00940E33" w:rsidRDefault="00940E33" w:rsidP="00780E7A">
      <w:pPr>
        <w:ind w:leftChars="75" w:left="180"/>
      </w:pPr>
      <w:r w:rsidRPr="00780E7A">
        <w:rPr>
          <w:sz w:val="20"/>
          <w:szCs w:val="20"/>
        </w:rPr>
        <w:t>,</w:t>
      </w:r>
      <w:r w:rsidRPr="00780E7A">
        <w:rPr>
          <w:color w:val="FF0000"/>
          <w:sz w:val="20"/>
          <w:szCs w:val="20"/>
        </w:rPr>
        <w:t>HW_TX_POWER_DIFF_OFDM</w:t>
      </w:r>
      <w:r w:rsidRPr="00780E7A">
        <w:rPr>
          <w:sz w:val="20"/>
          <w:szCs w:val="20"/>
        </w:rPr>
        <w:t xml:space="preserve"> and </w:t>
      </w:r>
      <w:r w:rsidRPr="00780E7A">
        <w:rPr>
          <w:color w:val="FF0000"/>
          <w:sz w:val="20"/>
          <w:szCs w:val="20"/>
        </w:rPr>
        <w:t>HW_WLAN0_WLAN_ADDR</w:t>
      </w:r>
      <w:r>
        <w:t xml:space="preserve"> in </w:t>
      </w:r>
      <w:r w:rsidRPr="00212C06">
        <w:rPr>
          <w:b/>
        </w:rPr>
        <w:t>web_set_power.sh</w:t>
      </w:r>
      <w:r>
        <w:t xml:space="preserve"> , these value should be get after calibration )</w:t>
      </w:r>
    </w:p>
    <w:p w:rsidR="00940E33" w:rsidRDefault="00940E33" w:rsidP="000D1A85">
      <w:pPr>
        <w:rPr>
          <w:b/>
        </w:rPr>
      </w:pPr>
      <w:r w:rsidRPr="00780E7A">
        <w:rPr>
          <w:b/>
        </w:rPr>
        <w:t xml:space="preserve">B. </w:t>
      </w:r>
    </w:p>
    <w:p w:rsidR="00940E33" w:rsidRPr="00780E7A" w:rsidRDefault="00940E33" w:rsidP="000D1A85">
      <w:pPr>
        <w:rPr>
          <w:b/>
        </w:rPr>
      </w:pPr>
      <w:r>
        <w:t xml:space="preserve"> </w:t>
      </w:r>
      <w:r w:rsidRPr="00780E7A">
        <w:rPr>
          <w:b/>
        </w:rPr>
        <w:t xml:space="preserve">./web_set_power.sh </w:t>
      </w:r>
      <w:r>
        <w:rPr>
          <w:b/>
        </w:rPr>
        <w:t>&lt;interface&gt;</w:t>
      </w:r>
    </w:p>
    <w:p w:rsidR="00940E33" w:rsidRDefault="00940E33" w:rsidP="00780E7A">
      <w:pPr>
        <w:ind w:firstLineChars="100" w:firstLine="240"/>
      </w:pPr>
      <w:r>
        <w:t xml:space="preserve">these setting value will be saved in Efuse and driver will read these value to </w:t>
      </w:r>
    </w:p>
    <w:p w:rsidR="00940E33" w:rsidRDefault="00940E33" w:rsidP="00780E7A">
      <w:pPr>
        <w:ind w:firstLineChars="100" w:firstLine="240"/>
      </w:pPr>
      <w:r>
        <w:t>initialize wifi device during wifi device initialization</w:t>
      </w:r>
    </w:p>
    <w:p w:rsidR="00940E33" w:rsidRDefault="00940E33" w:rsidP="000D1A85"/>
    <w:p w:rsidR="00940E33" w:rsidRPr="00AE1697" w:rsidRDefault="00940E33" w:rsidP="000D1A85">
      <w:pPr>
        <w:rPr>
          <w:b/>
        </w:rPr>
      </w:pPr>
      <w:r w:rsidRPr="00AE1697">
        <w:rPr>
          <w:b/>
        </w:rPr>
        <w:t>C.</w:t>
      </w:r>
      <w:r w:rsidRPr="00AE1697">
        <w:rPr>
          <w:b/>
        </w:rPr>
        <w:tab/>
        <w:t>Efuse parameter  V.S  Iwpriv tool parameter</w:t>
      </w:r>
    </w:p>
    <w:p w:rsidR="00940E33" w:rsidRDefault="00940E33" w:rsidP="000D1A8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81"/>
        <w:gridCol w:w="4181"/>
      </w:tblGrid>
      <w:tr w:rsidR="00940E33" w:rsidTr="004F2F1C">
        <w:tc>
          <w:tcPr>
            <w:tcW w:w="4181" w:type="dxa"/>
          </w:tcPr>
          <w:p w:rsidR="00940E33" w:rsidRPr="004F2F1C" w:rsidRDefault="00940E33" w:rsidP="004F2F1C">
            <w:pPr>
              <w:jc w:val="center"/>
              <w:rPr>
                <w:b/>
              </w:rPr>
            </w:pPr>
            <w:r w:rsidRPr="004F2F1C">
              <w:rPr>
                <w:b/>
              </w:rPr>
              <w:t>Efuse parameter</w:t>
            </w:r>
          </w:p>
        </w:tc>
        <w:tc>
          <w:tcPr>
            <w:tcW w:w="4181" w:type="dxa"/>
          </w:tcPr>
          <w:p w:rsidR="00940E33" w:rsidRPr="004F2F1C" w:rsidRDefault="00940E33" w:rsidP="004F2F1C">
            <w:pPr>
              <w:jc w:val="center"/>
              <w:rPr>
                <w:b/>
              </w:rPr>
            </w:pPr>
            <w:r w:rsidRPr="004F2F1C">
              <w:rPr>
                <w:b/>
              </w:rPr>
              <w:t>iwpriv tool parameter</w:t>
            </w:r>
          </w:p>
        </w:tc>
      </w:tr>
      <w:tr w:rsidR="00940E33" w:rsidTr="004F2F1C">
        <w:tc>
          <w:tcPr>
            <w:tcW w:w="4181" w:type="dxa"/>
          </w:tcPr>
          <w:p w:rsidR="00940E33" w:rsidRDefault="00940E33" w:rsidP="004F2F1C">
            <w:pPr>
              <w:jc w:val="center"/>
            </w:pPr>
            <w:r>
              <w:t>HW_TX_POWER_CCK_A</w:t>
            </w:r>
          </w:p>
        </w:tc>
        <w:tc>
          <w:tcPr>
            <w:tcW w:w="4181" w:type="dxa"/>
          </w:tcPr>
          <w:p w:rsidR="00940E33" w:rsidRDefault="00940E33" w:rsidP="004F2F1C">
            <w:pPr>
              <w:jc w:val="center"/>
            </w:pPr>
            <w:r>
              <w:t>pwrlevelCCK_A</w:t>
            </w:r>
          </w:p>
        </w:tc>
      </w:tr>
      <w:tr w:rsidR="00940E33" w:rsidTr="004F2F1C">
        <w:tc>
          <w:tcPr>
            <w:tcW w:w="4181" w:type="dxa"/>
          </w:tcPr>
          <w:p w:rsidR="00940E33" w:rsidRDefault="00940E33" w:rsidP="004F2F1C">
            <w:pPr>
              <w:jc w:val="center"/>
            </w:pPr>
            <w:r>
              <w:t>HW_TX_POWER_CCK_B</w:t>
            </w:r>
          </w:p>
        </w:tc>
        <w:tc>
          <w:tcPr>
            <w:tcW w:w="4181" w:type="dxa"/>
          </w:tcPr>
          <w:p w:rsidR="00940E33" w:rsidRDefault="00940E33" w:rsidP="004F2F1C">
            <w:pPr>
              <w:jc w:val="center"/>
            </w:pPr>
            <w:r>
              <w:t>pwrlevelCCK_B</w:t>
            </w:r>
          </w:p>
        </w:tc>
      </w:tr>
      <w:tr w:rsidR="00940E33" w:rsidTr="004F2F1C">
        <w:tc>
          <w:tcPr>
            <w:tcW w:w="4181" w:type="dxa"/>
          </w:tcPr>
          <w:p w:rsidR="00940E33" w:rsidRDefault="00940E33" w:rsidP="004F2F1C">
            <w:pPr>
              <w:jc w:val="center"/>
            </w:pPr>
            <w:r>
              <w:t>HW_TX_POWER_HT40_1S_A</w:t>
            </w:r>
          </w:p>
        </w:tc>
        <w:tc>
          <w:tcPr>
            <w:tcW w:w="4181" w:type="dxa"/>
          </w:tcPr>
          <w:p w:rsidR="00940E33" w:rsidRDefault="00940E33" w:rsidP="004F2F1C">
            <w:pPr>
              <w:jc w:val="center"/>
            </w:pPr>
            <w:r>
              <w:t>pwrlevelHT40_1S_A</w:t>
            </w:r>
          </w:p>
        </w:tc>
      </w:tr>
      <w:tr w:rsidR="00940E33" w:rsidTr="004F2F1C">
        <w:tc>
          <w:tcPr>
            <w:tcW w:w="4181" w:type="dxa"/>
          </w:tcPr>
          <w:p w:rsidR="00940E33" w:rsidRDefault="00940E33" w:rsidP="004F2F1C">
            <w:pPr>
              <w:jc w:val="center"/>
            </w:pPr>
            <w:r>
              <w:t>HW_TX_POWER_HT40_1S_B</w:t>
            </w:r>
          </w:p>
        </w:tc>
        <w:tc>
          <w:tcPr>
            <w:tcW w:w="4181" w:type="dxa"/>
          </w:tcPr>
          <w:p w:rsidR="00940E33" w:rsidRDefault="00940E33" w:rsidP="004F2F1C">
            <w:pPr>
              <w:jc w:val="center"/>
            </w:pPr>
            <w:r>
              <w:t>pwrlevelHT40_1S_B</w:t>
            </w:r>
          </w:p>
        </w:tc>
      </w:tr>
      <w:tr w:rsidR="00940E33" w:rsidTr="004F2F1C">
        <w:tc>
          <w:tcPr>
            <w:tcW w:w="4181" w:type="dxa"/>
          </w:tcPr>
          <w:p w:rsidR="00940E33" w:rsidRDefault="00940E33" w:rsidP="004F2F1C">
            <w:pPr>
              <w:jc w:val="center"/>
            </w:pPr>
            <w:r>
              <w:t>HW_TX_POWER_DIFF_HT40_2S</w:t>
            </w:r>
          </w:p>
        </w:tc>
        <w:tc>
          <w:tcPr>
            <w:tcW w:w="4181" w:type="dxa"/>
          </w:tcPr>
          <w:p w:rsidR="00940E33" w:rsidRDefault="00940E33" w:rsidP="004F2F1C">
            <w:pPr>
              <w:jc w:val="center"/>
            </w:pPr>
            <w:r>
              <w:t>pwrdiffHT40_2S</w:t>
            </w:r>
          </w:p>
        </w:tc>
      </w:tr>
      <w:tr w:rsidR="00940E33" w:rsidTr="004F2F1C">
        <w:tc>
          <w:tcPr>
            <w:tcW w:w="4181" w:type="dxa"/>
          </w:tcPr>
          <w:p w:rsidR="00940E33" w:rsidRDefault="00940E33" w:rsidP="004F2F1C">
            <w:pPr>
              <w:jc w:val="center"/>
            </w:pPr>
            <w:r>
              <w:t>HW_TX_POWER_DIFF_HT20</w:t>
            </w:r>
          </w:p>
        </w:tc>
        <w:tc>
          <w:tcPr>
            <w:tcW w:w="4181" w:type="dxa"/>
          </w:tcPr>
          <w:p w:rsidR="00940E33" w:rsidRDefault="00940E33" w:rsidP="004F2F1C">
            <w:pPr>
              <w:jc w:val="center"/>
            </w:pPr>
            <w:r>
              <w:t>pwrdiffHT20</w:t>
            </w:r>
          </w:p>
        </w:tc>
      </w:tr>
      <w:tr w:rsidR="00940E33" w:rsidTr="004F2F1C">
        <w:tc>
          <w:tcPr>
            <w:tcW w:w="4181" w:type="dxa"/>
          </w:tcPr>
          <w:p w:rsidR="00940E33" w:rsidRDefault="00940E33" w:rsidP="004F2F1C">
            <w:pPr>
              <w:jc w:val="center"/>
            </w:pPr>
            <w:r>
              <w:t>HW_TX_POWER_DIFF_OFDM</w:t>
            </w:r>
          </w:p>
        </w:tc>
        <w:tc>
          <w:tcPr>
            <w:tcW w:w="4181" w:type="dxa"/>
          </w:tcPr>
          <w:p w:rsidR="00940E33" w:rsidRDefault="00940E33" w:rsidP="004F2F1C">
            <w:pPr>
              <w:jc w:val="center"/>
            </w:pPr>
            <w:r>
              <w:t>pwrdiffOFDM</w:t>
            </w:r>
          </w:p>
        </w:tc>
      </w:tr>
    </w:tbl>
    <w:p w:rsidR="00940E33" w:rsidRDefault="00940E33" w:rsidP="000D1A85"/>
    <w:p w:rsidR="00940E33" w:rsidRDefault="00940E33" w:rsidP="000D1A85">
      <w:pPr>
        <w:rPr>
          <w:b/>
        </w:rPr>
      </w:pPr>
      <w:r w:rsidRPr="0094606B">
        <w:rPr>
          <w:b/>
        </w:rPr>
        <w:t>D.</w:t>
      </w:r>
    </w:p>
    <w:p w:rsidR="00940E33" w:rsidRDefault="00940E33" w:rsidP="000D1A85">
      <w:r>
        <w:t>About the define of each field , please refer the how_to_K_power_parameter.doc</w:t>
      </w:r>
    </w:p>
    <w:p w:rsidR="00940E33" w:rsidRDefault="00940E33" w:rsidP="000D1A85"/>
    <w:p w:rsidR="00940E33" w:rsidRDefault="00940E33" w:rsidP="00AE1697">
      <w:r>
        <w:rPr>
          <w:b/>
        </w:rPr>
        <w:t>E</w:t>
      </w:r>
      <w:r w:rsidRPr="0094606B">
        <w:rPr>
          <w:b/>
        </w:rPr>
        <w:t>.</w:t>
      </w:r>
    </w:p>
    <w:p w:rsidR="00940E33" w:rsidRDefault="00940E33" w:rsidP="00AE1697">
      <w:r>
        <w:t>You also can directly save the setting value in Efuse throughput MP tool.The detail refer MP.Tool.Introduction-v1.2.pdf</w:t>
      </w:r>
    </w:p>
    <w:p w:rsidR="00940E33" w:rsidRDefault="00940E33" w:rsidP="00AE1697"/>
    <w:p w:rsidR="00940E33" w:rsidRPr="00FD6C78" w:rsidRDefault="00940E33" w:rsidP="00AE1697">
      <w:pPr>
        <w:rPr>
          <w:b/>
          <w:sz w:val="32"/>
          <w:szCs w:val="32"/>
        </w:rPr>
      </w:pPr>
      <w:r w:rsidRPr="00FD6C78">
        <w:rPr>
          <w:b/>
          <w:sz w:val="32"/>
          <w:szCs w:val="32"/>
        </w:rPr>
        <w:t>III. How to use Mptools</w:t>
      </w:r>
    </w:p>
    <w:p w:rsidR="00940E33" w:rsidRDefault="00940E33" w:rsidP="00AE1697">
      <w:r>
        <w:t xml:space="preserve">1. Put USPServer to root folder ( </w:t>
      </w:r>
      <w:r w:rsidRPr="00FD6C78">
        <w:rPr>
          <w:color w:val="0000FF"/>
        </w:rPr>
        <w:t>/</w:t>
      </w:r>
      <w:r>
        <w:t xml:space="preserve"> )</w:t>
      </w:r>
    </w:p>
    <w:p w:rsidR="00940E33" w:rsidRPr="00FD6C78" w:rsidRDefault="00940E33" w:rsidP="00AE1697">
      <w:pPr>
        <w:rPr>
          <w:b/>
        </w:rPr>
      </w:pPr>
      <w:r>
        <w:t xml:space="preserve">2. Put </w:t>
      </w:r>
      <w:r w:rsidRPr="00FD6C78">
        <w:rPr>
          <w:b/>
        </w:rPr>
        <w:t>irf</w:t>
      </w:r>
      <w:r>
        <w:rPr>
          <w:b/>
        </w:rPr>
        <w:t xml:space="preserve"> </w:t>
      </w:r>
      <w:r w:rsidRPr="00FD6C78">
        <w:t>&amp;</w:t>
      </w:r>
      <w:r>
        <w:rPr>
          <w:b/>
        </w:rPr>
        <w:t xml:space="preserve"> </w:t>
      </w:r>
      <w:r w:rsidRPr="00FD6C78">
        <w:rPr>
          <w:b/>
        </w:rPr>
        <w:t>orf</w:t>
      </w:r>
      <w:r>
        <w:rPr>
          <w:b/>
        </w:rPr>
        <w:t xml:space="preserve"> to </w:t>
      </w:r>
      <w:r w:rsidRPr="00FD6C78">
        <w:rPr>
          <w:b/>
          <w:color w:val="0000FF"/>
        </w:rPr>
        <w:t>/bin</w:t>
      </w:r>
      <w:r>
        <w:rPr>
          <w:b/>
        </w:rPr>
        <w:t xml:space="preserve"> </w:t>
      </w:r>
      <w:r w:rsidRPr="00FD6C78">
        <w:t>folder</w:t>
      </w:r>
    </w:p>
    <w:p w:rsidR="00940E33" w:rsidRDefault="00940E33" w:rsidP="00AE1697">
      <w:r>
        <w:t>3.cd /</w:t>
      </w:r>
    </w:p>
    <w:p w:rsidR="00940E33" w:rsidRDefault="00940E33" w:rsidP="00AE1697">
      <w:r>
        <w:t>4./UDPServer &amp;</w:t>
      </w:r>
    </w:p>
    <w:p w:rsidR="00940E33" w:rsidRDefault="00940E33" w:rsidP="00AE1697">
      <w:r>
        <w:t>5. Run the Mptools in Windows Platform.</w:t>
      </w:r>
    </w:p>
    <w:p w:rsidR="00940E33" w:rsidRDefault="00940E33" w:rsidP="00AE1697">
      <w:r>
        <w:t xml:space="preserve">6.fill in the IP address &amp; press Open </w:t>
      </w:r>
      <w:r w:rsidRPr="00FD6C78">
        <w:t>button</w:t>
      </w:r>
      <w:r>
        <w:t xml:space="preserve"> on Mptool UI.</w:t>
      </w:r>
    </w:p>
    <w:p w:rsidR="00940E33" w:rsidRDefault="00940E33" w:rsidP="00AE1697"/>
    <w:p w:rsidR="00940E33" w:rsidRDefault="00940E33" w:rsidP="00AE1697">
      <w:pPr>
        <w:rPr>
          <w:color w:val="FF0000"/>
        </w:rPr>
      </w:pPr>
      <w:r>
        <w:t>The detail refer</w:t>
      </w:r>
      <w:r w:rsidRPr="00FD6C78">
        <w:rPr>
          <w:color w:val="FF0000"/>
        </w:rPr>
        <w:t xml:space="preserve"> MP.Tool.Introduction.pdf</w:t>
      </w:r>
    </w:p>
    <w:p w:rsidR="00940E33" w:rsidRPr="00FD6C78" w:rsidRDefault="00940E33" w:rsidP="00AE1697">
      <w:pPr>
        <w:rPr>
          <w:color w:val="000000"/>
        </w:rPr>
      </w:pPr>
    </w:p>
    <w:p w:rsidR="00940E33" w:rsidRPr="00FD6C78" w:rsidRDefault="00940E33" w:rsidP="00AE1697">
      <w:pPr>
        <w:rPr>
          <w:color w:val="000000"/>
        </w:rPr>
      </w:pPr>
    </w:p>
    <w:sectPr w:rsidR="00940E33" w:rsidRPr="00FD6C78" w:rsidSect="00A33AA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E33" w:rsidRDefault="00940E33" w:rsidP="00212DAE">
      <w:r>
        <w:separator/>
      </w:r>
    </w:p>
  </w:endnote>
  <w:endnote w:type="continuationSeparator" w:id="0">
    <w:p w:rsidR="00940E33" w:rsidRDefault="00940E33" w:rsidP="00212D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E33" w:rsidRDefault="00940E33" w:rsidP="00212DAE">
      <w:r>
        <w:separator/>
      </w:r>
    </w:p>
  </w:footnote>
  <w:footnote w:type="continuationSeparator" w:id="0">
    <w:p w:rsidR="00940E33" w:rsidRDefault="00940E33" w:rsidP="00212D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16CAB"/>
    <w:multiLevelType w:val="hybridMultilevel"/>
    <w:tmpl w:val="3D123658"/>
    <w:lvl w:ilvl="0" w:tplc="3A3A35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>
    <w:nsid w:val="1A235E7F"/>
    <w:multiLevelType w:val="hybridMultilevel"/>
    <w:tmpl w:val="C13E0212"/>
    <w:lvl w:ilvl="0" w:tplc="3470FB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>
    <w:nsid w:val="320536FB"/>
    <w:multiLevelType w:val="hybridMultilevel"/>
    <w:tmpl w:val="8CFC276C"/>
    <w:lvl w:ilvl="0" w:tplc="8A9E656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">
    <w:nsid w:val="61682A33"/>
    <w:multiLevelType w:val="hybridMultilevel"/>
    <w:tmpl w:val="D0DAD46A"/>
    <w:lvl w:ilvl="0" w:tplc="82BAB1BA">
      <w:start w:val="1"/>
      <w:numFmt w:val="taiwaneseCountingThousand"/>
      <w:lvlText w:val="%1、"/>
      <w:lvlJc w:val="left"/>
      <w:pPr>
        <w:tabs>
          <w:tab w:val="num" w:pos="-600"/>
        </w:tabs>
        <w:ind w:left="-60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-120"/>
        </w:tabs>
        <w:ind w:left="-1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840"/>
        </w:tabs>
        <w:ind w:left="84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1320"/>
        </w:tabs>
        <w:ind w:left="132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280"/>
        </w:tabs>
        <w:ind w:left="228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2760"/>
        </w:tabs>
        <w:ind w:left="276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240"/>
        </w:tabs>
        <w:ind w:left="3240" w:hanging="480"/>
      </w:pPr>
      <w:rPr>
        <w:rFonts w:cs="Times New Roman"/>
      </w:rPr>
    </w:lvl>
  </w:abstractNum>
  <w:abstractNum w:abstractNumId="4">
    <w:nsid w:val="7BEF4545"/>
    <w:multiLevelType w:val="hybridMultilevel"/>
    <w:tmpl w:val="7C82E600"/>
    <w:lvl w:ilvl="0" w:tplc="47CA6906">
      <w:start w:val="1"/>
      <w:numFmt w:val="upperLetter"/>
      <w:lvlText w:val="%1."/>
      <w:lvlJc w:val="left"/>
      <w:pPr>
        <w:tabs>
          <w:tab w:val="num" w:pos="-240"/>
        </w:tabs>
        <w:ind w:left="-240" w:hanging="36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60"/>
        </w:tabs>
        <w:ind w:left="3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840"/>
        </w:tabs>
        <w:ind w:left="8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00"/>
        </w:tabs>
        <w:ind w:left="18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280"/>
        </w:tabs>
        <w:ind w:left="22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760"/>
        </w:tabs>
        <w:ind w:left="27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240"/>
        </w:tabs>
        <w:ind w:left="32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20"/>
        </w:tabs>
        <w:ind w:left="3720" w:hanging="4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3021"/>
    <w:rsid w:val="000004DC"/>
    <w:rsid w:val="00017052"/>
    <w:rsid w:val="000241B1"/>
    <w:rsid w:val="000452A9"/>
    <w:rsid w:val="00066B64"/>
    <w:rsid w:val="00070988"/>
    <w:rsid w:val="000709E0"/>
    <w:rsid w:val="000A2965"/>
    <w:rsid w:val="000C3ADF"/>
    <w:rsid w:val="000D1A85"/>
    <w:rsid w:val="000D20F5"/>
    <w:rsid w:val="000D22DD"/>
    <w:rsid w:val="000E2CA8"/>
    <w:rsid w:val="0011713A"/>
    <w:rsid w:val="00120CF7"/>
    <w:rsid w:val="00140C9D"/>
    <w:rsid w:val="00144ACF"/>
    <w:rsid w:val="00145571"/>
    <w:rsid w:val="001521CE"/>
    <w:rsid w:val="0019684C"/>
    <w:rsid w:val="001D6B3F"/>
    <w:rsid w:val="0020461B"/>
    <w:rsid w:val="00212C06"/>
    <w:rsid w:val="00212DAE"/>
    <w:rsid w:val="00246D43"/>
    <w:rsid w:val="002471F1"/>
    <w:rsid w:val="0026781A"/>
    <w:rsid w:val="00276B8B"/>
    <w:rsid w:val="00285E6F"/>
    <w:rsid w:val="002D36EF"/>
    <w:rsid w:val="002E1992"/>
    <w:rsid w:val="002E345F"/>
    <w:rsid w:val="002F40B1"/>
    <w:rsid w:val="002F46C2"/>
    <w:rsid w:val="00304E7F"/>
    <w:rsid w:val="00306C60"/>
    <w:rsid w:val="00312B0B"/>
    <w:rsid w:val="00314CC2"/>
    <w:rsid w:val="00341954"/>
    <w:rsid w:val="0034227E"/>
    <w:rsid w:val="00344627"/>
    <w:rsid w:val="0035343A"/>
    <w:rsid w:val="0039127D"/>
    <w:rsid w:val="003A3577"/>
    <w:rsid w:val="003B547B"/>
    <w:rsid w:val="003D7B29"/>
    <w:rsid w:val="003E2861"/>
    <w:rsid w:val="003E38A0"/>
    <w:rsid w:val="003E71A7"/>
    <w:rsid w:val="0040048D"/>
    <w:rsid w:val="00401262"/>
    <w:rsid w:val="00441EEE"/>
    <w:rsid w:val="00443366"/>
    <w:rsid w:val="004543BC"/>
    <w:rsid w:val="00454A45"/>
    <w:rsid w:val="004611D9"/>
    <w:rsid w:val="00463F4B"/>
    <w:rsid w:val="004B05EC"/>
    <w:rsid w:val="004D4CB4"/>
    <w:rsid w:val="004D5F68"/>
    <w:rsid w:val="004E4768"/>
    <w:rsid w:val="004F0F2A"/>
    <w:rsid w:val="004F2F1C"/>
    <w:rsid w:val="004F45DE"/>
    <w:rsid w:val="00516CBE"/>
    <w:rsid w:val="00532CE5"/>
    <w:rsid w:val="00532E2A"/>
    <w:rsid w:val="005941C8"/>
    <w:rsid w:val="005E117B"/>
    <w:rsid w:val="005E3A79"/>
    <w:rsid w:val="006338DF"/>
    <w:rsid w:val="0066284F"/>
    <w:rsid w:val="006850F8"/>
    <w:rsid w:val="006948FB"/>
    <w:rsid w:val="006A1204"/>
    <w:rsid w:val="006A32EB"/>
    <w:rsid w:val="006B5110"/>
    <w:rsid w:val="006E0C35"/>
    <w:rsid w:val="0070114D"/>
    <w:rsid w:val="00726396"/>
    <w:rsid w:val="00755783"/>
    <w:rsid w:val="00760C7A"/>
    <w:rsid w:val="00773797"/>
    <w:rsid w:val="00780E7A"/>
    <w:rsid w:val="007849FF"/>
    <w:rsid w:val="007A0590"/>
    <w:rsid w:val="007A3E30"/>
    <w:rsid w:val="007B32A4"/>
    <w:rsid w:val="007B548B"/>
    <w:rsid w:val="007C4866"/>
    <w:rsid w:val="007C5010"/>
    <w:rsid w:val="008013F7"/>
    <w:rsid w:val="00832711"/>
    <w:rsid w:val="0083358E"/>
    <w:rsid w:val="00845326"/>
    <w:rsid w:val="0086733E"/>
    <w:rsid w:val="0087664C"/>
    <w:rsid w:val="00876DD5"/>
    <w:rsid w:val="00882D79"/>
    <w:rsid w:val="008A54EA"/>
    <w:rsid w:val="008B2F93"/>
    <w:rsid w:val="008C25A1"/>
    <w:rsid w:val="008D05D9"/>
    <w:rsid w:val="008E729E"/>
    <w:rsid w:val="008E75EF"/>
    <w:rsid w:val="00903B64"/>
    <w:rsid w:val="00912C6B"/>
    <w:rsid w:val="00920ED2"/>
    <w:rsid w:val="00924522"/>
    <w:rsid w:val="00927C13"/>
    <w:rsid w:val="00940E33"/>
    <w:rsid w:val="00941B7F"/>
    <w:rsid w:val="0094606B"/>
    <w:rsid w:val="00982ECB"/>
    <w:rsid w:val="009A7E35"/>
    <w:rsid w:val="009B73FF"/>
    <w:rsid w:val="009C04F6"/>
    <w:rsid w:val="009C63DB"/>
    <w:rsid w:val="009D67CA"/>
    <w:rsid w:val="009F39BE"/>
    <w:rsid w:val="00A001D3"/>
    <w:rsid w:val="00A02C1A"/>
    <w:rsid w:val="00A048CC"/>
    <w:rsid w:val="00A06A3A"/>
    <w:rsid w:val="00A07210"/>
    <w:rsid w:val="00A12771"/>
    <w:rsid w:val="00A14381"/>
    <w:rsid w:val="00A30320"/>
    <w:rsid w:val="00A33AA6"/>
    <w:rsid w:val="00A35260"/>
    <w:rsid w:val="00AA1776"/>
    <w:rsid w:val="00AB2191"/>
    <w:rsid w:val="00AC1FEC"/>
    <w:rsid w:val="00AC2150"/>
    <w:rsid w:val="00AD44D8"/>
    <w:rsid w:val="00AD65AE"/>
    <w:rsid w:val="00AE1697"/>
    <w:rsid w:val="00AE3021"/>
    <w:rsid w:val="00AE38EF"/>
    <w:rsid w:val="00AF5D0E"/>
    <w:rsid w:val="00B14124"/>
    <w:rsid w:val="00B14328"/>
    <w:rsid w:val="00B40981"/>
    <w:rsid w:val="00BC4413"/>
    <w:rsid w:val="00BD74DE"/>
    <w:rsid w:val="00BD7865"/>
    <w:rsid w:val="00BD7F72"/>
    <w:rsid w:val="00C143BD"/>
    <w:rsid w:val="00C215B0"/>
    <w:rsid w:val="00C23F30"/>
    <w:rsid w:val="00C25497"/>
    <w:rsid w:val="00C34B90"/>
    <w:rsid w:val="00C62EE7"/>
    <w:rsid w:val="00C75009"/>
    <w:rsid w:val="00C77B30"/>
    <w:rsid w:val="00C82804"/>
    <w:rsid w:val="00CC0721"/>
    <w:rsid w:val="00CD2C57"/>
    <w:rsid w:val="00CE75CD"/>
    <w:rsid w:val="00CF0039"/>
    <w:rsid w:val="00CF5336"/>
    <w:rsid w:val="00CF73C5"/>
    <w:rsid w:val="00D04EBD"/>
    <w:rsid w:val="00D113AD"/>
    <w:rsid w:val="00D13AC1"/>
    <w:rsid w:val="00D7747D"/>
    <w:rsid w:val="00D931CD"/>
    <w:rsid w:val="00D94226"/>
    <w:rsid w:val="00DA3263"/>
    <w:rsid w:val="00DB76B7"/>
    <w:rsid w:val="00DC6BDE"/>
    <w:rsid w:val="00DD0EF3"/>
    <w:rsid w:val="00DE71DE"/>
    <w:rsid w:val="00DF6927"/>
    <w:rsid w:val="00E0351D"/>
    <w:rsid w:val="00E10E6D"/>
    <w:rsid w:val="00E25193"/>
    <w:rsid w:val="00E71F5F"/>
    <w:rsid w:val="00EA0A5A"/>
    <w:rsid w:val="00EB7D32"/>
    <w:rsid w:val="00EC5479"/>
    <w:rsid w:val="00ED16CF"/>
    <w:rsid w:val="00ED27C4"/>
    <w:rsid w:val="00EF1725"/>
    <w:rsid w:val="00F0059D"/>
    <w:rsid w:val="00F14E7D"/>
    <w:rsid w:val="00F4190D"/>
    <w:rsid w:val="00F67F61"/>
    <w:rsid w:val="00F71750"/>
    <w:rsid w:val="00FA2F1B"/>
    <w:rsid w:val="00FC4889"/>
    <w:rsid w:val="00FC780A"/>
    <w:rsid w:val="00FD6C78"/>
    <w:rsid w:val="00FE09AA"/>
    <w:rsid w:val="00FE3504"/>
    <w:rsid w:val="00FE65A1"/>
    <w:rsid w:val="00FF6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chmetcnv"/>
  <w:smartTagType w:namespaceuri="urn:schemas-microsoft-com:office:smarttags" w:name="country-region"/>
  <w:smartTagType w:namespaceuri="urn:schemas-microsoft-com:office:smarttags" w:name="place"/>
  <w:shapeDefaults>
    <o:shapedefaults v:ext="edit" spidmax="10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010"/>
    <w:pPr>
      <w:widowControl w:val="0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215B0"/>
    <w:pPr>
      <w:ind w:leftChars="200" w:left="480"/>
    </w:pPr>
  </w:style>
  <w:style w:type="paragraph" w:styleId="BalloonText">
    <w:name w:val="Balloon Text"/>
    <w:basedOn w:val="Normal"/>
    <w:link w:val="BalloonTextChar"/>
    <w:uiPriority w:val="99"/>
    <w:semiHidden/>
    <w:rsid w:val="006338DF"/>
    <w:rPr>
      <w:rFonts w:ascii="Cambria" w:hAnsi="Cambri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338DF"/>
    <w:rPr>
      <w:rFonts w:ascii="Cambria" w:eastAsia="新細明體" w:hAnsi="Cambria" w:cs="Times New Roman"/>
      <w:sz w:val="18"/>
      <w:szCs w:val="18"/>
    </w:rPr>
  </w:style>
  <w:style w:type="character" w:customStyle="1" w:styleId="shorttext">
    <w:name w:val="short_text"/>
    <w:basedOn w:val="DefaultParagraphFont"/>
    <w:uiPriority w:val="99"/>
    <w:rsid w:val="00982EC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12D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12DAE"/>
    <w:rPr>
      <w:rFonts w:ascii="Times New Roman" w:eastAsia="新細明體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212D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12DAE"/>
    <w:rPr>
      <w:rFonts w:ascii="Times New Roman" w:eastAsia="新細明體" w:hAnsi="Times New Roman" w:cs="Times New Roman"/>
      <w:sz w:val="20"/>
      <w:szCs w:val="20"/>
    </w:rPr>
  </w:style>
  <w:style w:type="table" w:styleId="TableGrid">
    <w:name w:val="Table Grid"/>
    <w:basedOn w:val="TableNormal"/>
    <w:uiPriority w:val="99"/>
    <w:locked/>
    <w:rsid w:val="00AE1697"/>
    <w:pPr>
      <w:widowControl w:val="0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4.jpg@01CCE746.BF42E120" TargetMode="External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540</TotalTime>
  <Pages>19</Pages>
  <Words>2392</Words>
  <Characters>13641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timmy</dc:creator>
  <cp:keywords/>
  <dc:description/>
  <cp:lastModifiedBy>admin</cp:lastModifiedBy>
  <cp:revision>116</cp:revision>
  <dcterms:created xsi:type="dcterms:W3CDTF">2012-03-12T13:59:00Z</dcterms:created>
  <dcterms:modified xsi:type="dcterms:W3CDTF">2012-06-29T06:10:00Z</dcterms:modified>
</cp:coreProperties>
</file>